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A7FF5" w14:textId="77777777" w:rsidR="009E3180" w:rsidRPr="006A2477" w:rsidRDefault="00FF489E">
      <w:pPr>
        <w:spacing w:before="73"/>
        <w:ind w:left="6854"/>
        <w:rPr>
          <w:b/>
          <w:sz w:val="24"/>
          <w:lang w:val="it-IT"/>
        </w:rPr>
      </w:pPr>
      <w:bookmarkStart w:id="0" w:name="_GoBack"/>
      <w:bookmarkEnd w:id="0"/>
      <w:r w:rsidRPr="006A2477">
        <w:rPr>
          <w:b/>
          <w:sz w:val="24"/>
          <w:lang w:val="it-IT"/>
        </w:rPr>
        <w:t>Allegato 1-D</w:t>
      </w:r>
    </w:p>
    <w:p w14:paraId="60AB9A4A" w14:textId="77777777" w:rsidR="009E3180" w:rsidRPr="006A2477" w:rsidRDefault="009E3180">
      <w:pPr>
        <w:pStyle w:val="Corpotesto"/>
        <w:spacing w:before="1"/>
        <w:rPr>
          <w:b/>
          <w:sz w:val="35"/>
          <w:lang w:val="it-IT"/>
        </w:rPr>
      </w:pPr>
    </w:p>
    <w:p w14:paraId="324B033E" w14:textId="77777777" w:rsidR="009E3180" w:rsidRPr="006A2477" w:rsidRDefault="00FF489E">
      <w:pPr>
        <w:tabs>
          <w:tab w:val="left" w:pos="8040"/>
        </w:tabs>
        <w:spacing w:before="1"/>
        <w:ind w:left="100" w:right="1243"/>
        <w:rPr>
          <w:sz w:val="28"/>
          <w:lang w:val="it-IT"/>
        </w:rPr>
      </w:pPr>
      <w:r w:rsidRPr="006A2477">
        <w:rPr>
          <w:b/>
          <w:sz w:val="28"/>
          <w:lang w:val="it-IT"/>
        </w:rPr>
        <w:t>PERIZIA ASSEVERATA DEI DANNI SUBITI DALL'IMMOBILE SITO NEL COMUNE</w:t>
      </w:r>
      <w:r w:rsidRPr="006A2477">
        <w:rPr>
          <w:b/>
          <w:spacing w:val="-11"/>
          <w:sz w:val="28"/>
          <w:lang w:val="it-IT"/>
        </w:rPr>
        <w:t xml:space="preserve"> </w:t>
      </w:r>
      <w:r w:rsidRPr="006A2477">
        <w:rPr>
          <w:b/>
          <w:sz w:val="28"/>
          <w:lang w:val="it-IT"/>
        </w:rPr>
        <w:t>DI</w:t>
      </w:r>
      <w:r w:rsidRPr="006A2477">
        <w:rPr>
          <w:b/>
          <w:spacing w:val="5"/>
          <w:sz w:val="28"/>
          <w:lang w:val="it-IT"/>
        </w:rPr>
        <w:t xml:space="preserve"> </w:t>
      </w:r>
      <w:r w:rsidRPr="006A2477">
        <w:rPr>
          <w:sz w:val="28"/>
          <w:u w:val="thick"/>
          <w:lang w:val="it-IT"/>
        </w:rPr>
        <w:t xml:space="preserve"> </w:t>
      </w:r>
      <w:r w:rsidRPr="006A2477">
        <w:rPr>
          <w:sz w:val="28"/>
          <w:u w:val="thick"/>
          <w:lang w:val="it-IT"/>
        </w:rPr>
        <w:tab/>
      </w:r>
    </w:p>
    <w:p w14:paraId="02C82CC1" w14:textId="77777777" w:rsidR="009E3180" w:rsidRPr="006A2477" w:rsidRDefault="009E3180">
      <w:pPr>
        <w:pStyle w:val="Corpotesto"/>
        <w:rPr>
          <w:lang w:val="it-IT"/>
        </w:rPr>
      </w:pPr>
    </w:p>
    <w:p w14:paraId="5469A9AD" w14:textId="77777777" w:rsidR="009E3180" w:rsidRPr="006A2477" w:rsidRDefault="009E3180">
      <w:pPr>
        <w:pStyle w:val="Corpotesto"/>
        <w:spacing w:before="2"/>
        <w:rPr>
          <w:sz w:val="22"/>
          <w:lang w:val="it-IT"/>
        </w:rPr>
      </w:pPr>
    </w:p>
    <w:p w14:paraId="749F2937" w14:textId="77777777" w:rsidR="009E3180" w:rsidRPr="006A2477" w:rsidRDefault="00FF489E">
      <w:pPr>
        <w:pStyle w:val="Corpotesto"/>
        <w:ind w:left="100"/>
        <w:rPr>
          <w:lang w:val="it-IT"/>
        </w:rPr>
      </w:pPr>
      <w:r w:rsidRPr="006A2477">
        <w:rPr>
          <w:lang w:val="it-IT"/>
        </w:rPr>
        <w:t>Inquadramento cartografico dell'immobile in cui è ubicata l'abitazione/parte comune condominiale</w:t>
      </w:r>
    </w:p>
    <w:p w14:paraId="18FD0BE2" w14:textId="77777777" w:rsidR="009E3180" w:rsidRPr="006A2477" w:rsidRDefault="00FF489E">
      <w:pPr>
        <w:pStyle w:val="Corpotesto"/>
        <w:spacing w:before="8"/>
        <w:rPr>
          <w:sz w:val="17"/>
          <w:lang w:val="it-IT"/>
        </w:rPr>
      </w:pPr>
      <w:r>
        <w:rPr>
          <w:lang w:val="it-IT"/>
        </w:rPr>
        <w:pict w14:anchorId="16A14608">
          <v:group id="_x0000_s2119" style="position:absolute;margin-left:117.7pt;margin-top:12.15pt;width:359.9pt;height:237.5pt;z-index:251622400;mso-wrap-distance-left:0;mso-wrap-distance-right:0;mso-position-horizontal-relative:page" coordorigin="2354,243" coordsize="7198,47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21" type="#_x0000_t75" style="position:absolute;left:2354;top:243;width:7198;height:4750">
              <v:imagedata r:id="rId8" o:title=""/>
            </v:shape>
            <v:shape id="_x0000_s2120" type="#_x0000_t75" style="position:absolute;left:2605;top:3303;width:6822;height:1604">
              <v:imagedata r:id="rId9" o:title=""/>
            </v:shape>
            <w10:wrap type="topAndBottom" anchorx="page"/>
          </v:group>
        </w:pict>
      </w:r>
    </w:p>
    <w:p w14:paraId="3EBD9BF8" w14:textId="77777777" w:rsidR="009E3180" w:rsidRPr="006A2477" w:rsidRDefault="00FF489E">
      <w:pPr>
        <w:pStyle w:val="Corpotesto"/>
        <w:spacing w:before="85" w:line="300" w:lineRule="auto"/>
        <w:ind w:left="1010" w:right="829"/>
        <w:rPr>
          <w:lang w:val="it-IT"/>
        </w:rPr>
      </w:pPr>
      <w:r w:rsidRPr="006A2477">
        <w:rPr>
          <w:color w:val="7F7F7F"/>
          <w:lang w:val="it-IT"/>
        </w:rPr>
        <w:t>(sostituire l’esempio soprastante con un’immagine satellitare/ortofoto individuando, in scala adeguata e marchiatura evidente, l’immobile oggetto del danno)</w:t>
      </w:r>
    </w:p>
    <w:p w14:paraId="0B153BC9" w14:textId="77777777" w:rsidR="009E3180" w:rsidRPr="006A2477" w:rsidRDefault="009E3180">
      <w:pPr>
        <w:pStyle w:val="Corpotesto"/>
        <w:rPr>
          <w:sz w:val="22"/>
          <w:lang w:val="it-IT"/>
        </w:rPr>
      </w:pPr>
    </w:p>
    <w:p w14:paraId="48A33475" w14:textId="77777777" w:rsidR="009E3180" w:rsidRPr="006A2477" w:rsidRDefault="00FF489E">
      <w:pPr>
        <w:pStyle w:val="Titolo1"/>
        <w:spacing w:before="168"/>
        <w:ind w:left="311" w:firstLine="0"/>
        <w:rPr>
          <w:lang w:val="it-IT"/>
        </w:rPr>
      </w:pPr>
      <w:bookmarkStart w:id="1" w:name="INDICE"/>
      <w:bookmarkEnd w:id="1"/>
      <w:r w:rsidRPr="006A2477">
        <w:rPr>
          <w:lang w:val="it-IT"/>
        </w:rPr>
        <w:t>INDICE</w:t>
      </w:r>
    </w:p>
    <w:p w14:paraId="38204D50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0"/>
        </w:tabs>
        <w:spacing w:before="119"/>
        <w:rPr>
          <w:b/>
          <w:lang w:val="it-IT"/>
        </w:rPr>
      </w:pPr>
      <w:r w:rsidRPr="006A2477">
        <w:rPr>
          <w:b/>
          <w:lang w:val="it-IT"/>
        </w:rPr>
        <w:t>Identificazione del</w:t>
      </w:r>
      <w:r w:rsidRPr="006A2477">
        <w:rPr>
          <w:b/>
          <w:spacing w:val="-15"/>
          <w:lang w:val="it-IT"/>
        </w:rPr>
        <w:t xml:space="preserve"> </w:t>
      </w:r>
      <w:r w:rsidRPr="006A2477">
        <w:rPr>
          <w:b/>
          <w:lang w:val="it-IT"/>
        </w:rPr>
        <w:t>tecnico</w:t>
      </w:r>
    </w:p>
    <w:p w14:paraId="4A42C39D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2"/>
        </w:tabs>
        <w:spacing w:before="119"/>
        <w:ind w:left="572" w:hanging="260"/>
        <w:rPr>
          <w:b/>
          <w:lang w:val="it-IT"/>
        </w:rPr>
      </w:pPr>
      <w:bookmarkStart w:id="2" w:name="2)_Nesso_di_causalità_tra_evento_calamit"/>
      <w:bookmarkEnd w:id="2"/>
      <w:r w:rsidRPr="006A2477">
        <w:rPr>
          <w:b/>
          <w:lang w:val="it-IT"/>
        </w:rPr>
        <w:t>Nesso di causalità tra evento calamitoso e danno subito</w:t>
      </w:r>
      <w:r w:rsidRPr="006A2477">
        <w:rPr>
          <w:b/>
          <w:spacing w:val="-40"/>
          <w:lang w:val="it-IT"/>
        </w:rPr>
        <w:t xml:space="preserve"> </w:t>
      </w:r>
      <w:r w:rsidRPr="006A2477">
        <w:rPr>
          <w:b/>
          <w:lang w:val="it-IT"/>
        </w:rPr>
        <w:t>dall'immobile</w:t>
      </w:r>
    </w:p>
    <w:p w14:paraId="7E5737CC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0"/>
        </w:tabs>
        <w:spacing w:before="121"/>
        <w:rPr>
          <w:b/>
          <w:lang w:val="it-IT"/>
        </w:rPr>
      </w:pPr>
      <w:r w:rsidRPr="006A2477">
        <w:rPr>
          <w:b/>
          <w:lang w:val="it-IT"/>
        </w:rPr>
        <w:t>Identificazione</w:t>
      </w:r>
      <w:r w:rsidRPr="006A2477">
        <w:rPr>
          <w:b/>
          <w:spacing w:val="-19"/>
          <w:lang w:val="it-IT"/>
        </w:rPr>
        <w:t xml:space="preserve"> </w:t>
      </w:r>
      <w:r w:rsidRPr="006A2477">
        <w:rPr>
          <w:b/>
          <w:lang w:val="it-IT"/>
        </w:rPr>
        <w:t>dell'immobile</w:t>
      </w:r>
    </w:p>
    <w:p w14:paraId="73047E2C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2"/>
        </w:tabs>
        <w:spacing w:before="119"/>
        <w:ind w:left="572" w:hanging="260"/>
        <w:rPr>
          <w:b/>
          <w:lang w:val="it-IT"/>
        </w:rPr>
      </w:pPr>
      <w:r w:rsidRPr="006A2477">
        <w:rPr>
          <w:b/>
          <w:lang w:val="it-IT"/>
        </w:rPr>
        <w:t>Descrizione del danno</w:t>
      </w:r>
      <w:r w:rsidRPr="006A2477">
        <w:rPr>
          <w:b/>
          <w:spacing w:val="-14"/>
          <w:lang w:val="it-IT"/>
        </w:rPr>
        <w:t xml:space="preserve"> </w:t>
      </w:r>
      <w:r w:rsidRPr="006A2477">
        <w:rPr>
          <w:b/>
          <w:lang w:val="it-IT"/>
        </w:rPr>
        <w:t>subito</w:t>
      </w:r>
    </w:p>
    <w:p w14:paraId="0E6961F0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2"/>
        </w:tabs>
        <w:spacing w:before="121"/>
        <w:ind w:left="572" w:hanging="260"/>
        <w:rPr>
          <w:b/>
          <w:lang w:val="it-IT"/>
        </w:rPr>
      </w:pPr>
      <w:r w:rsidRPr="006A2477">
        <w:rPr>
          <w:b/>
          <w:lang w:val="it-IT"/>
        </w:rPr>
        <w:t>Valutazione delle opere</w:t>
      </w:r>
      <w:r w:rsidRPr="006A2477">
        <w:rPr>
          <w:b/>
          <w:spacing w:val="-20"/>
          <w:lang w:val="it-IT"/>
        </w:rPr>
        <w:t xml:space="preserve"> </w:t>
      </w:r>
      <w:r w:rsidRPr="006A2477">
        <w:rPr>
          <w:b/>
          <w:lang w:val="it-IT"/>
        </w:rPr>
        <w:t>necessarie</w:t>
      </w:r>
    </w:p>
    <w:p w14:paraId="7BDEE2B7" w14:textId="77777777" w:rsidR="009E3180" w:rsidRPr="006A2477" w:rsidRDefault="00FF489E">
      <w:pPr>
        <w:pStyle w:val="Paragrafoelenco"/>
        <w:numPr>
          <w:ilvl w:val="0"/>
          <w:numId w:val="13"/>
        </w:numPr>
        <w:tabs>
          <w:tab w:val="left" w:pos="574"/>
        </w:tabs>
        <w:spacing w:before="119"/>
        <w:ind w:left="574" w:hanging="262"/>
        <w:rPr>
          <w:b/>
          <w:lang w:val="it-IT"/>
        </w:rPr>
      </w:pPr>
      <w:r w:rsidRPr="006A2477">
        <w:rPr>
          <w:b/>
          <w:lang w:val="it-IT"/>
        </w:rPr>
        <w:t>Allegati</w:t>
      </w:r>
    </w:p>
    <w:p w14:paraId="30AC7EF7" w14:textId="77777777" w:rsidR="009E3180" w:rsidRPr="006A2477" w:rsidRDefault="009E3180">
      <w:pPr>
        <w:pStyle w:val="Corpotesto"/>
        <w:rPr>
          <w:b/>
          <w:lang w:val="it-IT"/>
        </w:rPr>
      </w:pPr>
    </w:p>
    <w:p w14:paraId="648FA691" w14:textId="77777777" w:rsidR="009E3180" w:rsidRPr="006A2477" w:rsidRDefault="009E3180">
      <w:pPr>
        <w:pStyle w:val="Corpotesto"/>
        <w:rPr>
          <w:b/>
          <w:lang w:val="it-IT"/>
        </w:rPr>
      </w:pPr>
    </w:p>
    <w:p w14:paraId="75F5E489" w14:textId="77777777" w:rsidR="009E3180" w:rsidRPr="006A2477" w:rsidRDefault="009E3180">
      <w:pPr>
        <w:pStyle w:val="Corpotesto"/>
        <w:rPr>
          <w:b/>
          <w:lang w:val="it-IT"/>
        </w:rPr>
      </w:pPr>
    </w:p>
    <w:p w14:paraId="754D5021" w14:textId="77777777" w:rsidR="009E3180" w:rsidRPr="006A2477" w:rsidRDefault="009E3180">
      <w:pPr>
        <w:pStyle w:val="Corpotesto"/>
        <w:rPr>
          <w:b/>
          <w:lang w:val="it-IT"/>
        </w:rPr>
      </w:pPr>
    </w:p>
    <w:p w14:paraId="320805A3" w14:textId="77777777" w:rsidR="009E3180" w:rsidRPr="006A2477" w:rsidRDefault="009E3180">
      <w:pPr>
        <w:pStyle w:val="Corpotesto"/>
        <w:rPr>
          <w:b/>
          <w:lang w:val="it-IT"/>
        </w:rPr>
      </w:pPr>
    </w:p>
    <w:p w14:paraId="78CD1D98" w14:textId="77777777" w:rsidR="009E3180" w:rsidRPr="006A2477" w:rsidRDefault="009E3180">
      <w:pPr>
        <w:pStyle w:val="Corpotesto"/>
        <w:rPr>
          <w:b/>
          <w:lang w:val="it-IT"/>
        </w:rPr>
      </w:pPr>
    </w:p>
    <w:p w14:paraId="6FF5592F" w14:textId="77777777" w:rsidR="009E3180" w:rsidRPr="006A2477" w:rsidRDefault="009E3180">
      <w:pPr>
        <w:pStyle w:val="Corpotesto"/>
        <w:rPr>
          <w:b/>
          <w:lang w:val="it-IT"/>
        </w:rPr>
      </w:pPr>
    </w:p>
    <w:p w14:paraId="326B61C7" w14:textId="77777777" w:rsidR="009E3180" w:rsidRPr="006A2477" w:rsidRDefault="009E3180">
      <w:pPr>
        <w:pStyle w:val="Corpotesto"/>
        <w:rPr>
          <w:b/>
          <w:lang w:val="it-IT"/>
        </w:rPr>
      </w:pPr>
    </w:p>
    <w:p w14:paraId="5C92D2F4" w14:textId="77777777" w:rsidR="009E3180" w:rsidRPr="006A2477" w:rsidRDefault="009E3180">
      <w:pPr>
        <w:pStyle w:val="Corpotesto"/>
        <w:rPr>
          <w:b/>
          <w:lang w:val="it-IT"/>
        </w:rPr>
      </w:pPr>
    </w:p>
    <w:p w14:paraId="07B3B54F" w14:textId="77777777" w:rsidR="009E3180" w:rsidRPr="006A2477" w:rsidRDefault="009E3180">
      <w:pPr>
        <w:pStyle w:val="Corpotesto"/>
        <w:rPr>
          <w:b/>
          <w:lang w:val="it-IT"/>
        </w:rPr>
      </w:pPr>
    </w:p>
    <w:p w14:paraId="143F42F0" w14:textId="77777777" w:rsidR="009E3180" w:rsidRPr="006A2477" w:rsidRDefault="009E3180">
      <w:pPr>
        <w:pStyle w:val="Corpotesto"/>
        <w:spacing w:before="7"/>
        <w:rPr>
          <w:b/>
          <w:sz w:val="26"/>
          <w:lang w:val="it-IT"/>
        </w:rPr>
      </w:pPr>
    </w:p>
    <w:p w14:paraId="59F79D3E" w14:textId="220E0E35" w:rsidR="009E3180" w:rsidRPr="006A2477" w:rsidRDefault="009E3180">
      <w:pPr>
        <w:pStyle w:val="Corpotesto"/>
        <w:spacing w:before="94"/>
        <w:ind w:right="112"/>
        <w:jc w:val="right"/>
        <w:rPr>
          <w:lang w:val="it-IT"/>
        </w:rPr>
      </w:pPr>
    </w:p>
    <w:p w14:paraId="5571652C" w14:textId="77777777" w:rsidR="009E3180" w:rsidRPr="006A2477" w:rsidRDefault="00FF489E">
      <w:pPr>
        <w:pStyle w:val="Titolo1"/>
        <w:numPr>
          <w:ilvl w:val="0"/>
          <w:numId w:val="12"/>
        </w:numPr>
        <w:tabs>
          <w:tab w:val="left" w:pos="360"/>
        </w:tabs>
        <w:spacing w:before="72"/>
        <w:rPr>
          <w:lang w:val="it-IT"/>
        </w:rPr>
      </w:pPr>
      <w:r w:rsidRPr="006A2477">
        <w:rPr>
          <w:u w:val="single"/>
          <w:lang w:val="it-IT"/>
        </w:rPr>
        <w:t>IDENTIFICAZIONE DEL</w:t>
      </w:r>
      <w:r w:rsidRPr="006A2477">
        <w:rPr>
          <w:spacing w:val="-13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TECNICO</w:t>
      </w:r>
    </w:p>
    <w:p w14:paraId="7A433ED8" w14:textId="77777777" w:rsidR="009E3180" w:rsidRPr="006A2477" w:rsidRDefault="009E3180">
      <w:pPr>
        <w:pStyle w:val="Corpotesto"/>
        <w:spacing w:before="6"/>
        <w:rPr>
          <w:b/>
          <w:sz w:val="13"/>
          <w:lang w:val="it-IT"/>
        </w:rPr>
      </w:pPr>
    </w:p>
    <w:p w14:paraId="00CED9F6" w14:textId="77777777" w:rsidR="009E3180" w:rsidRPr="006A2477" w:rsidRDefault="00FF489E">
      <w:pPr>
        <w:pStyle w:val="Corpotesto"/>
        <w:tabs>
          <w:tab w:val="left" w:pos="5397"/>
          <w:tab w:val="left" w:pos="5726"/>
          <w:tab w:val="left" w:pos="7384"/>
          <w:tab w:val="left" w:pos="10205"/>
          <w:tab w:val="left" w:pos="10239"/>
        </w:tabs>
        <w:spacing w:before="94" w:line="360" w:lineRule="auto"/>
        <w:ind w:left="385" w:right="135"/>
        <w:jc w:val="both"/>
        <w:rPr>
          <w:lang w:val="it-IT"/>
        </w:rPr>
      </w:pPr>
      <w:r w:rsidRPr="006A2477">
        <w:rPr>
          <w:lang w:val="it-IT"/>
        </w:rPr>
        <w:t>Il/la</w:t>
      </w:r>
      <w:r w:rsidRPr="006A2477">
        <w:rPr>
          <w:spacing w:val="-9"/>
          <w:lang w:val="it-IT"/>
        </w:rPr>
        <w:t xml:space="preserve"> </w:t>
      </w:r>
      <w:r w:rsidRPr="006A2477">
        <w:rPr>
          <w:lang w:val="it-IT"/>
        </w:rPr>
        <w:t>sottoscritto/a</w:t>
      </w:r>
      <w:r w:rsidRPr="006A2477">
        <w:rPr>
          <w:spacing w:val="4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 nato/a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prov.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il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 codice  </w:t>
      </w:r>
      <w:r w:rsidRPr="006A2477">
        <w:rPr>
          <w:spacing w:val="41"/>
          <w:lang w:val="it-IT"/>
        </w:rPr>
        <w:t xml:space="preserve"> </w:t>
      </w:r>
      <w:r w:rsidRPr="006A2477">
        <w:rPr>
          <w:lang w:val="it-IT"/>
        </w:rPr>
        <w:t>fiscale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,    con    studio    professionale    nel    Comune </w:t>
      </w:r>
      <w:r w:rsidRPr="006A2477">
        <w:rPr>
          <w:spacing w:val="43"/>
          <w:lang w:val="it-IT"/>
        </w:rPr>
        <w:t xml:space="preserve"> </w:t>
      </w:r>
      <w:r w:rsidRPr="006A2477">
        <w:rPr>
          <w:lang w:val="it-IT"/>
        </w:rPr>
        <w:t>di</w:t>
      </w:r>
    </w:p>
    <w:p w14:paraId="1A8C5EA7" w14:textId="77777777" w:rsidR="009E3180" w:rsidRPr="006A2477" w:rsidRDefault="00FF489E">
      <w:pPr>
        <w:pStyle w:val="Corpotesto"/>
        <w:tabs>
          <w:tab w:val="left" w:pos="3051"/>
          <w:tab w:val="left" w:pos="4363"/>
          <w:tab w:val="left" w:pos="9002"/>
          <w:tab w:val="left" w:pos="10320"/>
        </w:tabs>
        <w:spacing w:before="4"/>
        <w:ind w:left="385"/>
        <w:jc w:val="both"/>
        <w:rPr>
          <w:lang w:val="it-IT"/>
        </w:rPr>
      </w:pP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(prov.)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</w:t>
      </w:r>
      <w:r w:rsidRPr="006A2477">
        <w:rPr>
          <w:spacing w:val="12"/>
          <w:lang w:val="it-IT"/>
        </w:rPr>
        <w:t xml:space="preserve"> </w:t>
      </w:r>
      <w:r w:rsidRPr="006A2477">
        <w:rPr>
          <w:lang w:val="it-IT"/>
        </w:rPr>
        <w:t>via/piazza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</w:t>
      </w:r>
      <w:r w:rsidRPr="006A2477">
        <w:rPr>
          <w:spacing w:val="14"/>
          <w:lang w:val="it-IT"/>
        </w:rPr>
        <w:t xml:space="preserve"> </w:t>
      </w:r>
      <w:r w:rsidRPr="006A2477">
        <w:rPr>
          <w:lang w:val="it-IT"/>
        </w:rPr>
        <w:t>n°</w:t>
      </w:r>
      <w:r w:rsidRPr="006A2477">
        <w:rPr>
          <w:spacing w:val="14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1617ED8F" w14:textId="77777777" w:rsidR="009E3180" w:rsidRPr="006A2477" w:rsidRDefault="00FF489E">
      <w:pPr>
        <w:pStyle w:val="Corpotesto"/>
        <w:tabs>
          <w:tab w:val="left" w:pos="1373"/>
          <w:tab w:val="left" w:pos="2259"/>
          <w:tab w:val="left" w:pos="8966"/>
          <w:tab w:val="left" w:pos="9841"/>
        </w:tabs>
        <w:spacing w:before="114"/>
        <w:ind w:left="385"/>
        <w:rPr>
          <w:lang w:val="it-IT"/>
        </w:rPr>
      </w:pPr>
      <w:r w:rsidRPr="006A2477">
        <w:rPr>
          <w:lang w:val="it-IT"/>
        </w:rPr>
        <w:t>iscritto/a</w:t>
      </w:r>
      <w:r w:rsidRPr="006A2477">
        <w:rPr>
          <w:lang w:val="it-IT"/>
        </w:rPr>
        <w:tab/>
        <w:t>all’Albo</w:t>
      </w:r>
      <w:r w:rsidRPr="006A2477">
        <w:rPr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della</w:t>
      </w:r>
      <w:r w:rsidRPr="006A2477">
        <w:rPr>
          <w:lang w:val="it-IT"/>
        </w:rPr>
        <w:tab/>
        <w:t>prov.</w:t>
      </w:r>
    </w:p>
    <w:p w14:paraId="2F015177" w14:textId="77777777" w:rsidR="009E3180" w:rsidRPr="006A2477" w:rsidRDefault="00FF489E">
      <w:pPr>
        <w:tabs>
          <w:tab w:val="left" w:pos="2539"/>
          <w:tab w:val="left" w:pos="3828"/>
        </w:tabs>
        <w:spacing w:before="116"/>
        <w:ind w:left="385"/>
        <w:rPr>
          <w:i/>
          <w:sz w:val="20"/>
          <w:lang w:val="it-IT"/>
        </w:rPr>
      </w:pPr>
      <w:r w:rsidRPr="006A2477">
        <w:rPr>
          <w:sz w:val="20"/>
          <w:lang w:val="it-IT"/>
        </w:rPr>
        <w:t>di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 xml:space="preserve">, </w:t>
      </w:r>
      <w:r w:rsidRPr="006A2477">
        <w:rPr>
          <w:spacing w:val="8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n.</w:t>
      </w:r>
      <w:r w:rsidRPr="006A2477">
        <w:rPr>
          <w:sz w:val="20"/>
          <w:u w:val="single"/>
          <w:lang w:val="it-IT"/>
        </w:rPr>
        <w:tab/>
      </w:r>
      <w:r w:rsidRPr="006A2477">
        <w:rPr>
          <w:i/>
          <w:sz w:val="20"/>
          <w:lang w:val="it-IT"/>
        </w:rPr>
        <w:t xml:space="preserve">(indicare  ordine  o  collegio  professionale,  provincia  e  n°  </w:t>
      </w:r>
      <w:r w:rsidRPr="006A2477">
        <w:rPr>
          <w:i/>
          <w:spacing w:val="16"/>
          <w:sz w:val="20"/>
          <w:lang w:val="it-IT"/>
        </w:rPr>
        <w:t xml:space="preserve"> </w:t>
      </w:r>
      <w:r w:rsidRPr="006A2477">
        <w:rPr>
          <w:i/>
          <w:sz w:val="20"/>
          <w:lang w:val="it-IT"/>
        </w:rPr>
        <w:t>matricola),</w:t>
      </w:r>
    </w:p>
    <w:p w14:paraId="609F2180" w14:textId="77777777" w:rsidR="009E3180" w:rsidRPr="006A2477" w:rsidRDefault="00FF489E">
      <w:pPr>
        <w:tabs>
          <w:tab w:val="left" w:pos="7224"/>
        </w:tabs>
        <w:spacing w:before="114"/>
        <w:ind w:left="385"/>
        <w:rPr>
          <w:i/>
          <w:sz w:val="18"/>
          <w:lang w:val="it-IT"/>
        </w:rPr>
      </w:pPr>
      <w:r w:rsidRPr="006A2477">
        <w:rPr>
          <w:sz w:val="20"/>
          <w:lang w:val="it-IT"/>
        </w:rPr>
        <w:t>incaricato/a</w:t>
      </w:r>
      <w:r w:rsidRPr="006A2477">
        <w:rPr>
          <w:spacing w:val="-1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da</w:t>
      </w:r>
      <w:r w:rsidRPr="006A2477">
        <w:rPr>
          <w:sz w:val="20"/>
          <w:u w:val="single"/>
          <w:lang w:val="it-IT"/>
        </w:rPr>
        <w:tab/>
      </w:r>
      <w:r w:rsidRPr="006A2477">
        <w:rPr>
          <w:i/>
          <w:sz w:val="18"/>
          <w:lang w:val="it-IT"/>
        </w:rPr>
        <w:t>(nome e cognome del</w:t>
      </w:r>
      <w:r w:rsidRPr="006A2477">
        <w:rPr>
          <w:i/>
          <w:spacing w:val="-3"/>
          <w:sz w:val="18"/>
          <w:lang w:val="it-IT"/>
        </w:rPr>
        <w:t xml:space="preserve"> </w:t>
      </w:r>
      <w:r w:rsidRPr="006A2477">
        <w:rPr>
          <w:i/>
          <w:sz w:val="18"/>
          <w:lang w:val="it-IT"/>
        </w:rPr>
        <w:t>committe</w:t>
      </w:r>
      <w:r w:rsidRPr="006A2477">
        <w:rPr>
          <w:i/>
          <w:sz w:val="18"/>
          <w:lang w:val="it-IT"/>
        </w:rPr>
        <w:t>nte)</w:t>
      </w:r>
    </w:p>
    <w:p w14:paraId="53D516D5" w14:textId="77777777" w:rsidR="009E3180" w:rsidRPr="006A2477" w:rsidRDefault="009E3180">
      <w:pPr>
        <w:pStyle w:val="Corpotesto"/>
        <w:spacing w:before="7"/>
        <w:rPr>
          <w:i/>
          <w:sz w:val="11"/>
          <w:lang w:val="it-IT"/>
        </w:rPr>
      </w:pPr>
    </w:p>
    <w:p w14:paraId="312AFE97" w14:textId="77777777" w:rsidR="009E3180" w:rsidRPr="006A2477" w:rsidRDefault="00FF489E">
      <w:pPr>
        <w:pStyle w:val="Paragrafoelenco"/>
        <w:numPr>
          <w:ilvl w:val="1"/>
          <w:numId w:val="12"/>
        </w:numPr>
        <w:tabs>
          <w:tab w:val="left" w:pos="1051"/>
          <w:tab w:val="left" w:pos="1052"/>
        </w:tabs>
        <w:spacing w:before="94"/>
        <w:rPr>
          <w:sz w:val="20"/>
          <w:lang w:val="it-IT"/>
        </w:rPr>
      </w:pPr>
      <w:r w:rsidRPr="006A2477">
        <w:rPr>
          <w:sz w:val="20"/>
          <w:lang w:val="it-IT"/>
        </w:rPr>
        <w:t>Proprietario/terzo</w:t>
      </w:r>
    </w:p>
    <w:p w14:paraId="5975AA97" w14:textId="77777777" w:rsidR="009E3180" w:rsidRPr="006A2477" w:rsidRDefault="00FF489E">
      <w:pPr>
        <w:pStyle w:val="Paragrafoelenco"/>
        <w:numPr>
          <w:ilvl w:val="1"/>
          <w:numId w:val="12"/>
        </w:numPr>
        <w:tabs>
          <w:tab w:val="left" w:pos="1051"/>
          <w:tab w:val="left" w:pos="1052"/>
        </w:tabs>
        <w:spacing w:before="131"/>
        <w:rPr>
          <w:sz w:val="20"/>
          <w:lang w:val="it-IT"/>
        </w:rPr>
      </w:pPr>
      <w:r w:rsidRPr="006A2477">
        <w:rPr>
          <w:sz w:val="20"/>
          <w:lang w:val="it-IT"/>
        </w:rPr>
        <w:t>amministratore</w:t>
      </w:r>
      <w:r w:rsidRPr="006A2477">
        <w:rPr>
          <w:spacing w:val="-1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condominiale</w:t>
      </w:r>
    </w:p>
    <w:p w14:paraId="121E447D" w14:textId="29E3FF5C" w:rsidR="009E3180" w:rsidRPr="006A2477" w:rsidRDefault="00FF489E">
      <w:pPr>
        <w:pStyle w:val="Paragrafoelenco"/>
        <w:numPr>
          <w:ilvl w:val="1"/>
          <w:numId w:val="12"/>
        </w:numPr>
        <w:tabs>
          <w:tab w:val="left" w:pos="1051"/>
          <w:tab w:val="left" w:pos="1052"/>
        </w:tabs>
        <w:spacing w:before="94"/>
        <w:rPr>
          <w:sz w:val="20"/>
          <w:lang w:val="it-IT"/>
        </w:rPr>
      </w:pPr>
      <w:r w:rsidRPr="006A2477">
        <w:rPr>
          <w:sz w:val="20"/>
          <w:lang w:val="it-IT"/>
        </w:rPr>
        <w:t>condomino</w:t>
      </w:r>
      <w:r w:rsidRPr="006A2477">
        <w:rPr>
          <w:spacing w:val="-9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delegato</w:t>
      </w:r>
    </w:p>
    <w:p w14:paraId="71CAA342" w14:textId="77777777" w:rsidR="009E3180" w:rsidRPr="006A2477" w:rsidRDefault="00FF489E">
      <w:pPr>
        <w:pStyle w:val="Corpotesto"/>
        <w:tabs>
          <w:tab w:val="left" w:pos="9759"/>
        </w:tabs>
        <w:spacing w:before="169" w:line="360" w:lineRule="auto"/>
        <w:ind w:left="385" w:right="465"/>
        <w:rPr>
          <w:lang w:val="it-IT"/>
        </w:rPr>
      </w:pPr>
      <w:r w:rsidRPr="006A2477">
        <w:rPr>
          <w:lang w:val="it-IT"/>
        </w:rPr>
        <w:t>di redigere una perizia asseverata relativa all'immobile di seguito identificato per i danni connessi all'evento calamitoso</w:t>
      </w:r>
      <w:r w:rsidRPr="006A2477">
        <w:rPr>
          <w:spacing w:val="-5"/>
          <w:lang w:val="it-IT"/>
        </w:rPr>
        <w:t xml:space="preserve"> </w:t>
      </w:r>
      <w:r w:rsidRPr="006A2477">
        <w:rPr>
          <w:lang w:val="it-IT"/>
        </w:rPr>
        <w:t>del</w:t>
      </w:r>
      <w:r w:rsidRPr="006A2477">
        <w:rPr>
          <w:spacing w:val="-1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05E6102B" w14:textId="77777777" w:rsidR="009E3180" w:rsidRPr="006A2477" w:rsidRDefault="00FF489E">
      <w:pPr>
        <w:spacing w:before="174"/>
        <w:ind w:left="314" w:right="240"/>
        <w:jc w:val="both"/>
        <w:rPr>
          <w:b/>
          <w:sz w:val="21"/>
          <w:lang w:val="it-IT"/>
        </w:rPr>
      </w:pPr>
      <w:bookmarkStart w:id="3" w:name="Ai_sensi_e_per_gli_effetti_di_cui_agli_a"/>
      <w:bookmarkEnd w:id="3"/>
      <w:r w:rsidRPr="006A2477">
        <w:rPr>
          <w:b/>
          <w:sz w:val="21"/>
          <w:lang w:val="it-IT"/>
        </w:rPr>
        <w:t xml:space="preserve">Ai sensi e per gli effetti di cui agli articoli 46 e </w:t>
      </w:r>
      <w:r w:rsidRPr="006A2477">
        <w:rPr>
          <w:b/>
          <w:sz w:val="21"/>
          <w:lang w:val="it-IT"/>
        </w:rPr>
        <w:t>47 del D.P.R. n° 445 del 28 dicembre 2000, e consapevole delle conseguenze previste agli artt. 75 e 76 di tale D.P.R., per chi attesta il falso, sotto la propria</w:t>
      </w:r>
      <w:r w:rsidRPr="006A2477">
        <w:rPr>
          <w:b/>
          <w:spacing w:val="-19"/>
          <w:sz w:val="21"/>
          <w:lang w:val="it-IT"/>
        </w:rPr>
        <w:t xml:space="preserve"> </w:t>
      </w:r>
      <w:r w:rsidRPr="006A2477">
        <w:rPr>
          <w:b/>
          <w:sz w:val="21"/>
          <w:lang w:val="it-IT"/>
        </w:rPr>
        <w:t>responsabilità</w:t>
      </w:r>
    </w:p>
    <w:p w14:paraId="6606F864" w14:textId="77777777" w:rsidR="009E3180" w:rsidRPr="006A2477" w:rsidRDefault="009E3180">
      <w:pPr>
        <w:pStyle w:val="Corpotesto"/>
        <w:spacing w:before="3"/>
        <w:rPr>
          <w:b/>
          <w:sz w:val="21"/>
          <w:lang w:val="it-IT"/>
        </w:rPr>
      </w:pPr>
    </w:p>
    <w:p w14:paraId="34740C11" w14:textId="77777777" w:rsidR="009E3180" w:rsidRPr="006A2477" w:rsidRDefault="00FF489E">
      <w:pPr>
        <w:ind w:left="2718"/>
        <w:rPr>
          <w:b/>
          <w:sz w:val="26"/>
          <w:lang w:val="it-IT"/>
        </w:rPr>
      </w:pPr>
      <w:r w:rsidRPr="006A2477">
        <w:rPr>
          <w:b/>
          <w:sz w:val="26"/>
          <w:lang w:val="it-IT"/>
        </w:rPr>
        <w:t>DICHIARA E ATTESTA QUANTO SEGUE</w:t>
      </w:r>
    </w:p>
    <w:p w14:paraId="62FFA5B1" w14:textId="77777777" w:rsidR="009E3180" w:rsidRPr="006A2477" w:rsidRDefault="009E3180">
      <w:pPr>
        <w:pStyle w:val="Corpotesto"/>
        <w:spacing w:before="9"/>
        <w:rPr>
          <w:b/>
          <w:sz w:val="24"/>
          <w:lang w:val="it-IT"/>
        </w:rPr>
      </w:pPr>
    </w:p>
    <w:p w14:paraId="04845604" w14:textId="77777777" w:rsidR="009E3180" w:rsidRPr="006A2477" w:rsidRDefault="00FF489E">
      <w:pPr>
        <w:pStyle w:val="Titolo1"/>
        <w:numPr>
          <w:ilvl w:val="0"/>
          <w:numId w:val="12"/>
        </w:numPr>
        <w:tabs>
          <w:tab w:val="left" w:pos="360"/>
        </w:tabs>
        <w:spacing w:before="1"/>
        <w:rPr>
          <w:lang w:val="it-IT"/>
        </w:rPr>
      </w:pPr>
      <w:bookmarkStart w:id="4" w:name="2)_NESSO_DI_CAUSALITA'_TRA_EVENTO_CALAMI"/>
      <w:bookmarkEnd w:id="4"/>
      <w:r w:rsidRPr="006A2477">
        <w:rPr>
          <w:u w:val="single"/>
          <w:lang w:val="it-IT"/>
        </w:rPr>
        <w:t>NESSO DI CAUSALITA' TRA EVENTO CALAMITOSO E D</w:t>
      </w:r>
      <w:r w:rsidRPr="006A2477">
        <w:rPr>
          <w:u w:val="single"/>
          <w:lang w:val="it-IT"/>
        </w:rPr>
        <w:t>ANNO SUBITO</w:t>
      </w:r>
      <w:r w:rsidRPr="006A2477">
        <w:rPr>
          <w:spacing w:val="-24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DALL'IMMOBILE</w:t>
      </w:r>
    </w:p>
    <w:p w14:paraId="63E47B58" w14:textId="77777777" w:rsidR="009E3180" w:rsidRPr="006A2477" w:rsidRDefault="009E3180">
      <w:pPr>
        <w:pStyle w:val="Corpotesto"/>
        <w:spacing w:before="1"/>
        <w:rPr>
          <w:b/>
          <w:sz w:val="13"/>
          <w:lang w:val="it-IT"/>
        </w:rPr>
      </w:pPr>
    </w:p>
    <w:p w14:paraId="4F5CB908" w14:textId="7B5375E4" w:rsidR="009E3180" w:rsidRPr="006A2477" w:rsidRDefault="00FF489E">
      <w:pPr>
        <w:pStyle w:val="Paragrafoelenco"/>
        <w:numPr>
          <w:ilvl w:val="0"/>
          <w:numId w:val="11"/>
        </w:numPr>
        <w:tabs>
          <w:tab w:val="left" w:pos="572"/>
          <w:tab w:val="left" w:pos="4863"/>
        </w:tabs>
        <w:spacing w:before="94"/>
        <w:ind w:right="239" w:firstLine="0"/>
        <w:jc w:val="both"/>
        <w:rPr>
          <w:sz w:val="20"/>
          <w:lang w:val="it-IT"/>
        </w:rPr>
      </w:pPr>
      <w:r w:rsidRPr="006A2477">
        <w:rPr>
          <w:b/>
          <w:sz w:val="20"/>
          <w:lang w:val="it-IT"/>
        </w:rPr>
        <w:t>di  avere  eseguito</w:t>
      </w:r>
      <w:r w:rsidRPr="006A2477">
        <w:rPr>
          <w:b/>
          <w:spacing w:val="-16"/>
          <w:sz w:val="20"/>
          <w:lang w:val="it-IT"/>
        </w:rPr>
        <w:t xml:space="preserve"> </w:t>
      </w:r>
      <w:r w:rsidRPr="006A2477">
        <w:rPr>
          <w:bCs/>
          <w:sz w:val="20"/>
          <w:lang w:val="it-IT"/>
        </w:rPr>
        <w:t>i</w:t>
      </w:r>
      <w:r w:rsidRPr="006A2477">
        <w:rPr>
          <w:sz w:val="20"/>
          <w:lang w:val="it-IT"/>
        </w:rPr>
        <w:t>n</w:t>
      </w:r>
      <w:r w:rsidRPr="006A2477">
        <w:rPr>
          <w:spacing w:val="3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data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, d'intesa con il committente, un sopralluogo</w:t>
      </w:r>
      <w:r w:rsidRPr="006A2477">
        <w:rPr>
          <w:spacing w:val="30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nell'immobile danneggiato allo scopo di constatare e valutare lo stato dei danni conseguenti all'evento, come descritti nel successivo paragrafo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4</w:t>
      </w:r>
    </w:p>
    <w:p w14:paraId="33334E7C" w14:textId="77777777" w:rsidR="009E3180" w:rsidRPr="006A2477" w:rsidRDefault="00FF489E">
      <w:pPr>
        <w:pStyle w:val="Titolo4"/>
        <w:numPr>
          <w:ilvl w:val="0"/>
          <w:numId w:val="11"/>
        </w:numPr>
        <w:tabs>
          <w:tab w:val="left" w:pos="572"/>
        </w:tabs>
        <w:spacing w:before="96"/>
        <w:ind w:left="572"/>
        <w:jc w:val="both"/>
        <w:rPr>
          <w:lang w:val="it-IT"/>
        </w:rPr>
      </w:pPr>
      <w:r w:rsidRPr="006A2477">
        <w:rPr>
          <w:lang w:val="it-IT"/>
        </w:rPr>
        <w:t>che</w:t>
      </w:r>
    </w:p>
    <w:p w14:paraId="5256B813" w14:textId="77777777" w:rsidR="009E3180" w:rsidRPr="006A2477" w:rsidRDefault="00FF489E">
      <w:pPr>
        <w:pStyle w:val="Paragrafoelenco"/>
        <w:numPr>
          <w:ilvl w:val="1"/>
          <w:numId w:val="11"/>
        </w:numPr>
        <w:tabs>
          <w:tab w:val="left" w:pos="1609"/>
          <w:tab w:val="left" w:pos="1610"/>
          <w:tab w:val="left" w:pos="6265"/>
          <w:tab w:val="left" w:pos="6843"/>
        </w:tabs>
        <w:spacing w:before="113"/>
        <w:rPr>
          <w:sz w:val="20"/>
          <w:lang w:val="it-IT"/>
        </w:rPr>
      </w:pPr>
      <w:r w:rsidRPr="006A2477">
        <w:rPr>
          <w:sz w:val="20"/>
          <w:lang w:val="it-IT"/>
        </w:rPr>
        <w:t>sussiste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></w:t>
      </w:r>
      <w:r w:rsidRPr="006A2477">
        <w:rPr>
          <w:sz w:val="20"/>
          <w:lang w:val="it-IT"/>
        </w:rPr>
        <w:tab/>
        <w:t>non</w:t>
      </w:r>
      <w:r w:rsidRPr="006A2477">
        <w:rPr>
          <w:spacing w:val="-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sussiste</w:t>
      </w:r>
    </w:p>
    <w:p w14:paraId="63E08040" w14:textId="77777777" w:rsidR="009E3180" w:rsidRPr="006A2477" w:rsidRDefault="00FF489E">
      <w:pPr>
        <w:pStyle w:val="Corpotesto"/>
        <w:tabs>
          <w:tab w:val="left" w:pos="7411"/>
        </w:tabs>
        <w:spacing w:before="112" w:line="242" w:lineRule="auto"/>
        <w:ind w:left="360" w:right="239" w:firstLine="26"/>
        <w:rPr>
          <w:lang w:val="it-IT"/>
        </w:rPr>
      </w:pPr>
      <w:r w:rsidRPr="006A2477">
        <w:rPr>
          <w:lang w:val="it-IT"/>
        </w:rPr>
        <w:t xml:space="preserve">il  nesso  di  causalità  tra  l'evento   </w:t>
      </w:r>
      <w:r w:rsidRPr="006A2477">
        <w:rPr>
          <w:spacing w:val="7"/>
          <w:lang w:val="it-IT"/>
        </w:rPr>
        <w:t xml:space="preserve"> </w:t>
      </w:r>
      <w:r w:rsidRPr="006A2477">
        <w:rPr>
          <w:lang w:val="it-IT"/>
        </w:rPr>
        <w:t xml:space="preserve">calamitoso </w:t>
      </w:r>
      <w:r w:rsidRPr="006A2477">
        <w:rPr>
          <w:spacing w:val="18"/>
          <w:lang w:val="it-IT"/>
        </w:rPr>
        <w:t xml:space="preserve"> </w:t>
      </w:r>
      <w:r w:rsidRPr="006A2477">
        <w:rPr>
          <w:lang w:val="it-IT"/>
        </w:rPr>
        <w:t>del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e  i  danni</w:t>
      </w:r>
      <w:r w:rsidRPr="006A2477">
        <w:rPr>
          <w:spacing w:val="37"/>
          <w:lang w:val="it-IT"/>
        </w:rPr>
        <w:t xml:space="preserve"> </w:t>
      </w:r>
      <w:r w:rsidRPr="006A2477">
        <w:rPr>
          <w:lang w:val="it-IT"/>
        </w:rPr>
        <w:t xml:space="preserve">subiti  </w:t>
      </w:r>
      <w:r w:rsidRPr="006A2477">
        <w:rPr>
          <w:spacing w:val="15"/>
          <w:lang w:val="it-IT"/>
        </w:rPr>
        <w:t xml:space="preserve"> </w:t>
      </w:r>
      <w:r w:rsidRPr="006A2477">
        <w:rPr>
          <w:lang w:val="it-IT"/>
        </w:rPr>
        <w:t>dall'immobile di cui alla presente</w:t>
      </w:r>
      <w:r w:rsidRPr="006A2477">
        <w:rPr>
          <w:spacing w:val="-1"/>
          <w:lang w:val="it-IT"/>
        </w:rPr>
        <w:t xml:space="preserve"> </w:t>
      </w:r>
      <w:r w:rsidRPr="006A2477">
        <w:rPr>
          <w:lang w:val="it-IT"/>
        </w:rPr>
        <w:t>perizia;</w:t>
      </w:r>
    </w:p>
    <w:p w14:paraId="36A4FECD" w14:textId="77777777" w:rsidR="009E3180" w:rsidRPr="006A2477" w:rsidRDefault="009E3180">
      <w:pPr>
        <w:pStyle w:val="Corpotesto"/>
        <w:spacing w:before="9"/>
        <w:rPr>
          <w:sz w:val="29"/>
          <w:lang w:val="it-IT"/>
        </w:rPr>
      </w:pPr>
    </w:p>
    <w:p w14:paraId="72CFD95C" w14:textId="77777777" w:rsidR="009E3180" w:rsidRPr="006A2477" w:rsidRDefault="00FF489E">
      <w:pPr>
        <w:pStyle w:val="Titolo1"/>
        <w:numPr>
          <w:ilvl w:val="0"/>
          <w:numId w:val="12"/>
        </w:numPr>
        <w:tabs>
          <w:tab w:val="left" w:pos="360"/>
        </w:tabs>
        <w:spacing w:before="0"/>
        <w:rPr>
          <w:lang w:val="it-IT"/>
        </w:rPr>
      </w:pPr>
      <w:bookmarkStart w:id="5" w:name="3)_IDENTIFICAZIONE_DELL'IMMOBILE_DANNEGG"/>
      <w:bookmarkEnd w:id="5"/>
      <w:r w:rsidRPr="006A2477">
        <w:rPr>
          <w:u w:val="single"/>
          <w:lang w:val="it-IT"/>
        </w:rPr>
        <w:t>IDENTIFICAZIONE DELL'IMMOBILE</w:t>
      </w:r>
      <w:r w:rsidRPr="006A2477">
        <w:rPr>
          <w:spacing w:val="15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DANNEGGIATO</w:t>
      </w:r>
    </w:p>
    <w:p w14:paraId="2AD284ED" w14:textId="77777777" w:rsidR="009E3180" w:rsidRPr="006A2477" w:rsidRDefault="009E3180">
      <w:pPr>
        <w:pStyle w:val="Corpotesto"/>
        <w:spacing w:before="9"/>
        <w:rPr>
          <w:b/>
          <w:lang w:val="it-IT"/>
        </w:rPr>
      </w:pPr>
    </w:p>
    <w:p w14:paraId="69423E27" w14:textId="77777777" w:rsidR="009E3180" w:rsidRPr="006A2477" w:rsidRDefault="00FF489E">
      <w:pPr>
        <w:pStyle w:val="Paragrafoelenco"/>
        <w:numPr>
          <w:ilvl w:val="1"/>
          <w:numId w:val="10"/>
        </w:numPr>
        <w:tabs>
          <w:tab w:val="left" w:pos="670"/>
        </w:tabs>
        <w:spacing w:before="93"/>
        <w:rPr>
          <w:b/>
          <w:lang w:val="it-IT"/>
        </w:rPr>
      </w:pPr>
      <w:r w:rsidRPr="006A2477">
        <w:rPr>
          <w:b/>
          <w:u w:val="single"/>
          <w:lang w:val="it-IT"/>
        </w:rPr>
        <w:t>INDIRIZZO E DATI CATASTALI</w:t>
      </w:r>
      <w:r w:rsidRPr="006A2477">
        <w:rPr>
          <w:b/>
          <w:spacing w:val="-16"/>
          <w:u w:val="single"/>
          <w:lang w:val="it-IT"/>
        </w:rPr>
        <w:t xml:space="preserve"> </w:t>
      </w:r>
      <w:r w:rsidRPr="006A2477">
        <w:rPr>
          <w:b/>
          <w:u w:val="single"/>
          <w:lang w:val="it-IT"/>
        </w:rPr>
        <w:t>DELL'IMMOBILE</w:t>
      </w:r>
    </w:p>
    <w:p w14:paraId="2D575801" w14:textId="77777777" w:rsidR="009E3180" w:rsidRPr="006A2477" w:rsidRDefault="009E3180">
      <w:pPr>
        <w:pStyle w:val="Corpotesto"/>
        <w:spacing w:before="6"/>
        <w:rPr>
          <w:b/>
          <w:sz w:val="13"/>
          <w:lang w:val="it-IT"/>
        </w:rPr>
      </w:pPr>
    </w:p>
    <w:p w14:paraId="0AD7DF2E" w14:textId="26837288" w:rsidR="009E3180" w:rsidRPr="0026336C" w:rsidRDefault="00FF489E" w:rsidP="0026336C">
      <w:pPr>
        <w:pStyle w:val="Paragrafoelenco"/>
        <w:numPr>
          <w:ilvl w:val="2"/>
          <w:numId w:val="10"/>
        </w:numPr>
        <w:tabs>
          <w:tab w:val="left" w:pos="1258"/>
        </w:tabs>
        <w:spacing w:before="94"/>
        <w:rPr>
          <w:sz w:val="20"/>
          <w:lang w:val="it-IT"/>
        </w:rPr>
      </w:pPr>
      <w:r w:rsidRPr="0026336C">
        <w:rPr>
          <w:sz w:val="20"/>
          <w:lang w:val="it-IT"/>
        </w:rPr>
        <w:t>l’abitazione</w:t>
      </w:r>
    </w:p>
    <w:p w14:paraId="16999FC3" w14:textId="77777777" w:rsidR="009E3180" w:rsidRPr="006A2477" w:rsidRDefault="00FF489E">
      <w:pPr>
        <w:pStyle w:val="Paragrafoelenco"/>
        <w:numPr>
          <w:ilvl w:val="2"/>
          <w:numId w:val="10"/>
        </w:numPr>
        <w:tabs>
          <w:tab w:val="left" w:pos="1258"/>
        </w:tabs>
        <w:spacing w:before="122"/>
        <w:rPr>
          <w:sz w:val="20"/>
          <w:lang w:val="it-IT"/>
        </w:rPr>
      </w:pPr>
      <w:r w:rsidRPr="006A2477">
        <w:rPr>
          <w:sz w:val="20"/>
          <w:lang w:val="it-IT"/>
        </w:rPr>
        <w:t>l’edificio</w:t>
      </w:r>
      <w:r w:rsidRPr="006A2477">
        <w:rPr>
          <w:spacing w:val="-1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residenziale</w:t>
      </w:r>
    </w:p>
    <w:p w14:paraId="0E3C5296" w14:textId="16775CFF" w:rsidR="00F02A45" w:rsidRPr="00F02A45" w:rsidRDefault="00FF489E" w:rsidP="00F02A45">
      <w:pPr>
        <w:pStyle w:val="Paragrafoelenco"/>
        <w:numPr>
          <w:ilvl w:val="0"/>
          <w:numId w:val="9"/>
        </w:numPr>
        <w:tabs>
          <w:tab w:val="left" w:pos="316"/>
          <w:tab w:val="left" w:pos="2443"/>
          <w:tab w:val="left" w:pos="5806"/>
          <w:tab w:val="left" w:pos="7486"/>
          <w:tab w:val="left" w:pos="8222"/>
          <w:tab w:val="left" w:pos="8987"/>
          <w:tab w:val="left" w:pos="9923"/>
        </w:tabs>
        <w:spacing w:before="79" w:line="360" w:lineRule="auto"/>
        <w:ind w:right="101" w:firstLine="0"/>
        <w:jc w:val="both"/>
        <w:rPr>
          <w:lang w:val="it-IT"/>
        </w:rPr>
      </w:pPr>
      <w:r w:rsidRPr="00F02A45">
        <w:rPr>
          <w:i/>
          <w:sz w:val="18"/>
          <w:lang w:val="it-IT"/>
        </w:rPr>
        <w:t>una abitazione: villetta indipendente, villetta a schiera, appartamento collocato all'interno di un condominio o di un aggregato strutturale. b) parti comuni di un condominio o aggregato strutturale, ...</w:t>
      </w:r>
      <w:r w:rsidRPr="00F02A45">
        <w:rPr>
          <w:i/>
          <w:spacing w:val="-21"/>
          <w:sz w:val="18"/>
          <w:lang w:val="it-IT"/>
        </w:rPr>
        <w:t xml:space="preserve"> </w:t>
      </w:r>
      <w:r w:rsidRPr="00F02A45">
        <w:rPr>
          <w:i/>
          <w:sz w:val="18"/>
          <w:lang w:val="it-IT"/>
        </w:rPr>
        <w:t>)</w:t>
      </w:r>
    </w:p>
    <w:p w14:paraId="20145B04" w14:textId="0B0D09C4" w:rsidR="004E0A66" w:rsidRPr="00D12911" w:rsidRDefault="004E0A66" w:rsidP="00F02A45">
      <w:pPr>
        <w:pStyle w:val="Corpotesto"/>
        <w:tabs>
          <w:tab w:val="left" w:pos="2443"/>
          <w:tab w:val="left" w:pos="5806"/>
          <w:tab w:val="left" w:pos="7486"/>
          <w:tab w:val="left" w:pos="8222"/>
          <w:tab w:val="left" w:pos="8987"/>
          <w:tab w:val="left" w:pos="9923"/>
        </w:tabs>
        <w:spacing w:before="79" w:line="360" w:lineRule="auto"/>
        <w:ind w:right="101"/>
        <w:jc w:val="both"/>
        <w:rPr>
          <w:w w:val="36"/>
          <w:u w:val="single"/>
          <w:lang w:val="it-IT"/>
        </w:rPr>
      </w:pPr>
      <w:r w:rsidRPr="006A2477">
        <w:rPr>
          <w:lang w:val="it-IT"/>
        </w:rPr>
        <w:t xml:space="preserve">è   situato  </w:t>
      </w:r>
      <w:r w:rsidRPr="006A2477">
        <w:rPr>
          <w:spacing w:val="13"/>
          <w:lang w:val="it-IT"/>
        </w:rPr>
        <w:t xml:space="preserve"> </w:t>
      </w:r>
      <w:r w:rsidRPr="006A2477">
        <w:rPr>
          <w:lang w:val="it-IT"/>
        </w:rPr>
        <w:t xml:space="preserve">in  </w:t>
      </w:r>
      <w:r w:rsidRPr="006A2477">
        <w:rPr>
          <w:spacing w:val="30"/>
          <w:lang w:val="it-IT"/>
        </w:rPr>
        <w:t xml:space="preserve"> </w:t>
      </w:r>
      <w:r w:rsidRPr="006A2477">
        <w:rPr>
          <w:lang w:val="it-IT"/>
        </w:rPr>
        <w:t>Via/Piazza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n°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 nel</w:t>
      </w:r>
      <w:r w:rsidRPr="006A2477">
        <w:rPr>
          <w:spacing w:val="21"/>
          <w:lang w:val="it-IT"/>
        </w:rPr>
        <w:t xml:space="preserve"> </w:t>
      </w:r>
      <w:r w:rsidRPr="006A2477">
        <w:rPr>
          <w:lang w:val="it-IT"/>
        </w:rPr>
        <w:t>Comune</w:t>
      </w:r>
      <w:r w:rsidRPr="006A2477">
        <w:rPr>
          <w:spacing w:val="31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</w:t>
      </w:r>
      <w:r w:rsidRPr="006A2477">
        <w:rPr>
          <w:spacing w:val="19"/>
          <w:lang w:val="it-IT"/>
        </w:rPr>
        <w:t xml:space="preserve"> </w:t>
      </w:r>
      <w:r w:rsidRPr="006A2477">
        <w:rPr>
          <w:lang w:val="it-IT"/>
        </w:rPr>
        <w:t>prov.</w:t>
      </w:r>
      <w:r w:rsidRPr="006A2477">
        <w:rPr>
          <w:spacing w:val="20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 ed è identificata/o con i seguenti dati</w:t>
      </w:r>
      <w:r w:rsidRPr="006A2477">
        <w:rPr>
          <w:spacing w:val="19"/>
          <w:lang w:val="it-IT"/>
        </w:rPr>
        <w:t xml:space="preserve"> </w:t>
      </w:r>
      <w:r w:rsidRPr="006A2477">
        <w:rPr>
          <w:lang w:val="it-IT"/>
        </w:rPr>
        <w:t>catastali:</w:t>
      </w:r>
      <w:r w:rsidRPr="006A2477">
        <w:rPr>
          <w:spacing w:val="4"/>
          <w:lang w:val="it-IT"/>
        </w:rPr>
        <w:t xml:space="preserve"> </w:t>
      </w:r>
      <w:r w:rsidRPr="006A2477">
        <w:rPr>
          <w:lang w:val="it-IT"/>
        </w:rPr>
        <w:t>Foglio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Mappale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Subalterno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Categoria catastale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intestazione</w:t>
      </w:r>
      <w:r w:rsidRPr="006A2477">
        <w:rPr>
          <w:spacing w:val="-6"/>
          <w:lang w:val="it-IT"/>
        </w:rPr>
        <w:t xml:space="preserve"> </w:t>
      </w:r>
      <w:r w:rsidRPr="006A2477">
        <w:rPr>
          <w:lang w:val="it-IT"/>
        </w:rPr>
        <w:t>catastale</w:t>
      </w:r>
      <w:r w:rsidRPr="006A2477">
        <w:rPr>
          <w:spacing w:val="2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w w:val="36"/>
          <w:u w:val="single"/>
          <w:lang w:val="it-IT"/>
        </w:rPr>
        <w:t xml:space="preserve"> </w:t>
      </w:r>
    </w:p>
    <w:p w14:paraId="5AA03DF4" w14:textId="77777777" w:rsidR="009E3180" w:rsidRDefault="009E3180">
      <w:pPr>
        <w:spacing w:line="360" w:lineRule="auto"/>
        <w:jc w:val="both"/>
        <w:rPr>
          <w:lang w:val="it-IT"/>
        </w:rPr>
      </w:pPr>
    </w:p>
    <w:p w14:paraId="7C03F373" w14:textId="77777777" w:rsidR="00F02A45" w:rsidRPr="00F02A45" w:rsidRDefault="00F02A45" w:rsidP="00F02A45">
      <w:pPr>
        <w:spacing w:line="360" w:lineRule="auto"/>
        <w:jc w:val="both"/>
        <w:rPr>
          <w:sz w:val="20"/>
          <w:szCs w:val="20"/>
          <w:lang w:val="it-IT"/>
        </w:rPr>
      </w:pPr>
      <w:r w:rsidRPr="00F02A45">
        <w:rPr>
          <w:sz w:val="20"/>
          <w:szCs w:val="20"/>
          <w:lang w:val="it-IT"/>
        </w:rPr>
        <w:t>Nel caso di edificio residenziale, riportare i dati catastali nella tabella sottostante: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4"/>
      </w:tblGrid>
      <w:tr w:rsidR="00F02A45" w14:paraId="2F5EADB7" w14:textId="77777777" w:rsidTr="00E31043">
        <w:tc>
          <w:tcPr>
            <w:tcW w:w="2084" w:type="dxa"/>
          </w:tcPr>
          <w:p w14:paraId="3E9F8E38" w14:textId="77777777" w:rsidR="00F02A45" w:rsidRPr="00D12911" w:rsidRDefault="00F02A45" w:rsidP="00E3104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2911">
              <w:rPr>
                <w:sz w:val="18"/>
                <w:szCs w:val="18"/>
                <w:lang w:val="it-IT"/>
              </w:rPr>
              <w:t>foglio</w:t>
            </w:r>
          </w:p>
        </w:tc>
        <w:tc>
          <w:tcPr>
            <w:tcW w:w="2084" w:type="dxa"/>
          </w:tcPr>
          <w:p w14:paraId="0A1FD589" w14:textId="77777777" w:rsidR="00F02A45" w:rsidRPr="00D12911" w:rsidRDefault="00F02A45" w:rsidP="00E3104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2911">
              <w:rPr>
                <w:sz w:val="18"/>
                <w:szCs w:val="18"/>
                <w:lang w:val="it-IT"/>
              </w:rPr>
              <w:t>mappale</w:t>
            </w:r>
          </w:p>
        </w:tc>
        <w:tc>
          <w:tcPr>
            <w:tcW w:w="2084" w:type="dxa"/>
          </w:tcPr>
          <w:p w14:paraId="024F9E6C" w14:textId="77777777" w:rsidR="00F02A45" w:rsidRPr="00D12911" w:rsidRDefault="00F02A45" w:rsidP="00E3104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2911">
              <w:rPr>
                <w:sz w:val="18"/>
                <w:szCs w:val="18"/>
                <w:lang w:val="it-IT"/>
              </w:rPr>
              <w:t>subalterno</w:t>
            </w:r>
          </w:p>
        </w:tc>
        <w:tc>
          <w:tcPr>
            <w:tcW w:w="2084" w:type="dxa"/>
          </w:tcPr>
          <w:p w14:paraId="437D4ACF" w14:textId="77777777" w:rsidR="00F02A45" w:rsidRPr="00D12911" w:rsidRDefault="00F02A45" w:rsidP="00E3104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2911">
              <w:rPr>
                <w:sz w:val="18"/>
                <w:szCs w:val="18"/>
                <w:lang w:val="it-IT"/>
              </w:rPr>
              <w:t>Categoria catastale</w:t>
            </w:r>
          </w:p>
        </w:tc>
        <w:tc>
          <w:tcPr>
            <w:tcW w:w="2084" w:type="dxa"/>
          </w:tcPr>
          <w:p w14:paraId="38ABBC2C" w14:textId="77777777" w:rsidR="00F02A45" w:rsidRPr="00D12911" w:rsidRDefault="00F02A45" w:rsidP="00E3104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2911">
              <w:rPr>
                <w:sz w:val="18"/>
                <w:szCs w:val="18"/>
                <w:lang w:val="it-IT"/>
              </w:rPr>
              <w:t>Intestazione catastale</w:t>
            </w:r>
          </w:p>
        </w:tc>
      </w:tr>
      <w:tr w:rsidR="00F02A45" w14:paraId="2A80A0A5" w14:textId="77777777" w:rsidTr="00E31043">
        <w:tc>
          <w:tcPr>
            <w:tcW w:w="2084" w:type="dxa"/>
          </w:tcPr>
          <w:p w14:paraId="5E3B1521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1BA6700D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B256D2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45D84CA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16007476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6CB8DCCB" w14:textId="77777777" w:rsidTr="00E31043">
        <w:tc>
          <w:tcPr>
            <w:tcW w:w="2084" w:type="dxa"/>
          </w:tcPr>
          <w:p w14:paraId="239FA24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3E202F97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73CE927D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6D6AF0F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0506B0CA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6FF4843B" w14:textId="77777777" w:rsidTr="00E31043">
        <w:tc>
          <w:tcPr>
            <w:tcW w:w="2084" w:type="dxa"/>
          </w:tcPr>
          <w:p w14:paraId="0AFB466B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64C93549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160E172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3599E5CA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6C1154F1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14800184" w14:textId="77777777" w:rsidTr="00E31043">
        <w:tc>
          <w:tcPr>
            <w:tcW w:w="2084" w:type="dxa"/>
          </w:tcPr>
          <w:p w14:paraId="1281ADD1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13F5F17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D3C063D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62C846F9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38579F1E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01B197A6" w14:textId="77777777" w:rsidTr="00E31043">
        <w:tc>
          <w:tcPr>
            <w:tcW w:w="2084" w:type="dxa"/>
          </w:tcPr>
          <w:p w14:paraId="0DC6E099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21A3178A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08CAC754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664D8BD9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47FAF5B9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21187315" w14:textId="77777777" w:rsidTr="00E31043">
        <w:tc>
          <w:tcPr>
            <w:tcW w:w="2084" w:type="dxa"/>
          </w:tcPr>
          <w:p w14:paraId="15135BD4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22B6810D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4E81A092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DF9DA8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5405C0E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3643C704" w14:textId="77777777" w:rsidTr="00E31043">
        <w:tc>
          <w:tcPr>
            <w:tcW w:w="2084" w:type="dxa"/>
          </w:tcPr>
          <w:p w14:paraId="4203B8FB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23DC528C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65784C6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768D7771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2C2C3040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  <w:tr w:rsidR="00F02A45" w14:paraId="14147DBE" w14:textId="77777777" w:rsidTr="00E31043">
        <w:tc>
          <w:tcPr>
            <w:tcW w:w="2084" w:type="dxa"/>
          </w:tcPr>
          <w:p w14:paraId="6136AE08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09BF50FC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0B92927D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110A8F11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  <w:tc>
          <w:tcPr>
            <w:tcW w:w="2084" w:type="dxa"/>
          </w:tcPr>
          <w:p w14:paraId="5D1F47DB" w14:textId="77777777" w:rsidR="00F02A45" w:rsidRDefault="00F02A45" w:rsidP="00E31043">
            <w:pPr>
              <w:spacing w:line="360" w:lineRule="auto"/>
              <w:jc w:val="both"/>
              <w:rPr>
                <w:lang w:val="it-IT"/>
              </w:rPr>
            </w:pPr>
          </w:p>
        </w:tc>
      </w:tr>
    </w:tbl>
    <w:p w14:paraId="4E47F213" w14:textId="77777777" w:rsidR="004E0A66" w:rsidRDefault="004E0A66">
      <w:pPr>
        <w:spacing w:line="360" w:lineRule="auto"/>
        <w:jc w:val="both"/>
        <w:rPr>
          <w:lang w:val="it-IT"/>
        </w:rPr>
      </w:pPr>
    </w:p>
    <w:p w14:paraId="737FA277" w14:textId="77777777" w:rsidR="009E3180" w:rsidRPr="006A2477" w:rsidRDefault="00FF489E">
      <w:pPr>
        <w:pStyle w:val="Titolo1"/>
        <w:numPr>
          <w:ilvl w:val="1"/>
          <w:numId w:val="10"/>
        </w:numPr>
        <w:tabs>
          <w:tab w:val="left" w:pos="690"/>
        </w:tabs>
        <w:spacing w:before="120"/>
        <w:ind w:left="690"/>
        <w:rPr>
          <w:lang w:val="it-IT"/>
        </w:rPr>
      </w:pPr>
      <w:bookmarkStart w:id="6" w:name="3.2)_TIPOLOGIA_COSTRUTTIVA/STRUTTURALE_D"/>
      <w:bookmarkEnd w:id="6"/>
      <w:r w:rsidRPr="006A2477">
        <w:rPr>
          <w:u w:val="single"/>
          <w:lang w:val="it-IT"/>
        </w:rPr>
        <w:t>TIPOLOGIA COSTRUTTIVA/STRUTTURALE</w:t>
      </w:r>
      <w:r w:rsidRPr="006A2477">
        <w:rPr>
          <w:spacing w:val="-23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DELL'IMMOBILE</w:t>
      </w:r>
    </w:p>
    <w:p w14:paraId="0288B19C" w14:textId="77777777" w:rsidR="009E3180" w:rsidRPr="006A2477" w:rsidRDefault="009E3180">
      <w:pPr>
        <w:pStyle w:val="Corpotesto"/>
        <w:spacing w:before="2"/>
        <w:rPr>
          <w:b/>
          <w:sz w:val="13"/>
          <w:lang w:val="it-IT"/>
        </w:rPr>
      </w:pPr>
    </w:p>
    <w:p w14:paraId="5112633F" w14:textId="77777777" w:rsidR="009E3180" w:rsidRPr="006A2477" w:rsidRDefault="00FF489E">
      <w:pPr>
        <w:pStyle w:val="Corpotesto"/>
        <w:spacing w:before="94"/>
        <w:ind w:left="122"/>
        <w:rPr>
          <w:lang w:val="it-IT"/>
        </w:rPr>
      </w:pPr>
      <w:r w:rsidRPr="006A2477">
        <w:rPr>
          <w:lang w:val="it-IT"/>
        </w:rPr>
        <w:t>L'immobile è costruito in</w:t>
      </w:r>
    </w:p>
    <w:p w14:paraId="49763CDC" w14:textId="77777777" w:rsidR="009E3180" w:rsidRPr="006A2477" w:rsidRDefault="00FF489E">
      <w:pPr>
        <w:pStyle w:val="Corpotesto"/>
        <w:spacing w:before="3"/>
        <w:rPr>
          <w:sz w:val="25"/>
          <w:lang w:val="it-IT"/>
        </w:rPr>
      </w:pPr>
      <w:r>
        <w:rPr>
          <w:lang w:val="it-IT"/>
        </w:rPr>
        <w:pict w14:anchorId="44084BFD">
          <v:line id="_x0000_s2118" style="position:absolute;z-index:251623424;mso-wrap-distance-left:0;mso-wrap-distance-right:0;mso-position-horizontal-relative:page" from="46.1pt,16.85pt" to="540.25pt,16.85pt" strokeweight=".63pt">
            <w10:wrap type="topAndBottom" anchorx="page"/>
          </v:line>
        </w:pict>
      </w:r>
    </w:p>
    <w:p w14:paraId="58098DA6" w14:textId="77777777" w:rsidR="009E3180" w:rsidRPr="006A2477" w:rsidRDefault="00FF489E">
      <w:pPr>
        <w:spacing w:before="6"/>
        <w:ind w:left="122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(specificare se muratura; calcestruzzo; </w:t>
      </w:r>
      <w:r w:rsidRPr="006A2477">
        <w:rPr>
          <w:i/>
          <w:sz w:val="18"/>
          <w:lang w:val="it-IT"/>
        </w:rPr>
        <w:t>altro.......................................)</w:t>
      </w:r>
    </w:p>
    <w:p w14:paraId="018C0F52" w14:textId="77777777" w:rsidR="009E3180" w:rsidRPr="006A2477" w:rsidRDefault="009E3180">
      <w:pPr>
        <w:pStyle w:val="Corpotesto"/>
        <w:rPr>
          <w:i/>
          <w:lang w:val="it-IT"/>
        </w:rPr>
      </w:pPr>
    </w:p>
    <w:p w14:paraId="7534737C" w14:textId="77777777" w:rsidR="009E3180" w:rsidRPr="006A2477" w:rsidRDefault="00FF489E">
      <w:pPr>
        <w:pStyle w:val="Titolo1"/>
        <w:numPr>
          <w:ilvl w:val="1"/>
          <w:numId w:val="10"/>
        </w:numPr>
        <w:tabs>
          <w:tab w:val="left" w:pos="690"/>
        </w:tabs>
        <w:spacing w:before="149"/>
        <w:ind w:left="690"/>
        <w:rPr>
          <w:lang w:val="it-IT"/>
        </w:rPr>
      </w:pPr>
      <w:bookmarkStart w:id="7" w:name="3.3)_DESCRIZIONE_DELL'IMMOBILE"/>
      <w:bookmarkEnd w:id="7"/>
      <w:r w:rsidRPr="006A2477">
        <w:rPr>
          <w:u w:val="single"/>
          <w:lang w:val="it-IT"/>
        </w:rPr>
        <w:t>DESCRIZIONE</w:t>
      </w:r>
      <w:r w:rsidRPr="006A2477">
        <w:rPr>
          <w:spacing w:val="-12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DELL'IMMOBILE</w:t>
      </w:r>
    </w:p>
    <w:p w14:paraId="783F4CD0" w14:textId="77777777" w:rsidR="009E3180" w:rsidRPr="006A2477" w:rsidRDefault="009E3180">
      <w:pPr>
        <w:pStyle w:val="Corpotesto"/>
        <w:spacing w:before="4"/>
        <w:rPr>
          <w:b/>
          <w:sz w:val="13"/>
          <w:lang w:val="it-IT"/>
        </w:rPr>
      </w:pPr>
    </w:p>
    <w:p w14:paraId="2F72BB2E" w14:textId="77777777" w:rsidR="009E3180" w:rsidRPr="006A2477" w:rsidRDefault="00FF489E">
      <w:pPr>
        <w:pStyle w:val="Corpotesto"/>
        <w:spacing w:before="94"/>
        <w:ind w:left="122"/>
        <w:rPr>
          <w:lang w:val="it-IT"/>
        </w:rPr>
      </w:pPr>
      <w:r w:rsidRPr="006A2477">
        <w:rPr>
          <w:u w:val="single"/>
          <w:lang w:val="it-IT"/>
        </w:rPr>
        <w:t>Nel caso di abitazione</w:t>
      </w:r>
      <w:r w:rsidRPr="006A2477">
        <w:rPr>
          <w:lang w:val="it-IT"/>
        </w:rPr>
        <w:t>:</w:t>
      </w:r>
    </w:p>
    <w:p w14:paraId="5F8391AD" w14:textId="77777777" w:rsidR="009E3180" w:rsidRPr="006A2477" w:rsidRDefault="00FF489E">
      <w:pPr>
        <w:pStyle w:val="Paragrafoelenco"/>
        <w:numPr>
          <w:ilvl w:val="0"/>
          <w:numId w:val="8"/>
        </w:numPr>
        <w:tabs>
          <w:tab w:val="left" w:pos="693"/>
          <w:tab w:val="left" w:pos="694"/>
        </w:tabs>
        <w:spacing w:before="170"/>
        <w:ind w:right="448" w:firstLine="0"/>
        <w:rPr>
          <w:i/>
          <w:sz w:val="18"/>
          <w:lang w:val="it-IT"/>
        </w:rPr>
      </w:pPr>
      <w:r w:rsidRPr="006A2477">
        <w:rPr>
          <w:sz w:val="20"/>
          <w:lang w:val="it-IT"/>
        </w:rPr>
        <w:t xml:space="preserve">di proprietà di: </w:t>
      </w:r>
      <w:r w:rsidRPr="006A2477">
        <w:rPr>
          <w:i/>
          <w:sz w:val="18"/>
          <w:lang w:val="it-IT"/>
        </w:rPr>
        <w:t>(nel caso di comproprietari e/o di titolari di altro diritto reale di godimento inserire i dati di tutti i titolari del</w:t>
      </w:r>
      <w:r w:rsidRPr="006A2477">
        <w:rPr>
          <w:i/>
          <w:spacing w:val="-11"/>
          <w:sz w:val="18"/>
          <w:lang w:val="it-IT"/>
        </w:rPr>
        <w:t xml:space="preserve"> </w:t>
      </w:r>
      <w:r w:rsidRPr="006A2477">
        <w:rPr>
          <w:i/>
          <w:sz w:val="18"/>
          <w:lang w:val="it-IT"/>
        </w:rPr>
        <w:t>diritto)</w:t>
      </w:r>
    </w:p>
    <w:p w14:paraId="55787C01" w14:textId="77777777" w:rsidR="009E3180" w:rsidRPr="006A2477" w:rsidRDefault="009E3180">
      <w:pPr>
        <w:pStyle w:val="Corpotesto"/>
        <w:spacing w:before="5"/>
        <w:rPr>
          <w:i/>
          <w:sz w:val="19"/>
          <w:lang w:val="it-IT"/>
        </w:rPr>
      </w:pPr>
    </w:p>
    <w:p w14:paraId="0A3A0A42" w14:textId="77777777" w:rsidR="009E3180" w:rsidRPr="006A2477" w:rsidRDefault="00FF489E">
      <w:pPr>
        <w:pStyle w:val="Paragrafoelenco"/>
        <w:numPr>
          <w:ilvl w:val="0"/>
          <w:numId w:val="7"/>
        </w:numPr>
        <w:tabs>
          <w:tab w:val="left" w:pos="548"/>
          <w:tab w:val="left" w:pos="1325"/>
          <w:tab w:val="left" w:pos="5656"/>
          <w:tab w:val="left" w:pos="6767"/>
          <w:tab w:val="left" w:pos="10144"/>
        </w:tabs>
        <w:rPr>
          <w:sz w:val="20"/>
          <w:lang w:val="it-IT"/>
        </w:rPr>
      </w:pPr>
      <w:r w:rsidRPr="006A2477">
        <w:rPr>
          <w:sz w:val="20"/>
          <w:lang w:val="it-IT"/>
        </w:rPr>
        <w:t>Nome</w:t>
      </w:r>
      <w:r w:rsidRPr="006A2477">
        <w:rPr>
          <w:sz w:val="20"/>
          <w:lang w:val="it-IT"/>
        </w:rPr>
        <w:tab/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Cognome</w:t>
      </w:r>
      <w:r w:rsidRPr="006A2477">
        <w:rPr>
          <w:sz w:val="20"/>
          <w:lang w:val="it-IT"/>
        </w:rPr>
        <w:tab/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6FA83BEC" w14:textId="77777777" w:rsidR="009E3180" w:rsidRPr="006A2477" w:rsidRDefault="00FF489E">
      <w:pPr>
        <w:pStyle w:val="Corpotesto"/>
        <w:tabs>
          <w:tab w:val="left" w:pos="6388"/>
          <w:tab w:val="left" w:pos="7265"/>
          <w:tab w:val="left" w:pos="7988"/>
          <w:tab w:val="left" w:pos="8930"/>
        </w:tabs>
        <w:spacing w:before="79"/>
        <w:ind w:left="334"/>
        <w:rPr>
          <w:lang w:val="it-IT"/>
        </w:rPr>
      </w:pPr>
      <w:r w:rsidRPr="006A2477">
        <w:rPr>
          <w:lang w:val="it-IT"/>
        </w:rPr>
        <w:t xml:space="preserve">Nato/a </w:t>
      </w:r>
      <w:r w:rsidRPr="006A2477">
        <w:rPr>
          <w:spacing w:val="13"/>
          <w:lang w:val="it-IT"/>
        </w:rPr>
        <w:t xml:space="preserve"> </w:t>
      </w:r>
      <w:r w:rsidRPr="006A2477">
        <w:rPr>
          <w:lang w:val="it-IT"/>
        </w:rPr>
        <w:t>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/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/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,  titolare </w:t>
      </w:r>
      <w:r w:rsidRPr="006A2477">
        <w:rPr>
          <w:spacing w:val="16"/>
          <w:lang w:val="it-IT"/>
        </w:rPr>
        <w:t xml:space="preserve"> </w:t>
      </w:r>
      <w:r w:rsidRPr="006A2477">
        <w:rPr>
          <w:lang w:val="it-IT"/>
        </w:rPr>
        <w:t>del</w:t>
      </w:r>
    </w:p>
    <w:p w14:paraId="240FC48C" w14:textId="77777777" w:rsidR="009E3180" w:rsidRPr="006A2477" w:rsidRDefault="00FF489E">
      <w:pPr>
        <w:tabs>
          <w:tab w:val="left" w:pos="1546"/>
          <w:tab w:val="left" w:pos="6137"/>
        </w:tabs>
        <w:spacing w:before="81" w:line="316" w:lineRule="auto"/>
        <w:ind w:left="334" w:right="339"/>
        <w:rPr>
          <w:sz w:val="21"/>
          <w:lang w:val="it-IT"/>
        </w:rPr>
      </w:pPr>
      <w:r w:rsidRPr="006A2477">
        <w:rPr>
          <w:sz w:val="20"/>
          <w:lang w:val="it-IT"/>
        </w:rPr>
        <w:t xml:space="preserve">diritto reale </w:t>
      </w:r>
      <w:r w:rsidRPr="006A2477">
        <w:rPr>
          <w:spacing w:val="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18"/>
          <w:lang w:val="it-IT"/>
        </w:rPr>
        <w:t>specificare se</w:t>
      </w:r>
      <w:r w:rsidRPr="006A2477">
        <w:rPr>
          <w:i/>
          <w:sz w:val="18"/>
          <w:lang w:val="it-IT"/>
        </w:rPr>
        <w:t>: proprietà, usufrutto</w:t>
      </w:r>
      <w:r w:rsidRPr="006A2477">
        <w:rPr>
          <w:i/>
          <w:sz w:val="20"/>
          <w:lang w:val="it-IT"/>
        </w:rPr>
        <w:t xml:space="preserve">)  </w:t>
      </w:r>
      <w:r w:rsidRPr="006A2477">
        <w:rPr>
          <w:sz w:val="20"/>
          <w:lang w:val="it-IT"/>
        </w:rPr>
        <w:t>per</w:t>
      </w:r>
      <w:r w:rsidRPr="006A2477">
        <w:rPr>
          <w:spacing w:val="-19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la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quota di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/1000</w:t>
      </w:r>
      <w:r w:rsidRPr="006A2477">
        <w:rPr>
          <w:sz w:val="21"/>
          <w:lang w:val="it-IT"/>
        </w:rPr>
        <w:t>;</w:t>
      </w:r>
    </w:p>
    <w:p w14:paraId="0BF3F36C" w14:textId="77777777" w:rsidR="009E3180" w:rsidRPr="006A2477" w:rsidRDefault="009E3180">
      <w:pPr>
        <w:pStyle w:val="Corpotesto"/>
        <w:spacing w:before="7"/>
        <w:rPr>
          <w:sz w:val="19"/>
          <w:lang w:val="it-IT"/>
        </w:rPr>
      </w:pPr>
    </w:p>
    <w:p w14:paraId="28CE316E" w14:textId="77777777" w:rsidR="009E3180" w:rsidRPr="006A2477" w:rsidRDefault="00FF489E">
      <w:pPr>
        <w:pStyle w:val="Paragrafoelenco"/>
        <w:numPr>
          <w:ilvl w:val="0"/>
          <w:numId w:val="7"/>
        </w:numPr>
        <w:tabs>
          <w:tab w:val="left" w:pos="548"/>
          <w:tab w:val="left" w:pos="1325"/>
          <w:tab w:val="left" w:pos="5656"/>
          <w:tab w:val="left" w:pos="6767"/>
          <w:tab w:val="left" w:pos="10144"/>
        </w:tabs>
        <w:spacing w:before="1"/>
        <w:rPr>
          <w:sz w:val="20"/>
          <w:lang w:val="it-IT"/>
        </w:rPr>
      </w:pPr>
      <w:r w:rsidRPr="006A2477">
        <w:rPr>
          <w:sz w:val="20"/>
          <w:lang w:val="it-IT"/>
        </w:rPr>
        <w:t>Nome</w:t>
      </w:r>
      <w:r w:rsidRPr="006A2477">
        <w:rPr>
          <w:sz w:val="20"/>
          <w:lang w:val="it-IT"/>
        </w:rPr>
        <w:tab/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Cognome</w:t>
      </w:r>
      <w:r w:rsidRPr="006A2477">
        <w:rPr>
          <w:sz w:val="20"/>
          <w:lang w:val="it-IT"/>
        </w:rPr>
        <w:tab/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094B0F79" w14:textId="77777777" w:rsidR="009E3180" w:rsidRPr="006A2477" w:rsidRDefault="00FF489E">
      <w:pPr>
        <w:pStyle w:val="Corpotesto"/>
        <w:tabs>
          <w:tab w:val="left" w:pos="6388"/>
          <w:tab w:val="left" w:pos="7265"/>
          <w:tab w:val="left" w:pos="7988"/>
          <w:tab w:val="left" w:pos="8930"/>
        </w:tabs>
        <w:spacing w:before="80"/>
        <w:ind w:left="334"/>
        <w:rPr>
          <w:lang w:val="it-IT"/>
        </w:rPr>
      </w:pPr>
      <w:r w:rsidRPr="006A2477">
        <w:rPr>
          <w:lang w:val="it-IT"/>
        </w:rPr>
        <w:t xml:space="preserve">Nato/a </w:t>
      </w:r>
      <w:r w:rsidRPr="006A2477">
        <w:rPr>
          <w:spacing w:val="13"/>
          <w:lang w:val="it-IT"/>
        </w:rPr>
        <w:t xml:space="preserve"> </w:t>
      </w:r>
      <w:r w:rsidRPr="006A2477">
        <w:rPr>
          <w:lang w:val="it-IT"/>
        </w:rPr>
        <w:t>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/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/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,  titolare </w:t>
      </w:r>
      <w:r w:rsidRPr="006A2477">
        <w:rPr>
          <w:spacing w:val="16"/>
          <w:lang w:val="it-IT"/>
        </w:rPr>
        <w:t xml:space="preserve"> </w:t>
      </w:r>
      <w:r w:rsidRPr="006A2477">
        <w:rPr>
          <w:lang w:val="it-IT"/>
        </w:rPr>
        <w:t>del</w:t>
      </w:r>
    </w:p>
    <w:p w14:paraId="1F9D4583" w14:textId="77777777" w:rsidR="009E3180" w:rsidRPr="006A2477" w:rsidRDefault="00FF489E">
      <w:pPr>
        <w:tabs>
          <w:tab w:val="left" w:pos="1546"/>
          <w:tab w:val="left" w:pos="6137"/>
        </w:tabs>
        <w:spacing w:before="81" w:line="316" w:lineRule="auto"/>
        <w:ind w:left="334" w:right="339"/>
        <w:rPr>
          <w:sz w:val="21"/>
          <w:lang w:val="it-IT"/>
        </w:rPr>
      </w:pPr>
      <w:r w:rsidRPr="006A2477">
        <w:rPr>
          <w:sz w:val="20"/>
          <w:lang w:val="it-IT"/>
        </w:rPr>
        <w:t xml:space="preserve">diritto reale </w:t>
      </w:r>
      <w:r w:rsidRPr="006A2477">
        <w:rPr>
          <w:spacing w:val="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18"/>
          <w:lang w:val="it-IT"/>
        </w:rPr>
        <w:t>specificare se</w:t>
      </w:r>
      <w:r w:rsidRPr="006A2477">
        <w:rPr>
          <w:i/>
          <w:sz w:val="18"/>
          <w:lang w:val="it-IT"/>
        </w:rPr>
        <w:t>: proprietà, usufrutto</w:t>
      </w:r>
      <w:r w:rsidRPr="006A2477">
        <w:rPr>
          <w:i/>
          <w:sz w:val="20"/>
          <w:lang w:val="it-IT"/>
        </w:rPr>
        <w:t xml:space="preserve">)  </w:t>
      </w:r>
      <w:r w:rsidRPr="006A2477">
        <w:rPr>
          <w:sz w:val="20"/>
          <w:lang w:val="it-IT"/>
        </w:rPr>
        <w:t>per</w:t>
      </w:r>
      <w:r w:rsidRPr="006A2477">
        <w:rPr>
          <w:spacing w:val="-19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la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quota </w:t>
      </w:r>
      <w:r w:rsidRPr="006A2477">
        <w:rPr>
          <w:sz w:val="20"/>
          <w:lang w:val="it-IT"/>
        </w:rPr>
        <w:t>di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/1000</w:t>
      </w:r>
      <w:r w:rsidRPr="006A2477">
        <w:rPr>
          <w:sz w:val="21"/>
          <w:lang w:val="it-IT"/>
        </w:rPr>
        <w:t>;</w:t>
      </w:r>
    </w:p>
    <w:p w14:paraId="6F80810A" w14:textId="77777777" w:rsidR="009E3180" w:rsidRPr="006A2477" w:rsidRDefault="00FF489E">
      <w:pPr>
        <w:pStyle w:val="Titolo3"/>
        <w:tabs>
          <w:tab w:val="left" w:pos="10256"/>
        </w:tabs>
        <w:spacing w:before="170"/>
        <w:ind w:left="334" w:firstLine="0"/>
        <w:rPr>
          <w:lang w:val="it-IT"/>
        </w:rPr>
      </w:pPr>
      <w:r w:rsidRPr="006A2477">
        <w:rPr>
          <w:lang w:val="it-IT"/>
        </w:rPr>
        <w:t>3)</w:t>
      </w:r>
      <w:r w:rsidRPr="006A2477">
        <w:rPr>
          <w:spacing w:val="-28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2FE33D4B" w14:textId="77777777" w:rsidR="009E3180" w:rsidRPr="006A2477" w:rsidRDefault="00FF489E">
      <w:pPr>
        <w:pStyle w:val="Corpotesto"/>
        <w:spacing w:before="2"/>
        <w:rPr>
          <w:sz w:val="18"/>
          <w:lang w:val="it-IT"/>
        </w:rPr>
      </w:pPr>
      <w:r>
        <w:rPr>
          <w:lang w:val="it-IT"/>
        </w:rPr>
        <w:pict w14:anchorId="0D5813C3">
          <v:line id="_x0000_s2117" style="position:absolute;z-index:251624448;mso-wrap-distance-left:0;mso-wrap-distance-right:0;mso-position-horizontal-relative:page" from="56.7pt,12.75pt" to="550.85pt,12.75pt" strokeweight=".63pt">
            <w10:wrap type="topAndBottom" anchorx="page"/>
          </v:line>
        </w:pict>
      </w:r>
      <w:r>
        <w:rPr>
          <w:lang w:val="it-IT"/>
        </w:rPr>
        <w:pict w14:anchorId="06FAD412">
          <v:line id="_x0000_s2116" style="position:absolute;z-index:251625472;mso-wrap-distance-left:0;mso-wrap-distance-right:0;mso-position-horizontal-relative:page" from="56.7pt,25.95pt" to="550.85pt,25.95pt" strokeweight=".63pt">
            <w10:wrap type="topAndBottom" anchorx="page"/>
          </v:line>
        </w:pict>
      </w:r>
      <w:r>
        <w:rPr>
          <w:lang w:val="it-IT"/>
        </w:rPr>
        <w:pict w14:anchorId="5FA65ACE">
          <v:line id="_x0000_s2115" style="position:absolute;z-index:251626496;mso-wrap-distance-left:0;mso-wrap-distance-right:0;mso-position-horizontal-relative:page" from="56.7pt,39.55pt" to="550.85pt,39.55pt" strokeweight=".63pt">
            <w10:wrap type="topAndBottom" anchorx="page"/>
          </v:line>
        </w:pict>
      </w:r>
    </w:p>
    <w:p w14:paraId="3BB32603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62C60AAB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62942A32" w14:textId="77777777" w:rsidR="009E3180" w:rsidRPr="006A2477" w:rsidRDefault="009E3180">
      <w:pPr>
        <w:pStyle w:val="Corpotesto"/>
        <w:spacing w:before="7"/>
        <w:rPr>
          <w:sz w:val="12"/>
          <w:lang w:val="it-IT"/>
        </w:rPr>
      </w:pPr>
    </w:p>
    <w:p w14:paraId="6923A577" w14:textId="77777777" w:rsidR="009E3180" w:rsidRPr="006A2477" w:rsidRDefault="00FF489E">
      <w:pPr>
        <w:pStyle w:val="Paragrafoelenco"/>
        <w:numPr>
          <w:ilvl w:val="0"/>
          <w:numId w:val="8"/>
        </w:numPr>
        <w:tabs>
          <w:tab w:val="left" w:pos="691"/>
          <w:tab w:val="left" w:pos="692"/>
          <w:tab w:val="left" w:pos="10330"/>
        </w:tabs>
        <w:spacing w:before="94"/>
        <w:ind w:left="692" w:hanging="358"/>
        <w:rPr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pacing w:val="-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sviluppa: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178FB640" w14:textId="77777777" w:rsidR="009E3180" w:rsidRPr="006A2477" w:rsidRDefault="00FF489E">
      <w:pPr>
        <w:pStyle w:val="Corpotesto"/>
        <w:spacing w:before="2"/>
        <w:rPr>
          <w:sz w:val="18"/>
          <w:lang w:val="it-IT"/>
        </w:rPr>
      </w:pPr>
      <w:r>
        <w:rPr>
          <w:lang w:val="it-IT"/>
        </w:rPr>
        <w:pict w14:anchorId="0BF66762">
          <v:line id="_x0000_s2114" style="position:absolute;z-index:251627520;mso-wrap-distance-left:0;mso-wrap-distance-right:0;mso-position-horizontal-relative:page" from="74.6pt,12.75pt" to="552.05pt,12.75pt" strokeweight=".63pt">
            <w10:wrap type="topAndBottom" anchorx="page"/>
          </v:line>
        </w:pict>
      </w:r>
      <w:r>
        <w:rPr>
          <w:lang w:val="it-IT"/>
        </w:rPr>
        <w:pict w14:anchorId="06E8C637">
          <v:line id="_x0000_s2113" style="position:absolute;z-index:251628544;mso-wrap-distance-left:0;mso-wrap-distance-right:0;mso-position-horizontal-relative:page" from="74.6pt,25.95pt" to="552.05pt,25.95pt" strokeweight=".63pt">
            <w10:wrap type="topAndBottom" anchorx="page"/>
          </v:line>
        </w:pict>
      </w:r>
      <w:r>
        <w:rPr>
          <w:lang w:val="it-IT"/>
        </w:rPr>
        <w:pict w14:anchorId="2B08D485">
          <v:line id="_x0000_s2112" style="position:absolute;z-index:251629568;mso-wrap-distance-left:0;mso-wrap-distance-right:0;mso-position-horizontal-relative:page" from="74.6pt,39.15pt" to="552.05pt,39.15pt" strokeweight=".63pt">
            <w10:wrap type="topAndBottom" anchorx="page"/>
          </v:line>
        </w:pict>
      </w:r>
      <w:r>
        <w:rPr>
          <w:lang w:val="it-IT"/>
        </w:rPr>
        <w:pict w14:anchorId="0CCDB010">
          <v:line id="_x0000_s2111" style="position:absolute;z-index:251630592;mso-wrap-distance-left:0;mso-wrap-distance-right:0;mso-position-horizontal-relative:page" from="74.6pt,52.35pt" to="552.05pt,52.35pt" strokeweight=".63pt">
            <w10:wrap type="topAndBottom" anchorx="page"/>
          </v:line>
        </w:pict>
      </w:r>
    </w:p>
    <w:p w14:paraId="7F4F7DED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279EF4A5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181C280C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0B39207D" w14:textId="77777777" w:rsidR="009E3180" w:rsidRPr="006A2477" w:rsidRDefault="00FF489E">
      <w:pPr>
        <w:spacing w:before="8"/>
        <w:ind w:left="690" w:right="780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lastRenderedPageBreak/>
        <w:t>(indicare come si sviluppa l'immobile, ad esempio se su un solo piano o su più piani, o, se questo è ubicato in un condominio, specificare il/i piano/i occupato/i dall'immobile oggetto della presente perizia)</w:t>
      </w:r>
    </w:p>
    <w:p w14:paraId="29A023DE" w14:textId="77777777" w:rsidR="009E3180" w:rsidRPr="006A2477" w:rsidRDefault="009E3180">
      <w:pPr>
        <w:pStyle w:val="Corpotesto"/>
        <w:spacing w:before="9"/>
        <w:rPr>
          <w:i/>
          <w:sz w:val="19"/>
          <w:lang w:val="it-IT"/>
        </w:rPr>
      </w:pPr>
    </w:p>
    <w:p w14:paraId="7F8CC7EC" w14:textId="77777777" w:rsidR="009E3180" w:rsidRPr="006A2477" w:rsidRDefault="00FF489E">
      <w:pPr>
        <w:pStyle w:val="Paragrafoelenco"/>
        <w:numPr>
          <w:ilvl w:val="0"/>
          <w:numId w:val="8"/>
        </w:numPr>
        <w:tabs>
          <w:tab w:val="left" w:pos="691"/>
          <w:tab w:val="left" w:pos="692"/>
          <w:tab w:val="left" w:pos="10324"/>
        </w:tabs>
        <w:ind w:left="692" w:hanging="358"/>
        <w:rPr>
          <w:sz w:val="20"/>
          <w:lang w:val="it-IT"/>
        </w:rPr>
      </w:pPr>
      <w:r w:rsidRPr="006A2477">
        <w:rPr>
          <w:sz w:val="20"/>
          <w:lang w:val="it-IT"/>
        </w:rPr>
        <w:t>è composto dai seguenti</w:t>
      </w:r>
      <w:r w:rsidRPr="006A2477">
        <w:rPr>
          <w:spacing w:val="-9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vani: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56DEA57D" w14:textId="77777777" w:rsidR="009E3180" w:rsidRPr="006A2477" w:rsidRDefault="00FF489E">
      <w:pPr>
        <w:pStyle w:val="Corpotesto"/>
        <w:spacing w:before="2"/>
        <w:rPr>
          <w:sz w:val="18"/>
          <w:lang w:val="it-IT"/>
        </w:rPr>
      </w:pPr>
      <w:r>
        <w:rPr>
          <w:lang w:val="it-IT"/>
        </w:rPr>
        <w:pict w14:anchorId="49E7FCB3">
          <v:line id="_x0000_s2110" style="position:absolute;z-index:251631616;mso-wrap-distance-left:0;mso-wrap-distance-right:0;mso-position-horizontal-relative:page" from="74.6pt,12.75pt" to="552.05pt,12.75pt" strokeweight=".63pt">
            <w10:wrap type="topAndBottom" anchorx="page"/>
          </v:line>
        </w:pict>
      </w:r>
      <w:r>
        <w:rPr>
          <w:lang w:val="it-IT"/>
        </w:rPr>
        <w:pict w14:anchorId="63D64348">
          <v:line id="_x0000_s2109" style="position:absolute;z-index:251632640;mso-wrap-distance-left:0;mso-wrap-distance-right:0;mso-position-horizontal-relative:page" from="74.6pt,25.95pt" to="552.05pt,25.95pt" strokeweight=".63pt">
            <w10:wrap type="topAndBottom" anchorx="page"/>
          </v:line>
        </w:pict>
      </w:r>
      <w:r>
        <w:rPr>
          <w:lang w:val="it-IT"/>
        </w:rPr>
        <w:pict w14:anchorId="2DDFFC58">
          <v:line id="_x0000_s2108" style="position:absolute;z-index:251633664;mso-wrap-distance-left:0;mso-wrap-distance-right:0;mso-position-horizontal-relative:page" from="74.6pt,39.15pt" to="552.05pt,39.15pt" strokeweight=".63pt">
            <w10:wrap type="topAndBottom" anchorx="page"/>
          </v:line>
        </w:pict>
      </w:r>
      <w:r>
        <w:rPr>
          <w:lang w:val="it-IT"/>
        </w:rPr>
        <w:pict w14:anchorId="04E097FC">
          <v:line id="_x0000_s2107" style="position:absolute;z-index:251634688;mso-wrap-distance-left:0;mso-wrap-distance-right:0;mso-position-horizontal-relative:page" from="74.6pt,52.35pt" to="552.05pt,52.35pt" strokeweight=".63pt">
            <w10:wrap type="topAndBottom" anchorx="page"/>
          </v:line>
        </w:pict>
      </w:r>
    </w:p>
    <w:p w14:paraId="367F96E2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57CC3A36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50E208DA" w14:textId="77777777" w:rsidR="009E3180" w:rsidRPr="006A2477" w:rsidRDefault="009E3180">
      <w:pPr>
        <w:pStyle w:val="Corpotesto"/>
        <w:spacing w:before="10"/>
        <w:rPr>
          <w:sz w:val="15"/>
          <w:lang w:val="it-IT"/>
        </w:rPr>
      </w:pPr>
    </w:p>
    <w:p w14:paraId="0A7A67DE" w14:textId="77777777" w:rsidR="009E3180" w:rsidRPr="006A2477" w:rsidRDefault="00FF489E">
      <w:pPr>
        <w:spacing w:before="6"/>
        <w:ind w:left="691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>(specificare la tipologia dei vani e il piano al quale sono situati)</w:t>
      </w:r>
    </w:p>
    <w:p w14:paraId="14EF6CDE" w14:textId="77777777" w:rsidR="009E3180" w:rsidRPr="006A2477" w:rsidRDefault="009E3180">
      <w:pPr>
        <w:pStyle w:val="Corpotesto"/>
        <w:spacing w:before="1"/>
        <w:rPr>
          <w:i/>
          <w:sz w:val="26"/>
          <w:lang w:val="it-IT"/>
        </w:rPr>
      </w:pPr>
    </w:p>
    <w:p w14:paraId="4030437C" w14:textId="77777777" w:rsidR="009E3180" w:rsidRPr="006A2477" w:rsidRDefault="00FF489E">
      <w:pPr>
        <w:pStyle w:val="Paragrafoelenco"/>
        <w:numPr>
          <w:ilvl w:val="1"/>
          <w:numId w:val="9"/>
        </w:numPr>
        <w:tabs>
          <w:tab w:val="left" w:pos="689"/>
          <w:tab w:val="left" w:pos="690"/>
        </w:tabs>
        <w:rPr>
          <w:sz w:val="20"/>
          <w:lang w:val="it-IT"/>
        </w:rPr>
      </w:pPr>
      <w:r w:rsidRPr="006A2477">
        <w:rPr>
          <w:sz w:val="20"/>
          <w:lang w:val="it-IT"/>
        </w:rPr>
        <w:t>è all’interno di un edificio</w:t>
      </w:r>
      <w:r w:rsidRPr="006A2477">
        <w:rPr>
          <w:spacing w:val="-1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residenziale</w:t>
      </w:r>
    </w:p>
    <w:p w14:paraId="1699C6CA" w14:textId="77777777" w:rsidR="009E3180" w:rsidRPr="006A2477" w:rsidRDefault="00FF489E">
      <w:pPr>
        <w:pStyle w:val="Paragrafoelenco"/>
        <w:numPr>
          <w:ilvl w:val="2"/>
          <w:numId w:val="9"/>
        </w:numPr>
        <w:tabs>
          <w:tab w:val="left" w:pos="1190"/>
          <w:tab w:val="left" w:pos="6133"/>
        </w:tabs>
        <w:spacing w:before="124"/>
        <w:rPr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 xml:space="preserve"> </w:t>
      </w:r>
      <w:r w:rsidRPr="006A2477">
        <w:rPr>
          <w:spacing w:val="10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</w:t>
      </w:r>
    </w:p>
    <w:p w14:paraId="246BE596" w14:textId="77777777" w:rsidR="009E3180" w:rsidRPr="006A2477" w:rsidRDefault="009E3180">
      <w:pPr>
        <w:pStyle w:val="Corpotesto"/>
        <w:spacing w:before="9"/>
        <w:rPr>
          <w:sz w:val="19"/>
          <w:lang w:val="it-IT"/>
        </w:rPr>
      </w:pPr>
    </w:p>
    <w:p w14:paraId="5A5379CA" w14:textId="77777777" w:rsidR="009E3180" w:rsidRPr="006A2477" w:rsidRDefault="00FF489E">
      <w:pPr>
        <w:pStyle w:val="Paragrafoelenco"/>
        <w:numPr>
          <w:ilvl w:val="1"/>
          <w:numId w:val="9"/>
        </w:numPr>
        <w:tabs>
          <w:tab w:val="left" w:pos="689"/>
          <w:tab w:val="left" w:pos="690"/>
        </w:tabs>
        <w:rPr>
          <w:sz w:val="20"/>
          <w:lang w:val="it-IT"/>
        </w:rPr>
      </w:pPr>
      <w:r w:rsidRPr="006A2477">
        <w:rPr>
          <w:sz w:val="20"/>
          <w:lang w:val="it-IT"/>
        </w:rPr>
        <w:t>fa parte di un aggregato</w:t>
      </w:r>
      <w:r w:rsidRPr="006A2477">
        <w:rPr>
          <w:spacing w:val="-1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strutturale</w:t>
      </w:r>
    </w:p>
    <w:p w14:paraId="4F743377" w14:textId="77777777" w:rsidR="009E3180" w:rsidRDefault="00FF489E">
      <w:pPr>
        <w:pStyle w:val="Paragrafoelenco"/>
        <w:numPr>
          <w:ilvl w:val="2"/>
          <w:numId w:val="9"/>
        </w:numPr>
        <w:tabs>
          <w:tab w:val="left" w:pos="1190"/>
          <w:tab w:val="left" w:pos="6133"/>
        </w:tabs>
        <w:spacing w:before="123"/>
        <w:rPr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 xml:space="preserve"> </w:t>
      </w:r>
      <w:r w:rsidRPr="006A2477">
        <w:rPr>
          <w:spacing w:val="10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</w:t>
      </w:r>
    </w:p>
    <w:p w14:paraId="2131DD52" w14:textId="77777777" w:rsidR="00F02A45" w:rsidRDefault="00F02A45" w:rsidP="00F02A45">
      <w:pPr>
        <w:tabs>
          <w:tab w:val="left" w:pos="1190"/>
          <w:tab w:val="left" w:pos="6133"/>
        </w:tabs>
        <w:spacing w:before="123"/>
        <w:rPr>
          <w:sz w:val="20"/>
          <w:lang w:val="it-IT"/>
        </w:rPr>
      </w:pPr>
    </w:p>
    <w:p w14:paraId="736EDAC4" w14:textId="58B14161" w:rsidR="00F02A45" w:rsidRDefault="00F02A45" w:rsidP="00F02A45">
      <w:pPr>
        <w:tabs>
          <w:tab w:val="left" w:pos="1190"/>
          <w:tab w:val="left" w:pos="6133"/>
        </w:tabs>
        <w:spacing w:before="123"/>
        <w:rPr>
          <w:sz w:val="20"/>
          <w:lang w:val="it-IT"/>
        </w:rPr>
      </w:pPr>
      <w:r w:rsidRPr="00E4548C">
        <w:rPr>
          <w:sz w:val="20"/>
          <w:u w:val="single"/>
          <w:lang w:val="it-IT"/>
        </w:rPr>
        <w:t>Nel caso di edificio residenziale</w:t>
      </w:r>
      <w:r>
        <w:rPr>
          <w:sz w:val="20"/>
          <w:lang w:val="it-IT"/>
        </w:rPr>
        <w:t>:</w:t>
      </w:r>
    </w:p>
    <w:p w14:paraId="03D53154" w14:textId="77777777" w:rsidR="00F02A45" w:rsidRDefault="00F02A45" w:rsidP="00F02A45">
      <w:pPr>
        <w:tabs>
          <w:tab w:val="left" w:pos="1190"/>
          <w:tab w:val="left" w:pos="6133"/>
        </w:tabs>
        <w:spacing w:before="123"/>
        <w:rPr>
          <w:sz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36"/>
        <w:gridCol w:w="1736"/>
        <w:gridCol w:w="1737"/>
        <w:gridCol w:w="1737"/>
        <w:gridCol w:w="1737"/>
        <w:gridCol w:w="1737"/>
      </w:tblGrid>
      <w:tr w:rsidR="00F02A45" w14:paraId="0A55EC04" w14:textId="77777777" w:rsidTr="00E31043">
        <w:tc>
          <w:tcPr>
            <w:tcW w:w="1736" w:type="dxa"/>
          </w:tcPr>
          <w:p w14:paraId="7ECB7501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 w:rsidRPr="00E4548C">
              <w:rPr>
                <w:sz w:val="16"/>
                <w:szCs w:val="18"/>
                <w:lang w:val="it-IT"/>
              </w:rPr>
              <w:t>subalterno</w:t>
            </w:r>
          </w:p>
        </w:tc>
        <w:tc>
          <w:tcPr>
            <w:tcW w:w="1736" w:type="dxa"/>
          </w:tcPr>
          <w:p w14:paraId="5E54A577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 w:rsidRPr="00E4548C">
              <w:rPr>
                <w:sz w:val="16"/>
                <w:szCs w:val="18"/>
                <w:lang w:val="it-IT"/>
              </w:rPr>
              <w:t>proprietari/o</w:t>
            </w:r>
          </w:p>
        </w:tc>
        <w:tc>
          <w:tcPr>
            <w:tcW w:w="1737" w:type="dxa"/>
          </w:tcPr>
          <w:p w14:paraId="705CBB0B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 w:rsidRPr="00E4548C">
              <w:rPr>
                <w:sz w:val="16"/>
                <w:szCs w:val="18"/>
                <w:lang w:val="it-IT"/>
              </w:rPr>
              <w:t>diritto reale</w:t>
            </w:r>
          </w:p>
        </w:tc>
        <w:tc>
          <w:tcPr>
            <w:tcW w:w="1737" w:type="dxa"/>
          </w:tcPr>
          <w:p w14:paraId="308075A8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 w:rsidRPr="00E4548C">
              <w:rPr>
                <w:sz w:val="16"/>
                <w:szCs w:val="18"/>
                <w:lang w:val="it-IT"/>
              </w:rPr>
              <w:t>quota proprietà</w:t>
            </w:r>
          </w:p>
        </w:tc>
        <w:tc>
          <w:tcPr>
            <w:tcW w:w="1737" w:type="dxa"/>
          </w:tcPr>
          <w:p w14:paraId="4B2E6DCB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>
              <w:rPr>
                <w:sz w:val="16"/>
                <w:szCs w:val="18"/>
                <w:lang w:val="it-IT"/>
              </w:rPr>
              <w:t>c</w:t>
            </w:r>
            <w:r w:rsidRPr="00E4548C">
              <w:rPr>
                <w:sz w:val="16"/>
                <w:szCs w:val="18"/>
                <w:lang w:val="it-IT"/>
              </w:rPr>
              <w:t>ollocazione piano</w:t>
            </w:r>
          </w:p>
        </w:tc>
        <w:tc>
          <w:tcPr>
            <w:tcW w:w="1737" w:type="dxa"/>
          </w:tcPr>
          <w:p w14:paraId="4F36F4B0" w14:textId="77777777" w:rsidR="00F02A45" w:rsidRPr="00E4548C" w:rsidRDefault="00F02A45" w:rsidP="00E31043">
            <w:pPr>
              <w:tabs>
                <w:tab w:val="left" w:pos="1190"/>
                <w:tab w:val="left" w:pos="6133"/>
              </w:tabs>
              <w:spacing w:before="123"/>
              <w:jc w:val="center"/>
              <w:rPr>
                <w:sz w:val="16"/>
                <w:szCs w:val="18"/>
                <w:lang w:val="it-IT"/>
              </w:rPr>
            </w:pPr>
            <w:r w:rsidRPr="00E4548C">
              <w:rPr>
                <w:sz w:val="16"/>
                <w:szCs w:val="18"/>
                <w:lang w:val="it-IT"/>
              </w:rPr>
              <w:t>numero vani</w:t>
            </w:r>
          </w:p>
        </w:tc>
      </w:tr>
      <w:tr w:rsidR="00F02A45" w14:paraId="2A8E1F32" w14:textId="77777777" w:rsidTr="00E31043">
        <w:tc>
          <w:tcPr>
            <w:tcW w:w="1736" w:type="dxa"/>
          </w:tcPr>
          <w:p w14:paraId="1D4C1465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0AB73059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30C68F04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4C694745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7DE01275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830FE07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7F8AECCB" w14:textId="77777777" w:rsidTr="00E31043">
        <w:tc>
          <w:tcPr>
            <w:tcW w:w="1736" w:type="dxa"/>
          </w:tcPr>
          <w:p w14:paraId="294F9409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6CEEF30F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25EF85D4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70EDE7C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71E1043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606AE2C8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02DBFE55" w14:textId="77777777" w:rsidTr="00E31043">
        <w:tc>
          <w:tcPr>
            <w:tcW w:w="1736" w:type="dxa"/>
          </w:tcPr>
          <w:p w14:paraId="0FAB154B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315CA74D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4A8B12A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5456ACA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C29D69D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0C1B000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0666A0E1" w14:textId="77777777" w:rsidTr="00E31043">
        <w:tc>
          <w:tcPr>
            <w:tcW w:w="1736" w:type="dxa"/>
          </w:tcPr>
          <w:p w14:paraId="4CB8BFCC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66A2C270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0D0A1E8E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5842D539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6FAC8EC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2DFAB7B7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6B85BB4D" w14:textId="77777777" w:rsidTr="00E31043">
        <w:tc>
          <w:tcPr>
            <w:tcW w:w="1736" w:type="dxa"/>
          </w:tcPr>
          <w:p w14:paraId="2A369076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0A50C59A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57B96A67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7F33D9DD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0339FB6F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626F867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2F29F623" w14:textId="77777777" w:rsidTr="00E31043">
        <w:tc>
          <w:tcPr>
            <w:tcW w:w="1736" w:type="dxa"/>
          </w:tcPr>
          <w:p w14:paraId="046F5B6F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3F13588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6437735A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3E5134C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4C61FA5A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65CE1C8B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5B773AEE" w14:textId="77777777" w:rsidTr="00E31043">
        <w:tc>
          <w:tcPr>
            <w:tcW w:w="1736" w:type="dxa"/>
          </w:tcPr>
          <w:p w14:paraId="77D456EE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2817EDD6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390BEA8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93046CF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6C1934E9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E0FB3F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32B37138" w14:textId="77777777" w:rsidTr="00E31043">
        <w:tc>
          <w:tcPr>
            <w:tcW w:w="1736" w:type="dxa"/>
          </w:tcPr>
          <w:p w14:paraId="081CAB82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4EEC550B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5B87776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76FBFC7C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3C1213FD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1C959CF7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  <w:tr w:rsidR="00F02A45" w14:paraId="4A381360" w14:textId="77777777" w:rsidTr="00E31043">
        <w:tc>
          <w:tcPr>
            <w:tcW w:w="1736" w:type="dxa"/>
          </w:tcPr>
          <w:p w14:paraId="290B41BE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6" w:type="dxa"/>
          </w:tcPr>
          <w:p w14:paraId="2FE5EC0B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229D298E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024FF1F9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50029893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  <w:tc>
          <w:tcPr>
            <w:tcW w:w="1737" w:type="dxa"/>
          </w:tcPr>
          <w:p w14:paraId="0EA4254F" w14:textId="77777777" w:rsidR="00F02A45" w:rsidRDefault="00F02A45" w:rsidP="00E31043">
            <w:pPr>
              <w:tabs>
                <w:tab w:val="left" w:pos="1190"/>
                <w:tab w:val="left" w:pos="6133"/>
              </w:tabs>
              <w:spacing w:before="123"/>
              <w:rPr>
                <w:sz w:val="20"/>
                <w:lang w:val="it-IT"/>
              </w:rPr>
            </w:pPr>
          </w:p>
        </w:tc>
      </w:tr>
    </w:tbl>
    <w:p w14:paraId="4ED326F4" w14:textId="77777777" w:rsidR="00F02A45" w:rsidRPr="00F02A45" w:rsidRDefault="00F02A45" w:rsidP="00F02A45">
      <w:pPr>
        <w:tabs>
          <w:tab w:val="left" w:pos="1190"/>
          <w:tab w:val="left" w:pos="6133"/>
        </w:tabs>
        <w:spacing w:before="123"/>
        <w:rPr>
          <w:sz w:val="20"/>
          <w:lang w:val="it-IT"/>
        </w:rPr>
      </w:pPr>
    </w:p>
    <w:p w14:paraId="3F1FFF09" w14:textId="77777777" w:rsidR="009E3180" w:rsidRPr="006A2477" w:rsidRDefault="00FF489E">
      <w:pPr>
        <w:spacing w:before="82"/>
        <w:ind w:left="102"/>
        <w:rPr>
          <w:sz w:val="18"/>
          <w:lang w:val="it-IT"/>
        </w:rPr>
      </w:pPr>
      <w:r w:rsidRPr="006A2477">
        <w:rPr>
          <w:b/>
          <w:sz w:val="20"/>
          <w:u w:val="single"/>
          <w:lang w:val="it-IT"/>
        </w:rPr>
        <w:t xml:space="preserve">La pertinenza dell'abitazione </w:t>
      </w:r>
      <w:r w:rsidRPr="006A2477">
        <w:rPr>
          <w:sz w:val="18"/>
          <w:lang w:val="it-IT"/>
        </w:rPr>
        <w:t>(se presente):</w:t>
      </w:r>
    </w:p>
    <w:p w14:paraId="4987CD44" w14:textId="77777777" w:rsidR="009E3180" w:rsidRPr="006A2477" w:rsidRDefault="009E3180">
      <w:pPr>
        <w:pStyle w:val="Corpotesto"/>
        <w:spacing w:before="8"/>
        <w:rPr>
          <w:sz w:val="19"/>
          <w:lang w:val="it-IT"/>
        </w:rPr>
      </w:pPr>
    </w:p>
    <w:p w14:paraId="79DA911A" w14:textId="77777777" w:rsidR="009E3180" w:rsidRPr="006A2477" w:rsidRDefault="00FF489E">
      <w:pPr>
        <w:pStyle w:val="Paragrafoelenco"/>
        <w:numPr>
          <w:ilvl w:val="1"/>
          <w:numId w:val="9"/>
        </w:numPr>
        <w:tabs>
          <w:tab w:val="left" w:pos="671"/>
          <w:tab w:val="left" w:pos="672"/>
        </w:tabs>
        <w:spacing w:before="1"/>
        <w:ind w:left="672" w:hanging="358"/>
        <w:rPr>
          <w:sz w:val="20"/>
          <w:lang w:val="it-IT"/>
        </w:rPr>
      </w:pPr>
      <w:r w:rsidRPr="006A2477">
        <w:rPr>
          <w:sz w:val="20"/>
          <w:lang w:val="it-IT"/>
        </w:rPr>
        <w:t xml:space="preserve">è compresa nella stessa unità strutturale in cui è ubicato </w:t>
      </w:r>
      <w:r w:rsidRPr="006A2477">
        <w:rPr>
          <w:sz w:val="20"/>
          <w:lang w:val="it-IT"/>
        </w:rPr>
        <w:t>l'immobile in cui ha sede l’attività</w:t>
      </w:r>
      <w:r w:rsidRPr="006A2477">
        <w:rPr>
          <w:spacing w:val="-29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economica</w:t>
      </w:r>
    </w:p>
    <w:p w14:paraId="50FD85C2" w14:textId="77777777" w:rsidR="009E3180" w:rsidRPr="006A2477" w:rsidRDefault="00FF489E">
      <w:pPr>
        <w:pStyle w:val="Paragrafoelenco"/>
        <w:numPr>
          <w:ilvl w:val="2"/>
          <w:numId w:val="9"/>
        </w:numPr>
        <w:tabs>
          <w:tab w:val="left" w:pos="1170"/>
          <w:tab w:val="left" w:pos="6113"/>
        </w:tabs>
        <w:spacing w:before="124"/>
        <w:ind w:left="1170"/>
        <w:rPr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 xml:space="preserve"> </w:t>
      </w:r>
      <w:r w:rsidRPr="006A2477">
        <w:rPr>
          <w:spacing w:val="10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</w:t>
      </w:r>
    </w:p>
    <w:p w14:paraId="2901524C" w14:textId="77777777" w:rsidR="009E3180" w:rsidRPr="006A2477" w:rsidRDefault="00FF489E">
      <w:pPr>
        <w:pStyle w:val="Paragrafoelenco"/>
        <w:numPr>
          <w:ilvl w:val="2"/>
          <w:numId w:val="9"/>
        </w:numPr>
        <w:tabs>
          <w:tab w:val="left" w:pos="1170"/>
        </w:tabs>
        <w:spacing w:before="170" w:line="276" w:lineRule="auto"/>
        <w:ind w:left="1170" w:right="1159"/>
        <w:rPr>
          <w:i/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configura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come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distinta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unità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strutturale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non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funzionale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all'unità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strutturale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in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cui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è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ubicato l’abitazione </w:t>
      </w:r>
      <w:r w:rsidRPr="006A2477">
        <w:rPr>
          <w:i/>
          <w:sz w:val="20"/>
          <w:lang w:val="it-IT"/>
        </w:rPr>
        <w:t>(in questo caso i danni alle pertinenze non sono ammissibili a</w:t>
      </w:r>
      <w:r w:rsidRPr="006A2477">
        <w:rPr>
          <w:i/>
          <w:spacing w:val="3"/>
          <w:sz w:val="20"/>
          <w:lang w:val="it-IT"/>
        </w:rPr>
        <w:t xml:space="preserve"> </w:t>
      </w:r>
      <w:r w:rsidRPr="006A2477">
        <w:rPr>
          <w:i/>
          <w:sz w:val="20"/>
          <w:lang w:val="it-IT"/>
        </w:rPr>
        <w:t>contributo)</w:t>
      </w:r>
    </w:p>
    <w:p w14:paraId="32BEF9E3" w14:textId="77777777" w:rsidR="009E3180" w:rsidRPr="006A2477" w:rsidRDefault="00FF489E">
      <w:pPr>
        <w:spacing w:before="113"/>
        <w:ind w:left="102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>(</w:t>
      </w:r>
      <w:r w:rsidRPr="006A2477">
        <w:rPr>
          <w:b/>
          <w:sz w:val="18"/>
          <w:lang w:val="it-IT"/>
        </w:rPr>
        <w:t xml:space="preserve">N.B: </w:t>
      </w:r>
      <w:r w:rsidRPr="006A2477">
        <w:rPr>
          <w:i/>
          <w:sz w:val="18"/>
          <w:lang w:val="it-IT"/>
        </w:rPr>
        <w:t xml:space="preserve">per la </w:t>
      </w:r>
      <w:r w:rsidRPr="006A2477">
        <w:rPr>
          <w:i/>
          <w:sz w:val="18"/>
          <w:lang w:val="it-IT"/>
        </w:rPr>
        <w:t>definizione di unità strutturale fare riferimento alle NTC – 2008)</w:t>
      </w:r>
    </w:p>
    <w:p w14:paraId="63854FDB" w14:textId="77777777" w:rsidR="009E3180" w:rsidRPr="006A2477" w:rsidRDefault="009E3180">
      <w:pPr>
        <w:pStyle w:val="Corpotesto"/>
        <w:spacing w:before="5"/>
        <w:rPr>
          <w:i/>
          <w:sz w:val="22"/>
          <w:lang w:val="it-IT"/>
        </w:rPr>
      </w:pPr>
    </w:p>
    <w:p w14:paraId="0C556EF6" w14:textId="77777777" w:rsidR="009E3180" w:rsidRPr="006A2477" w:rsidRDefault="00FF489E">
      <w:pPr>
        <w:pStyle w:val="Paragrafoelenco"/>
        <w:numPr>
          <w:ilvl w:val="0"/>
          <w:numId w:val="6"/>
        </w:numPr>
        <w:tabs>
          <w:tab w:val="left" w:pos="669"/>
          <w:tab w:val="left" w:pos="670"/>
          <w:tab w:val="left" w:pos="8622"/>
          <w:tab w:val="left" w:pos="10284"/>
        </w:tabs>
        <w:spacing w:before="94"/>
        <w:ind w:hanging="12"/>
        <w:rPr>
          <w:sz w:val="20"/>
          <w:lang w:val="it-IT"/>
        </w:rPr>
      </w:pPr>
      <w:r w:rsidRPr="006A2477">
        <w:rPr>
          <w:sz w:val="20"/>
          <w:lang w:val="it-IT"/>
        </w:rPr>
        <w:t>è situata in Via/Piazza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n.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448E8425" w14:textId="77777777" w:rsidR="009E3180" w:rsidRPr="006A2477" w:rsidRDefault="00FF489E">
      <w:pPr>
        <w:pStyle w:val="Corpotesto"/>
        <w:tabs>
          <w:tab w:val="left" w:pos="6013"/>
          <w:tab w:val="left" w:pos="10223"/>
        </w:tabs>
        <w:spacing w:before="82"/>
        <w:ind w:left="670"/>
        <w:rPr>
          <w:lang w:val="it-IT"/>
        </w:rPr>
      </w:pPr>
      <w:r w:rsidRPr="006A2477">
        <w:rPr>
          <w:lang w:val="it-IT"/>
        </w:rPr>
        <w:t>nel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Comune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prov.</w:t>
      </w:r>
      <w:r w:rsidRPr="006A2477">
        <w:rPr>
          <w:spacing w:val="-2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2A7062CC" w14:textId="77777777" w:rsidR="009E3180" w:rsidRPr="006A2477" w:rsidRDefault="009E3180">
      <w:pPr>
        <w:pStyle w:val="Corpotesto"/>
        <w:spacing w:before="7"/>
        <w:rPr>
          <w:sz w:val="18"/>
          <w:lang w:val="it-IT"/>
        </w:rPr>
      </w:pPr>
    </w:p>
    <w:p w14:paraId="348B0068" w14:textId="77777777" w:rsidR="009E3180" w:rsidRPr="006A2477" w:rsidRDefault="00FF489E">
      <w:pPr>
        <w:pStyle w:val="Paragrafoelenco"/>
        <w:numPr>
          <w:ilvl w:val="0"/>
          <w:numId w:val="6"/>
        </w:numPr>
        <w:tabs>
          <w:tab w:val="left" w:pos="669"/>
          <w:tab w:val="left" w:pos="670"/>
          <w:tab w:val="left" w:pos="7631"/>
          <w:tab w:val="left" w:pos="10324"/>
        </w:tabs>
        <w:spacing w:before="94"/>
        <w:ind w:left="670"/>
        <w:rPr>
          <w:sz w:val="20"/>
          <w:lang w:val="it-IT"/>
        </w:rPr>
      </w:pPr>
      <w:r w:rsidRPr="006A2477">
        <w:rPr>
          <w:sz w:val="20"/>
          <w:lang w:val="it-IT"/>
        </w:rPr>
        <w:t xml:space="preserve">ed  è  identificata  con  i  seguenti  dati   </w:t>
      </w:r>
      <w:r w:rsidRPr="006A2477">
        <w:rPr>
          <w:spacing w:val="4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catastali: </w:t>
      </w:r>
      <w:r w:rsidRPr="006A2477">
        <w:rPr>
          <w:spacing w:val="2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Foglio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 xml:space="preserve">, </w:t>
      </w:r>
      <w:r w:rsidRPr="006A2477">
        <w:rPr>
          <w:spacing w:val="20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Mappale </w:t>
      </w:r>
      <w:r w:rsidRPr="006A2477">
        <w:rPr>
          <w:spacing w:val="25"/>
          <w:sz w:val="20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539B5685" w14:textId="77777777" w:rsidR="009E3180" w:rsidRPr="006A2477" w:rsidRDefault="00FF489E">
      <w:pPr>
        <w:pStyle w:val="Corpotesto"/>
        <w:tabs>
          <w:tab w:val="left" w:pos="2911"/>
          <w:tab w:val="left" w:pos="6513"/>
          <w:tab w:val="left" w:pos="10315"/>
        </w:tabs>
        <w:spacing w:before="82"/>
        <w:ind w:left="670"/>
        <w:rPr>
          <w:lang w:val="it-IT"/>
        </w:rPr>
      </w:pPr>
      <w:r w:rsidRPr="006A2477">
        <w:rPr>
          <w:lang w:val="it-IT"/>
        </w:rPr>
        <w:t>Subalterno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Categoria catastale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intestazione</w:t>
      </w:r>
      <w:r w:rsidRPr="006A2477">
        <w:rPr>
          <w:spacing w:val="-8"/>
          <w:lang w:val="it-IT"/>
        </w:rPr>
        <w:t xml:space="preserve"> </w:t>
      </w:r>
      <w:r w:rsidRPr="006A2477">
        <w:rPr>
          <w:lang w:val="it-IT"/>
        </w:rPr>
        <w:t>catastale</w:t>
      </w:r>
      <w:r w:rsidRPr="006A2477">
        <w:rPr>
          <w:spacing w:val="4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095303C3" w14:textId="77777777" w:rsidR="009E3180" w:rsidRPr="006A2477" w:rsidRDefault="009E3180">
      <w:pPr>
        <w:pStyle w:val="Corpotesto"/>
        <w:rPr>
          <w:lang w:val="it-IT"/>
        </w:rPr>
      </w:pPr>
    </w:p>
    <w:p w14:paraId="50C40257" w14:textId="77777777" w:rsidR="009E3180" w:rsidRPr="006A2477" w:rsidRDefault="009E3180">
      <w:pPr>
        <w:pStyle w:val="Corpotesto"/>
        <w:spacing w:before="3"/>
        <w:rPr>
          <w:sz w:val="18"/>
          <w:lang w:val="it-IT"/>
        </w:rPr>
      </w:pPr>
    </w:p>
    <w:p w14:paraId="0A9AADC8" w14:textId="77777777" w:rsidR="009E3180" w:rsidRPr="006A2477" w:rsidRDefault="00FF489E">
      <w:pPr>
        <w:pStyle w:val="Titolo1"/>
        <w:numPr>
          <w:ilvl w:val="1"/>
          <w:numId w:val="10"/>
        </w:numPr>
        <w:tabs>
          <w:tab w:val="left" w:pos="670"/>
        </w:tabs>
        <w:spacing w:before="93"/>
        <w:rPr>
          <w:lang w:val="it-IT"/>
        </w:rPr>
      </w:pPr>
      <w:bookmarkStart w:id="8" w:name="3.4)_DICHIARAZIONE_ASSEVERATIVA_DI_CONFO"/>
      <w:bookmarkEnd w:id="8"/>
      <w:r w:rsidRPr="006A2477">
        <w:rPr>
          <w:u w:val="single"/>
          <w:lang w:val="it-IT"/>
        </w:rPr>
        <w:lastRenderedPageBreak/>
        <w:t>DICHIARAZIONE ASSEVERATIVA DI CONFORMITA’</w:t>
      </w:r>
      <w:r w:rsidRPr="006A2477">
        <w:rPr>
          <w:spacing w:val="-26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DELL'IMMOBILE</w:t>
      </w:r>
      <w:r w:rsidRPr="006A2477">
        <w:rPr>
          <w:spacing w:val="4"/>
          <w:u w:val="single"/>
          <w:lang w:val="it-IT"/>
        </w:rPr>
        <w:t xml:space="preserve"> </w:t>
      </w:r>
    </w:p>
    <w:p w14:paraId="6B0993E4" w14:textId="77777777" w:rsidR="009E3180" w:rsidRPr="0026336C" w:rsidRDefault="00FF489E">
      <w:pPr>
        <w:pStyle w:val="Titolo4"/>
        <w:spacing w:before="205"/>
        <w:ind w:left="1322"/>
      </w:pPr>
      <w:bookmarkStart w:id="9" w:name="(L.R._N°_26/2016,_ART_31,_COMMA_4)"/>
      <w:bookmarkEnd w:id="9"/>
      <w:r w:rsidRPr="0026336C">
        <w:t>(L.R. N° 26/2016, ART 31, COMMA 4)</w:t>
      </w:r>
    </w:p>
    <w:p w14:paraId="697B818B" w14:textId="77777777" w:rsidR="009E3180" w:rsidRPr="0026336C" w:rsidRDefault="009E3180">
      <w:pPr>
        <w:pStyle w:val="Corpotesto"/>
        <w:spacing w:before="10"/>
        <w:rPr>
          <w:b/>
          <w:sz w:val="26"/>
        </w:rPr>
      </w:pPr>
    </w:p>
    <w:p w14:paraId="4225AB1B" w14:textId="77777777" w:rsidR="009E3180" w:rsidRPr="006A2477" w:rsidRDefault="00FF489E">
      <w:pPr>
        <w:pStyle w:val="Corpotesto"/>
        <w:tabs>
          <w:tab w:val="left" w:pos="8127"/>
        </w:tabs>
        <w:spacing w:line="276" w:lineRule="auto"/>
        <w:ind w:left="102" w:right="123"/>
        <w:jc w:val="both"/>
        <w:rPr>
          <w:lang w:val="it-IT"/>
        </w:rPr>
      </w:pPr>
      <w:r w:rsidRPr="006A2477">
        <w:rPr>
          <w:lang w:val="it-IT"/>
        </w:rPr>
        <w:t>Il/la</w:t>
      </w:r>
      <w:r w:rsidRPr="006A2477">
        <w:rPr>
          <w:spacing w:val="14"/>
          <w:lang w:val="it-IT"/>
        </w:rPr>
        <w:t xml:space="preserve"> </w:t>
      </w:r>
      <w:r w:rsidRPr="006A2477">
        <w:rPr>
          <w:lang w:val="it-IT"/>
        </w:rPr>
        <w:t>sottoscritto/a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 con</w:t>
      </w:r>
      <w:r w:rsidRPr="006A2477">
        <w:rPr>
          <w:spacing w:val="37"/>
          <w:lang w:val="it-IT"/>
        </w:rPr>
        <w:t xml:space="preserve"> </w:t>
      </w:r>
      <w:r w:rsidRPr="006A2477">
        <w:rPr>
          <w:lang w:val="it-IT"/>
        </w:rPr>
        <w:t>dichiarazione</w:t>
      </w:r>
      <w:r w:rsidRPr="006A2477">
        <w:rPr>
          <w:spacing w:val="15"/>
          <w:lang w:val="it-IT"/>
        </w:rPr>
        <w:t xml:space="preserve"> </w:t>
      </w:r>
      <w:r w:rsidRPr="006A2477">
        <w:rPr>
          <w:lang w:val="it-IT"/>
        </w:rPr>
        <w:t>resa ai sensi e per gli effetti di cui agli articoli 46 e 47 del D.P.R. n° 445 del 28 dicembre 2000, consa</w:t>
      </w:r>
      <w:r w:rsidRPr="006A2477">
        <w:rPr>
          <w:lang w:val="it-IT"/>
        </w:rPr>
        <w:t>pevole delle conseguenze previste agli artt. 75 e 76 di tale D.P.R., per chi dichiara il falso, sotto la propria</w:t>
      </w:r>
      <w:r w:rsidRPr="006A2477">
        <w:rPr>
          <w:spacing w:val="-20"/>
          <w:lang w:val="it-IT"/>
        </w:rPr>
        <w:t xml:space="preserve"> </w:t>
      </w:r>
      <w:r w:rsidRPr="006A2477">
        <w:rPr>
          <w:lang w:val="it-IT"/>
        </w:rPr>
        <w:t>responsabilità</w:t>
      </w:r>
    </w:p>
    <w:p w14:paraId="3A21FD15" w14:textId="77777777" w:rsidR="009E3180" w:rsidRPr="006A2477" w:rsidRDefault="009E3180">
      <w:pPr>
        <w:pStyle w:val="Corpotesto"/>
        <w:spacing w:before="9"/>
        <w:rPr>
          <w:sz w:val="21"/>
          <w:lang w:val="it-IT"/>
        </w:rPr>
      </w:pPr>
    </w:p>
    <w:p w14:paraId="44F6D30A" w14:textId="77777777" w:rsidR="009E3180" w:rsidRPr="006A2477" w:rsidRDefault="00FF489E">
      <w:pPr>
        <w:pStyle w:val="Titolo1"/>
        <w:spacing w:before="0"/>
        <w:ind w:left="4415" w:right="4434" w:firstLine="0"/>
        <w:jc w:val="center"/>
        <w:rPr>
          <w:lang w:val="it-IT"/>
        </w:rPr>
      </w:pPr>
      <w:bookmarkStart w:id="10" w:name="ATTESTA_CHE"/>
      <w:bookmarkEnd w:id="10"/>
      <w:r w:rsidRPr="006A2477">
        <w:rPr>
          <w:lang w:val="it-IT"/>
        </w:rPr>
        <w:t>ATTESTA CHE</w:t>
      </w:r>
    </w:p>
    <w:p w14:paraId="4C0AFA41" w14:textId="77777777" w:rsidR="009E3180" w:rsidRPr="006A2477" w:rsidRDefault="009E3180">
      <w:pPr>
        <w:pStyle w:val="Corpotesto"/>
        <w:spacing w:before="1"/>
        <w:rPr>
          <w:b/>
          <w:lang w:val="it-IT"/>
        </w:rPr>
      </w:pPr>
    </w:p>
    <w:p w14:paraId="5C2F5E5D" w14:textId="77777777" w:rsidR="009E3180" w:rsidRPr="006A2477" w:rsidRDefault="00FF489E">
      <w:pPr>
        <w:pStyle w:val="Paragrafoelenco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right="159"/>
        <w:rPr>
          <w:sz w:val="20"/>
          <w:lang w:val="it-IT"/>
        </w:rPr>
      </w:pPr>
      <w:r w:rsidRPr="006A2477">
        <w:rPr>
          <w:sz w:val="20"/>
          <w:lang w:val="it-IT"/>
        </w:rPr>
        <w:t xml:space="preserve">L’immobile è stato costruito prima dell’introduzione dell’obbligo di licenza edilizia ai sensi della Legge n° </w:t>
      </w:r>
      <w:r w:rsidRPr="006A2477">
        <w:rPr>
          <w:sz w:val="20"/>
          <w:lang w:val="it-IT"/>
        </w:rPr>
        <w:t>1150/1942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della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Legge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n°</w:t>
      </w:r>
      <w:r w:rsidRPr="006A2477">
        <w:rPr>
          <w:spacing w:val="-6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765/1967,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come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tale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in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assenza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di</w:t>
      </w:r>
      <w:r w:rsidRPr="006A2477">
        <w:rPr>
          <w:spacing w:val="-6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titolo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abitativo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edilizio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originario;</w:t>
      </w:r>
    </w:p>
    <w:p w14:paraId="2043EBF4" w14:textId="77777777" w:rsidR="009E3180" w:rsidRPr="006A2477" w:rsidRDefault="009E3180">
      <w:pPr>
        <w:pStyle w:val="Corpotesto"/>
        <w:spacing w:before="8"/>
        <w:rPr>
          <w:sz w:val="19"/>
          <w:lang w:val="it-IT"/>
        </w:rPr>
      </w:pPr>
    </w:p>
    <w:p w14:paraId="68BFC522" w14:textId="77777777" w:rsidR="009E3180" w:rsidRPr="006A2477" w:rsidRDefault="00FF489E">
      <w:pPr>
        <w:pStyle w:val="Corpotesto"/>
        <w:tabs>
          <w:tab w:val="left" w:pos="10217"/>
        </w:tabs>
        <w:ind w:left="102"/>
        <w:jc w:val="both"/>
        <w:rPr>
          <w:lang w:val="it-IT"/>
        </w:rPr>
      </w:pPr>
      <w:r w:rsidRPr="006A2477">
        <w:rPr>
          <w:lang w:val="it-IT"/>
        </w:rPr>
        <w:t>Indicare il periodo di costruzione</w:t>
      </w:r>
      <w:r w:rsidRPr="006A2477">
        <w:rPr>
          <w:spacing w:val="-27"/>
          <w:lang w:val="it-IT"/>
        </w:rPr>
        <w:t xml:space="preserve"> </w:t>
      </w:r>
      <w:r w:rsidRPr="006A2477">
        <w:rPr>
          <w:lang w:val="it-IT"/>
        </w:rPr>
        <w:t xml:space="preserve">dell’immobile: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1FFA8CDC" w14:textId="77777777" w:rsidR="009E3180" w:rsidRPr="006A2477" w:rsidRDefault="009E3180">
      <w:pPr>
        <w:pStyle w:val="Corpotesto"/>
        <w:spacing w:before="7"/>
        <w:rPr>
          <w:sz w:val="26"/>
          <w:lang w:val="it-IT"/>
        </w:rPr>
      </w:pPr>
    </w:p>
    <w:p w14:paraId="69FA8FCA" w14:textId="77777777" w:rsidR="009E3180" w:rsidRPr="006A2477" w:rsidRDefault="00FF489E">
      <w:pPr>
        <w:pStyle w:val="Paragrafoelenco"/>
        <w:numPr>
          <w:ilvl w:val="0"/>
          <w:numId w:val="5"/>
        </w:numPr>
        <w:tabs>
          <w:tab w:val="left" w:pos="527"/>
          <w:tab w:val="left" w:pos="528"/>
        </w:tabs>
        <w:spacing w:before="93"/>
        <w:rPr>
          <w:lang w:val="it-IT"/>
        </w:rPr>
      </w:pPr>
      <w:r w:rsidRPr="006A2477">
        <w:rPr>
          <w:sz w:val="20"/>
          <w:lang w:val="it-IT"/>
        </w:rPr>
        <w:t xml:space="preserve">Gli atti abilitativi </w:t>
      </w:r>
      <w:r w:rsidRPr="006A2477">
        <w:rPr>
          <w:lang w:val="it-IT"/>
        </w:rPr>
        <w:t>ed i fascicoli edilizi inerenti all’immobile sono i</w:t>
      </w:r>
      <w:r w:rsidRPr="006A2477">
        <w:rPr>
          <w:spacing w:val="-37"/>
          <w:lang w:val="it-IT"/>
        </w:rPr>
        <w:t xml:space="preserve"> </w:t>
      </w:r>
      <w:r w:rsidRPr="006A2477">
        <w:rPr>
          <w:lang w:val="it-IT"/>
        </w:rPr>
        <w:t>seguenti:</w:t>
      </w:r>
    </w:p>
    <w:p w14:paraId="4C6B173E" w14:textId="77777777" w:rsidR="009E3180" w:rsidRPr="006A2477" w:rsidRDefault="009E3180">
      <w:pPr>
        <w:pStyle w:val="Corpotesto"/>
        <w:spacing w:before="10"/>
        <w:rPr>
          <w:sz w:val="14"/>
          <w:lang w:val="it-IT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1842"/>
        <w:gridCol w:w="2260"/>
        <w:gridCol w:w="2978"/>
      </w:tblGrid>
      <w:tr w:rsidR="009E3180" w:rsidRPr="006A2477" w14:paraId="0C621261" w14:textId="77777777">
        <w:trPr>
          <w:trHeight w:hRule="exact" w:val="1046"/>
        </w:trPr>
        <w:tc>
          <w:tcPr>
            <w:tcW w:w="2134" w:type="dxa"/>
          </w:tcPr>
          <w:p w14:paraId="43677DB7" w14:textId="77777777" w:rsidR="009E3180" w:rsidRPr="006A2477" w:rsidRDefault="00FF489E">
            <w:pPr>
              <w:pStyle w:val="TableParagraph"/>
              <w:spacing w:before="116"/>
              <w:ind w:left="274" w:right="271"/>
              <w:jc w:val="center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 xml:space="preserve">Tipo atto </w:t>
            </w:r>
            <w:r w:rsidRPr="006A2477">
              <w:rPr>
                <w:sz w:val="20"/>
                <w:lang w:val="it-IT"/>
              </w:rPr>
              <w:t>(licenza, concessione, concessione in sanatoria, etc.)</w:t>
            </w:r>
          </w:p>
        </w:tc>
        <w:tc>
          <w:tcPr>
            <w:tcW w:w="1842" w:type="dxa"/>
          </w:tcPr>
          <w:p w14:paraId="744EA74D" w14:textId="77777777" w:rsidR="009E3180" w:rsidRPr="006A2477" w:rsidRDefault="00FF489E">
            <w:pPr>
              <w:pStyle w:val="TableParagraph"/>
              <w:spacing w:before="116"/>
              <w:ind w:left="784" w:right="783"/>
              <w:jc w:val="center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N°</w:t>
            </w:r>
          </w:p>
        </w:tc>
        <w:tc>
          <w:tcPr>
            <w:tcW w:w="2260" w:type="dxa"/>
          </w:tcPr>
          <w:p w14:paraId="08751C4D" w14:textId="77777777" w:rsidR="009E3180" w:rsidRPr="006A2477" w:rsidRDefault="00FF489E">
            <w:pPr>
              <w:pStyle w:val="TableParagraph"/>
              <w:spacing w:before="116"/>
              <w:ind w:left="896" w:right="891"/>
              <w:jc w:val="center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Data</w:t>
            </w:r>
          </w:p>
        </w:tc>
        <w:tc>
          <w:tcPr>
            <w:tcW w:w="2978" w:type="dxa"/>
          </w:tcPr>
          <w:p w14:paraId="0FCB7C09" w14:textId="77777777" w:rsidR="009E3180" w:rsidRPr="006A2477" w:rsidRDefault="00FF489E">
            <w:pPr>
              <w:pStyle w:val="TableParagraph"/>
              <w:spacing w:before="116"/>
              <w:ind w:left="625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N° fascicolo edilizio</w:t>
            </w:r>
          </w:p>
        </w:tc>
      </w:tr>
      <w:tr w:rsidR="009E3180" w:rsidRPr="006A2477" w14:paraId="2536EAEF" w14:textId="77777777">
        <w:trPr>
          <w:trHeight w:hRule="exact" w:val="358"/>
        </w:trPr>
        <w:tc>
          <w:tcPr>
            <w:tcW w:w="2134" w:type="dxa"/>
          </w:tcPr>
          <w:p w14:paraId="2967D40E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0F3ED523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78834E18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6057D944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5584B677" w14:textId="77777777">
        <w:trPr>
          <w:trHeight w:hRule="exact" w:val="356"/>
        </w:trPr>
        <w:tc>
          <w:tcPr>
            <w:tcW w:w="2134" w:type="dxa"/>
          </w:tcPr>
          <w:p w14:paraId="46DF9583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0A778F65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27C4D023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44719C44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145DA4A8" w14:textId="77777777">
        <w:trPr>
          <w:trHeight w:hRule="exact" w:val="358"/>
        </w:trPr>
        <w:tc>
          <w:tcPr>
            <w:tcW w:w="2134" w:type="dxa"/>
          </w:tcPr>
          <w:p w14:paraId="5F58E44C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703B151E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25A6141D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6F5E6BE2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0A0330BD" w14:textId="77777777">
        <w:trPr>
          <w:trHeight w:hRule="exact" w:val="356"/>
        </w:trPr>
        <w:tc>
          <w:tcPr>
            <w:tcW w:w="2134" w:type="dxa"/>
          </w:tcPr>
          <w:p w14:paraId="678275B4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12EA6ED5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46AA9F32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1AAA1563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40D12FC2" w14:textId="77777777">
        <w:trPr>
          <w:trHeight w:hRule="exact" w:val="358"/>
        </w:trPr>
        <w:tc>
          <w:tcPr>
            <w:tcW w:w="2134" w:type="dxa"/>
          </w:tcPr>
          <w:p w14:paraId="377177DC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17100B6A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5D92A8D7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5E6416F2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502A2AB3" w14:textId="77777777">
        <w:trPr>
          <w:trHeight w:hRule="exact" w:val="356"/>
        </w:trPr>
        <w:tc>
          <w:tcPr>
            <w:tcW w:w="2134" w:type="dxa"/>
          </w:tcPr>
          <w:p w14:paraId="34220A42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842" w:type="dxa"/>
          </w:tcPr>
          <w:p w14:paraId="18F04538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260" w:type="dxa"/>
          </w:tcPr>
          <w:p w14:paraId="549C3482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2978" w:type="dxa"/>
          </w:tcPr>
          <w:p w14:paraId="07973DCA" w14:textId="77777777" w:rsidR="009E3180" w:rsidRPr="006A2477" w:rsidRDefault="009E3180">
            <w:pPr>
              <w:rPr>
                <w:lang w:val="it-IT"/>
              </w:rPr>
            </w:pPr>
          </w:p>
        </w:tc>
      </w:tr>
    </w:tbl>
    <w:p w14:paraId="7CB4F754" w14:textId="77777777" w:rsidR="009E3180" w:rsidRPr="006A2477" w:rsidRDefault="009E3180">
      <w:pPr>
        <w:pStyle w:val="Corpotesto"/>
        <w:spacing w:before="1"/>
        <w:rPr>
          <w:sz w:val="35"/>
          <w:lang w:val="it-IT"/>
        </w:rPr>
      </w:pPr>
    </w:p>
    <w:p w14:paraId="45815DB5" w14:textId="04E752DA" w:rsidR="009E3180" w:rsidRPr="00AA2411" w:rsidRDefault="00FF489E">
      <w:pPr>
        <w:pStyle w:val="Paragrafoelenco"/>
        <w:numPr>
          <w:ilvl w:val="0"/>
          <w:numId w:val="5"/>
        </w:numPr>
        <w:tabs>
          <w:tab w:val="left" w:pos="555"/>
          <w:tab w:val="left" w:pos="556"/>
        </w:tabs>
        <w:spacing w:before="1"/>
        <w:ind w:left="556" w:right="1021" w:hanging="454"/>
        <w:rPr>
          <w:b/>
          <w:bCs/>
          <w:sz w:val="20"/>
          <w:lang w:val="it-IT"/>
        </w:rPr>
      </w:pPr>
      <w:r w:rsidRPr="00AA2411">
        <w:rPr>
          <w:b/>
          <w:bCs/>
          <w:sz w:val="20"/>
          <w:lang w:val="it-IT"/>
        </w:rPr>
        <w:t>nell’immobile</w:t>
      </w:r>
      <w:r w:rsidRPr="00AA2411">
        <w:rPr>
          <w:b/>
          <w:bCs/>
          <w:spacing w:val="-2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non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sussistono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opere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eseguite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in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assenza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di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titolo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abilitativo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o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in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totale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difformità</w:t>
      </w:r>
      <w:r w:rsidRPr="00AA2411">
        <w:rPr>
          <w:b/>
          <w:bCs/>
          <w:spacing w:val="-4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o</w:t>
      </w:r>
      <w:r w:rsidRPr="00AA2411">
        <w:rPr>
          <w:b/>
          <w:bCs/>
          <w:spacing w:val="-5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con variazioni</w:t>
      </w:r>
      <w:r w:rsidRPr="00AA2411">
        <w:rPr>
          <w:b/>
          <w:bCs/>
          <w:spacing w:val="-11"/>
          <w:sz w:val="20"/>
          <w:lang w:val="it-IT"/>
        </w:rPr>
        <w:t xml:space="preserve"> </w:t>
      </w:r>
      <w:r w:rsidRPr="00AA2411">
        <w:rPr>
          <w:b/>
          <w:bCs/>
          <w:sz w:val="20"/>
          <w:lang w:val="it-IT"/>
        </w:rPr>
        <w:t>essenziali</w:t>
      </w:r>
    </w:p>
    <w:p w14:paraId="041C3B0F" w14:textId="77777777" w:rsidR="004E0A66" w:rsidRPr="006A2477" w:rsidRDefault="004E0A66" w:rsidP="004E0A66">
      <w:pPr>
        <w:pStyle w:val="Paragrafoelenco"/>
        <w:tabs>
          <w:tab w:val="left" w:pos="555"/>
          <w:tab w:val="left" w:pos="556"/>
        </w:tabs>
        <w:spacing w:before="1"/>
        <w:ind w:left="556" w:right="1021" w:firstLine="0"/>
        <w:rPr>
          <w:sz w:val="20"/>
          <w:lang w:val="it-IT"/>
        </w:rPr>
      </w:pPr>
    </w:p>
    <w:p w14:paraId="5DFF9CB8" w14:textId="77777777" w:rsidR="009E3180" w:rsidRPr="006A2477" w:rsidRDefault="00FF489E">
      <w:pPr>
        <w:pStyle w:val="Titolo1"/>
        <w:numPr>
          <w:ilvl w:val="0"/>
          <w:numId w:val="4"/>
        </w:numPr>
        <w:tabs>
          <w:tab w:val="left" w:pos="574"/>
        </w:tabs>
        <w:spacing w:before="82"/>
        <w:jc w:val="left"/>
        <w:rPr>
          <w:lang w:val="it-IT"/>
        </w:rPr>
      </w:pPr>
      <w:bookmarkStart w:id="11" w:name="4)_DESCRIZIONE_DEL_DANNO_SUBITO"/>
      <w:bookmarkEnd w:id="11"/>
      <w:r w:rsidRPr="006A2477">
        <w:rPr>
          <w:u w:val="single"/>
          <w:lang w:val="it-IT"/>
        </w:rPr>
        <w:t>DESCRIZIONE DEL DANNO</w:t>
      </w:r>
      <w:r w:rsidRPr="006A2477">
        <w:rPr>
          <w:spacing w:val="-10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SUBITO</w:t>
      </w:r>
    </w:p>
    <w:p w14:paraId="322C1E87" w14:textId="77777777" w:rsidR="009E3180" w:rsidRPr="006A2477" w:rsidRDefault="00FF489E">
      <w:pPr>
        <w:pStyle w:val="Corpotesto"/>
        <w:spacing w:before="11"/>
        <w:rPr>
          <w:b/>
          <w:sz w:val="26"/>
          <w:lang w:val="it-IT"/>
        </w:rPr>
      </w:pPr>
      <w:r>
        <w:rPr>
          <w:lang w:val="it-IT"/>
        </w:rPr>
        <w:pict w14:anchorId="3733541F">
          <v:line id="_x0000_s2106" style="position:absolute;z-index:251635712;mso-wrap-distance-left:0;mso-wrap-distance-right:0;mso-position-horizontal-relative:page" from="69.7pt,17.8pt" to="553pt,17.8pt" strokeweight=".24447mm">
            <w10:wrap type="topAndBottom" anchorx="page"/>
          </v:line>
        </w:pict>
      </w:r>
      <w:r>
        <w:rPr>
          <w:lang w:val="it-IT"/>
        </w:rPr>
        <w:pict w14:anchorId="472EFE3B">
          <v:line id="_x0000_s2105" style="position:absolute;z-index:251636736;mso-wrap-distance-left:0;mso-wrap-distance-right:0;mso-position-horizontal-relative:page" from="69.7pt,32.3pt" to="553pt,32.3pt" strokeweight=".24447mm">
            <w10:wrap type="topAndBottom" anchorx="page"/>
          </v:line>
        </w:pict>
      </w:r>
      <w:r>
        <w:rPr>
          <w:lang w:val="it-IT"/>
        </w:rPr>
        <w:pict w14:anchorId="70DBF685">
          <v:line id="_x0000_s2104" style="position:absolute;z-index:251637760;mso-wrap-distance-left:0;mso-wrap-distance-right:0;mso-position-horizontal-relative:page" from="69.7pt,46.8pt" to="553pt,46.8pt" strokeweight=".24447mm">
            <w10:wrap type="topAndBottom" anchorx="page"/>
          </v:line>
        </w:pict>
      </w:r>
      <w:r>
        <w:rPr>
          <w:lang w:val="it-IT"/>
        </w:rPr>
        <w:pict w14:anchorId="418D4B65">
          <v:line id="_x0000_s2103" style="position:absolute;z-index:251638784;mso-wrap-distance-left:0;mso-wrap-distance-right:0;mso-position-horizontal-relative:page" from="69.7pt,61.3pt" to="553pt,61.3pt" strokeweight=".24447mm">
            <w10:wrap type="topAndBottom" anchorx="page"/>
          </v:line>
        </w:pict>
      </w:r>
    </w:p>
    <w:p w14:paraId="619BF928" w14:textId="77777777" w:rsidR="009E3180" w:rsidRPr="006A2477" w:rsidRDefault="009E3180">
      <w:pPr>
        <w:pStyle w:val="Corpotesto"/>
        <w:spacing w:before="1"/>
        <w:rPr>
          <w:b/>
          <w:sz w:val="18"/>
          <w:lang w:val="it-IT"/>
        </w:rPr>
      </w:pPr>
    </w:p>
    <w:p w14:paraId="37B264C0" w14:textId="77777777" w:rsidR="009E3180" w:rsidRPr="006A2477" w:rsidRDefault="009E3180">
      <w:pPr>
        <w:pStyle w:val="Corpotesto"/>
        <w:spacing w:before="1"/>
        <w:rPr>
          <w:b/>
          <w:sz w:val="18"/>
          <w:lang w:val="it-IT"/>
        </w:rPr>
      </w:pPr>
    </w:p>
    <w:p w14:paraId="51CFDED5" w14:textId="77777777" w:rsidR="009E3180" w:rsidRPr="006A2477" w:rsidRDefault="009E3180">
      <w:pPr>
        <w:pStyle w:val="Corpotesto"/>
        <w:spacing w:before="1"/>
        <w:rPr>
          <w:b/>
          <w:sz w:val="18"/>
          <w:lang w:val="it-IT"/>
        </w:rPr>
      </w:pPr>
    </w:p>
    <w:p w14:paraId="2EA47D5A" w14:textId="77777777" w:rsidR="009E3180" w:rsidRPr="006A2477" w:rsidRDefault="00FF489E">
      <w:pPr>
        <w:spacing w:before="106"/>
        <w:ind w:left="648" w:right="225" w:hanging="74"/>
        <w:jc w:val="both"/>
        <w:rPr>
          <w:i/>
          <w:sz w:val="18"/>
          <w:lang w:val="it-IT"/>
        </w:rPr>
      </w:pPr>
      <w:bookmarkStart w:id="12" w:name="________________________________________"/>
      <w:bookmarkEnd w:id="12"/>
      <w:r w:rsidRPr="006A2477">
        <w:rPr>
          <w:i/>
          <w:sz w:val="18"/>
          <w:lang w:val="it-IT"/>
        </w:rPr>
        <w:t>(specificare l'entità del danno all'immobile ed indicare se è stato distrutto, solo danneggiato e in quest'ultimo caso se è stato allagato. Nel caso di alluvione indicare il livello raggiunto dall'acqua; nel caso di fra</w:t>
      </w:r>
      <w:r w:rsidRPr="006A2477">
        <w:rPr>
          <w:i/>
          <w:sz w:val="18"/>
          <w:lang w:val="it-IT"/>
        </w:rPr>
        <w:t>na indicare porzione di area coinvolta da smottamento, etc.)</w:t>
      </w:r>
    </w:p>
    <w:p w14:paraId="7769B5B7" w14:textId="77777777" w:rsidR="009E3180" w:rsidRPr="006A2477" w:rsidRDefault="009E3180">
      <w:pPr>
        <w:pStyle w:val="Corpotesto"/>
        <w:spacing w:before="2"/>
        <w:rPr>
          <w:i/>
          <w:sz w:val="21"/>
          <w:lang w:val="it-IT"/>
        </w:rPr>
      </w:pPr>
    </w:p>
    <w:p w14:paraId="2D6D2D62" w14:textId="77777777" w:rsidR="009E3180" w:rsidRPr="006A2477" w:rsidRDefault="00FF489E">
      <w:pPr>
        <w:pStyle w:val="Corpotesto"/>
        <w:ind w:left="102"/>
        <w:rPr>
          <w:lang w:val="it-IT"/>
        </w:rPr>
      </w:pPr>
      <w:r w:rsidRPr="006A2477">
        <w:rPr>
          <w:lang w:val="it-IT"/>
        </w:rPr>
        <w:t>Nello specifico:</w:t>
      </w:r>
    </w:p>
    <w:p w14:paraId="5072E4D6" w14:textId="77777777" w:rsidR="009E3180" w:rsidRPr="006A2477" w:rsidRDefault="00FF489E">
      <w:pPr>
        <w:pStyle w:val="Paragrafoelenco"/>
        <w:numPr>
          <w:ilvl w:val="1"/>
          <w:numId w:val="5"/>
        </w:numPr>
        <w:tabs>
          <w:tab w:val="left" w:pos="650"/>
          <w:tab w:val="left" w:pos="6819"/>
          <w:tab w:val="left" w:pos="9645"/>
        </w:tabs>
        <w:spacing w:before="125"/>
        <w:rPr>
          <w:sz w:val="20"/>
          <w:lang w:val="it-IT"/>
        </w:rPr>
      </w:pPr>
      <w:r w:rsidRPr="006A2477">
        <w:rPr>
          <w:sz w:val="20"/>
          <w:lang w:val="it-IT"/>
        </w:rPr>
        <w:t>è stata emessa ordinanza sindacale di</w:t>
      </w:r>
      <w:r w:rsidRPr="006A2477">
        <w:rPr>
          <w:spacing w:val="-1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sgombero</w:t>
      </w:r>
      <w:r w:rsidRPr="006A2477">
        <w:rPr>
          <w:spacing w:val="-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n.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del</w:t>
      </w:r>
      <w:r w:rsidRPr="006A2477">
        <w:rPr>
          <w:spacing w:val="5"/>
          <w:sz w:val="20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62C1D695" w14:textId="77777777" w:rsidR="009E3180" w:rsidRPr="006A2477" w:rsidRDefault="00FF489E">
      <w:pPr>
        <w:pStyle w:val="Paragrafoelenco"/>
        <w:numPr>
          <w:ilvl w:val="1"/>
          <w:numId w:val="5"/>
        </w:numPr>
        <w:tabs>
          <w:tab w:val="left" w:pos="648"/>
        </w:tabs>
        <w:spacing w:before="127"/>
        <w:ind w:left="648" w:hanging="334"/>
        <w:rPr>
          <w:sz w:val="20"/>
          <w:lang w:val="it-IT"/>
        </w:rPr>
      </w:pPr>
      <w:r w:rsidRPr="006A2477">
        <w:rPr>
          <w:sz w:val="20"/>
          <w:lang w:val="it-IT"/>
        </w:rPr>
        <w:t>NON è stata emessa ordinanza sindacale di</w:t>
      </w:r>
      <w:r w:rsidRPr="006A2477">
        <w:rPr>
          <w:spacing w:val="-1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sgombero.</w:t>
      </w:r>
    </w:p>
    <w:p w14:paraId="41520119" w14:textId="77777777" w:rsidR="009E3180" w:rsidRPr="006A2477" w:rsidRDefault="009E3180">
      <w:pPr>
        <w:pStyle w:val="Corpotesto"/>
        <w:spacing w:before="6"/>
        <w:rPr>
          <w:sz w:val="25"/>
          <w:lang w:val="it-IT"/>
        </w:rPr>
      </w:pPr>
    </w:p>
    <w:p w14:paraId="0200F64D" w14:textId="77777777" w:rsidR="009E3180" w:rsidRPr="006A2477" w:rsidRDefault="00FF489E">
      <w:pPr>
        <w:pStyle w:val="Corpotesto"/>
        <w:ind w:left="102"/>
        <w:rPr>
          <w:lang w:val="it-IT"/>
        </w:rPr>
      </w:pPr>
      <w:r w:rsidRPr="006A2477">
        <w:rPr>
          <w:lang w:val="it-IT"/>
        </w:rPr>
        <w:t>I danni riguardano:</w:t>
      </w:r>
    </w:p>
    <w:p w14:paraId="79F58FC2" w14:textId="77777777" w:rsidR="009E3180" w:rsidRPr="006A2477" w:rsidRDefault="00FF489E">
      <w:pPr>
        <w:pStyle w:val="Paragrafoelenco"/>
        <w:numPr>
          <w:ilvl w:val="0"/>
          <w:numId w:val="1"/>
        </w:numPr>
        <w:tabs>
          <w:tab w:val="left" w:pos="442"/>
        </w:tabs>
        <w:spacing w:before="170"/>
        <w:rPr>
          <w:sz w:val="20"/>
          <w:lang w:val="it-IT"/>
        </w:rPr>
      </w:pPr>
      <w:r w:rsidRPr="006A2477">
        <w:rPr>
          <w:sz w:val="20"/>
          <w:lang w:val="it-IT"/>
        </w:rPr>
        <w:t>l'unità principale</w:t>
      </w:r>
      <w:r w:rsidRPr="006A2477">
        <w:rPr>
          <w:spacing w:val="-1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(abitazione)</w:t>
      </w:r>
    </w:p>
    <w:p w14:paraId="5C98F0A0" w14:textId="77777777" w:rsidR="009E3180" w:rsidRPr="006A2477" w:rsidRDefault="00FF489E">
      <w:pPr>
        <w:pStyle w:val="Paragrafoelenco"/>
        <w:numPr>
          <w:ilvl w:val="1"/>
          <w:numId w:val="1"/>
        </w:numPr>
        <w:tabs>
          <w:tab w:val="left" w:pos="1030"/>
          <w:tab w:val="left" w:pos="5975"/>
        </w:tabs>
        <w:spacing w:before="130"/>
        <w:rPr>
          <w:sz w:val="20"/>
          <w:lang w:val="it-IT"/>
        </w:rPr>
      </w:pPr>
      <w:r w:rsidRPr="006A2477">
        <w:rPr>
          <w:sz w:val="20"/>
          <w:lang w:val="it-IT"/>
        </w:rPr>
        <w:lastRenderedPageBreak/>
        <w:t>SI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 xml:space="preserve"> </w:t>
      </w:r>
      <w:r w:rsidRPr="006A2477">
        <w:rPr>
          <w:spacing w:val="8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</w:t>
      </w:r>
    </w:p>
    <w:p w14:paraId="7254114C" w14:textId="77777777" w:rsidR="009E3180" w:rsidRPr="006A2477" w:rsidRDefault="009E3180">
      <w:pPr>
        <w:pStyle w:val="Corpotesto"/>
        <w:spacing w:before="3"/>
        <w:rPr>
          <w:sz w:val="32"/>
          <w:lang w:val="it-IT"/>
        </w:rPr>
      </w:pPr>
    </w:p>
    <w:p w14:paraId="1E289562" w14:textId="77777777" w:rsidR="009E3180" w:rsidRPr="006A2477" w:rsidRDefault="00FF489E">
      <w:pPr>
        <w:pStyle w:val="Paragrafoelenco"/>
        <w:numPr>
          <w:ilvl w:val="0"/>
          <w:numId w:val="1"/>
        </w:numPr>
        <w:tabs>
          <w:tab w:val="left" w:pos="442"/>
        </w:tabs>
        <w:rPr>
          <w:sz w:val="20"/>
          <w:lang w:val="it-IT"/>
        </w:rPr>
      </w:pPr>
      <w:r w:rsidRPr="006A2477">
        <w:rPr>
          <w:sz w:val="20"/>
          <w:lang w:val="it-IT"/>
        </w:rPr>
        <w:t>la</w:t>
      </w:r>
      <w:r w:rsidRPr="006A2477">
        <w:rPr>
          <w:spacing w:val="-8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pertinenza</w:t>
      </w:r>
    </w:p>
    <w:p w14:paraId="15F7A559" w14:textId="77777777" w:rsidR="009E3180" w:rsidRPr="006A2477" w:rsidRDefault="00FF489E">
      <w:pPr>
        <w:pStyle w:val="Paragrafoelenco"/>
        <w:numPr>
          <w:ilvl w:val="1"/>
          <w:numId w:val="1"/>
        </w:numPr>
        <w:tabs>
          <w:tab w:val="left" w:pos="1030"/>
          <w:tab w:val="left" w:pos="5975"/>
        </w:tabs>
        <w:spacing w:before="129"/>
        <w:rPr>
          <w:sz w:val="20"/>
          <w:lang w:val="it-IT"/>
        </w:rPr>
      </w:pPr>
      <w:r w:rsidRPr="006A2477">
        <w:rPr>
          <w:sz w:val="20"/>
          <w:lang w:val="it-IT"/>
        </w:rPr>
        <w:t>SI</w:t>
      </w:r>
      <w:r w:rsidRPr="006A2477">
        <w:rPr>
          <w:sz w:val="20"/>
          <w:lang w:val="it-IT"/>
        </w:rPr>
        <w:tab/>
      </w:r>
      <w:r w:rsidRPr="006A2477">
        <w:rPr>
          <w:sz w:val="20"/>
          <w:lang w:val="it-IT"/>
        </w:rPr>
        <w:t xml:space="preserve"> </w:t>
      </w:r>
      <w:r w:rsidRPr="006A2477">
        <w:rPr>
          <w:spacing w:val="8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NO</w:t>
      </w:r>
    </w:p>
    <w:p w14:paraId="588F0B84" w14:textId="77777777" w:rsidR="009E3180" w:rsidRPr="006A2477" w:rsidRDefault="009E3180">
      <w:pPr>
        <w:pStyle w:val="Corpotesto"/>
        <w:spacing w:before="6"/>
        <w:rPr>
          <w:sz w:val="26"/>
          <w:lang w:val="it-IT"/>
        </w:rPr>
      </w:pPr>
    </w:p>
    <w:p w14:paraId="02B9AC09" w14:textId="77777777" w:rsidR="009E3180" w:rsidRPr="006A2477" w:rsidRDefault="00FF489E">
      <w:pPr>
        <w:pStyle w:val="Corpotesto"/>
        <w:ind w:left="157"/>
        <w:rPr>
          <w:lang w:val="it-IT"/>
        </w:rPr>
      </w:pPr>
      <w:r w:rsidRPr="006A2477">
        <w:rPr>
          <w:lang w:val="it-IT"/>
        </w:rPr>
        <w:t>In particolare, sono stati danneggiati i seguenti elementi dell’immobile:</w:t>
      </w:r>
    </w:p>
    <w:p w14:paraId="28098A05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048"/>
        </w:tabs>
        <w:spacing w:before="125"/>
        <w:rPr>
          <w:sz w:val="20"/>
          <w:lang w:val="it-IT"/>
        </w:rPr>
      </w:pPr>
      <w:r w:rsidRPr="006A2477">
        <w:rPr>
          <w:sz w:val="20"/>
          <w:lang w:val="it-IT"/>
        </w:rPr>
        <w:t>strutture</w:t>
      </w:r>
      <w:r w:rsidRPr="006A2477">
        <w:rPr>
          <w:spacing w:val="-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portanti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;</w:t>
      </w:r>
    </w:p>
    <w:p w14:paraId="1100B6DE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059"/>
        </w:tabs>
        <w:spacing w:before="117"/>
        <w:rPr>
          <w:sz w:val="20"/>
          <w:lang w:val="it-IT"/>
        </w:rPr>
      </w:pPr>
      <w:r w:rsidRPr="006A2477">
        <w:rPr>
          <w:sz w:val="20"/>
          <w:lang w:val="it-IT"/>
        </w:rPr>
        <w:t>impianti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;</w:t>
      </w:r>
    </w:p>
    <w:p w14:paraId="63740CFB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081"/>
        </w:tabs>
        <w:spacing w:before="115"/>
        <w:rPr>
          <w:sz w:val="20"/>
          <w:lang w:val="it-IT"/>
        </w:rPr>
      </w:pPr>
      <w:r w:rsidRPr="006A2477">
        <w:rPr>
          <w:sz w:val="20"/>
          <w:lang w:val="it-IT"/>
        </w:rPr>
        <w:t>finiture interne</w:t>
      </w:r>
      <w:r w:rsidRPr="006A2477">
        <w:rPr>
          <w:spacing w:val="-5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ed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esterne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;</w:t>
      </w:r>
    </w:p>
    <w:p w14:paraId="7622EB12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081"/>
        </w:tabs>
        <w:spacing w:before="117"/>
        <w:rPr>
          <w:sz w:val="21"/>
          <w:lang w:val="it-IT"/>
        </w:rPr>
      </w:pPr>
      <w:r w:rsidRPr="006A2477">
        <w:rPr>
          <w:sz w:val="20"/>
          <w:lang w:val="it-IT"/>
        </w:rPr>
        <w:t>serramenti interni</w:t>
      </w:r>
      <w:r w:rsidRPr="006A2477">
        <w:rPr>
          <w:spacing w:val="-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ed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esterni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1"/>
          <w:lang w:val="it-IT"/>
        </w:rPr>
        <w:t>;</w:t>
      </w:r>
    </w:p>
    <w:p w14:paraId="34A11557" w14:textId="77777777" w:rsidR="009E3180" w:rsidRPr="006A2477" w:rsidRDefault="00FF489E">
      <w:pPr>
        <w:spacing w:before="104"/>
        <w:ind w:left="102" w:right="982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(descrivere in modo dettagliato i danni subiti da ciascun </w:t>
      </w:r>
      <w:r w:rsidRPr="006A2477">
        <w:rPr>
          <w:i/>
          <w:sz w:val="18"/>
          <w:lang w:val="it-IT"/>
        </w:rPr>
        <w:t>elemento in caso di abitazione danneggiata o di parti comuni danneggiate dell'edificio residenziale).</w:t>
      </w:r>
    </w:p>
    <w:p w14:paraId="22BC7191" w14:textId="77777777" w:rsidR="009E3180" w:rsidRPr="006A2477" w:rsidRDefault="00FF489E">
      <w:pPr>
        <w:ind w:left="102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(Da </w:t>
      </w:r>
      <w:r w:rsidRPr="006A2477">
        <w:rPr>
          <w:b/>
          <w:i/>
          <w:sz w:val="18"/>
          <w:lang w:val="it-IT"/>
        </w:rPr>
        <w:t xml:space="preserve">NON </w:t>
      </w:r>
      <w:r w:rsidRPr="006A2477">
        <w:rPr>
          <w:i/>
          <w:sz w:val="18"/>
          <w:lang w:val="it-IT"/>
        </w:rPr>
        <w:t>compilare per i casi di abitazioni distrutte e da ricostruire in sito)</w:t>
      </w:r>
    </w:p>
    <w:p w14:paraId="325D7BAD" w14:textId="77777777" w:rsidR="009E3180" w:rsidRPr="006A2477" w:rsidRDefault="009E3180">
      <w:pPr>
        <w:pStyle w:val="Corpotesto"/>
        <w:spacing w:before="10"/>
        <w:rPr>
          <w:i/>
          <w:sz w:val="26"/>
          <w:lang w:val="it-IT"/>
        </w:rPr>
      </w:pPr>
    </w:p>
    <w:p w14:paraId="475E77EF" w14:textId="77777777" w:rsidR="009E3180" w:rsidRPr="006A2477" w:rsidRDefault="00FF489E">
      <w:pPr>
        <w:ind w:left="102"/>
        <w:rPr>
          <w:sz w:val="20"/>
          <w:lang w:val="it-IT"/>
        </w:rPr>
      </w:pPr>
      <w:r w:rsidRPr="006A2477">
        <w:rPr>
          <w:sz w:val="20"/>
          <w:lang w:val="it-IT"/>
        </w:rPr>
        <w:t xml:space="preserve">Sono stati </w:t>
      </w:r>
      <w:r w:rsidRPr="006A2477">
        <w:rPr>
          <w:b/>
          <w:sz w:val="20"/>
          <w:lang w:val="it-IT"/>
        </w:rPr>
        <w:t xml:space="preserve">allagati/distrutti </w:t>
      </w:r>
      <w:r w:rsidRPr="006A2477">
        <w:rPr>
          <w:sz w:val="20"/>
          <w:lang w:val="it-IT"/>
        </w:rPr>
        <w:t>i seguenti vani catastali principali:</w:t>
      </w:r>
    </w:p>
    <w:p w14:paraId="0E2BEEBC" w14:textId="77777777" w:rsidR="009E3180" w:rsidRPr="006A2477" w:rsidRDefault="00FF489E">
      <w:pPr>
        <w:pStyle w:val="Paragrafoelenco"/>
        <w:numPr>
          <w:ilvl w:val="0"/>
          <w:numId w:val="2"/>
        </w:numPr>
        <w:tabs>
          <w:tab w:val="left" w:pos="562"/>
          <w:tab w:val="left" w:pos="3774"/>
        </w:tabs>
        <w:spacing w:before="111"/>
        <w:rPr>
          <w:sz w:val="20"/>
          <w:lang w:val="it-IT"/>
        </w:rPr>
      </w:pPr>
      <w:r w:rsidRPr="006A2477">
        <w:rPr>
          <w:sz w:val="20"/>
          <w:lang w:val="it-IT"/>
        </w:rPr>
        <w:t>cucina</w:t>
      </w:r>
      <w:r w:rsidRPr="006A2477">
        <w:rPr>
          <w:sz w:val="20"/>
          <w:lang w:val="it-IT"/>
        </w:rPr>
        <w:t xml:space="preserve"> (ubicata</w:t>
      </w:r>
      <w:r w:rsidRPr="006A2477">
        <w:rPr>
          <w:spacing w:val="-6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al</w:t>
      </w:r>
      <w:r w:rsidRPr="006A2477">
        <w:rPr>
          <w:spacing w:val="1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piano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)</w:t>
      </w:r>
    </w:p>
    <w:p w14:paraId="46724CC8" w14:textId="0954C01F" w:rsidR="009E3180" w:rsidRPr="006A2477" w:rsidRDefault="00FF489E">
      <w:pPr>
        <w:pStyle w:val="Paragrafoelenco"/>
        <w:numPr>
          <w:ilvl w:val="0"/>
          <w:numId w:val="2"/>
        </w:numPr>
        <w:tabs>
          <w:tab w:val="left" w:pos="562"/>
          <w:tab w:val="left" w:pos="3675"/>
        </w:tabs>
        <w:spacing w:before="171"/>
        <w:rPr>
          <w:sz w:val="20"/>
          <w:lang w:val="it-IT"/>
        </w:rPr>
      </w:pPr>
      <w:r w:rsidRPr="006A2477">
        <w:rPr>
          <w:sz w:val="20"/>
          <w:lang w:val="it-IT"/>
        </w:rPr>
        <w:t>s</w:t>
      </w:r>
      <w:r w:rsidR="0026336C">
        <w:rPr>
          <w:sz w:val="20"/>
          <w:lang w:val="it-IT"/>
        </w:rPr>
        <w:t>oggiorno</w:t>
      </w:r>
      <w:r w:rsidRPr="006A2477">
        <w:rPr>
          <w:sz w:val="20"/>
          <w:lang w:val="it-IT"/>
        </w:rPr>
        <w:t xml:space="preserve"> (ubicata</w:t>
      </w:r>
      <w:r w:rsidRPr="006A2477">
        <w:rPr>
          <w:spacing w:val="-1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al</w:t>
      </w:r>
      <w:r w:rsidRPr="006A2477">
        <w:rPr>
          <w:spacing w:val="-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piano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)</w:t>
      </w:r>
    </w:p>
    <w:p w14:paraId="29F86E1F" w14:textId="590A26A2" w:rsidR="009E3180" w:rsidRPr="006A2477" w:rsidRDefault="00FF489E">
      <w:pPr>
        <w:pStyle w:val="Paragrafoelenco"/>
        <w:numPr>
          <w:ilvl w:val="0"/>
          <w:numId w:val="2"/>
        </w:numPr>
        <w:tabs>
          <w:tab w:val="left" w:pos="562"/>
          <w:tab w:val="left" w:pos="3417"/>
          <w:tab w:val="left" w:pos="6436"/>
        </w:tabs>
        <w:spacing w:before="169"/>
        <w:rPr>
          <w:sz w:val="20"/>
          <w:lang w:val="it-IT"/>
        </w:rPr>
      </w:pPr>
      <w:r w:rsidRPr="006A2477">
        <w:rPr>
          <w:sz w:val="20"/>
          <w:lang w:val="it-IT"/>
        </w:rPr>
        <w:t>camera/e</w:t>
      </w:r>
      <w:r w:rsidRPr="006A2477">
        <w:rPr>
          <w:spacing w:val="-3"/>
          <w:sz w:val="20"/>
          <w:lang w:val="it-IT"/>
        </w:rPr>
        <w:t xml:space="preserve"> </w:t>
      </w:r>
      <w:r w:rsidR="0026336C">
        <w:rPr>
          <w:spacing w:val="-3"/>
          <w:sz w:val="20"/>
          <w:lang w:val="it-IT"/>
        </w:rPr>
        <w:t xml:space="preserve">da letto </w:t>
      </w:r>
      <w:r w:rsidRPr="006A2477">
        <w:rPr>
          <w:sz w:val="20"/>
          <w:lang w:val="it-IT"/>
        </w:rPr>
        <w:t>(n°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ubicata/e</w:t>
      </w:r>
      <w:r w:rsidRPr="006A2477">
        <w:rPr>
          <w:spacing w:val="-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al</w:t>
      </w:r>
      <w:r w:rsidRPr="006A2477">
        <w:rPr>
          <w:spacing w:val="-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piano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)</w:t>
      </w:r>
    </w:p>
    <w:p w14:paraId="3AA57075" w14:textId="77777777" w:rsidR="009E3180" w:rsidRPr="006A2477" w:rsidRDefault="009E3180">
      <w:pPr>
        <w:pStyle w:val="Corpotesto"/>
        <w:spacing w:before="8"/>
        <w:rPr>
          <w:sz w:val="29"/>
          <w:lang w:val="it-IT"/>
        </w:rPr>
      </w:pPr>
    </w:p>
    <w:p w14:paraId="77D80022" w14:textId="77777777" w:rsidR="009E3180" w:rsidRPr="006A2477" w:rsidRDefault="00FF489E">
      <w:pPr>
        <w:pStyle w:val="Titolo4"/>
        <w:numPr>
          <w:ilvl w:val="0"/>
          <w:numId w:val="4"/>
        </w:numPr>
        <w:tabs>
          <w:tab w:val="left" w:pos="364"/>
        </w:tabs>
        <w:ind w:left="364" w:hanging="256"/>
        <w:jc w:val="left"/>
        <w:rPr>
          <w:lang w:val="it-IT"/>
        </w:rPr>
      </w:pPr>
      <w:bookmarkStart w:id="13" w:name="5)_VALUTAZIONE_DELLE_OPERE_NECESSARIE"/>
      <w:bookmarkEnd w:id="13"/>
      <w:r w:rsidRPr="006A2477">
        <w:rPr>
          <w:u w:val="single"/>
          <w:lang w:val="it-IT"/>
        </w:rPr>
        <w:t>VALUTAZIONE DELLE OPERE</w:t>
      </w:r>
      <w:r w:rsidRPr="006A2477">
        <w:rPr>
          <w:spacing w:val="-16"/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>NECESSARIE</w:t>
      </w:r>
    </w:p>
    <w:p w14:paraId="348A0B11" w14:textId="77777777" w:rsidR="009E3180" w:rsidRPr="006A2477" w:rsidRDefault="009E3180">
      <w:pPr>
        <w:pStyle w:val="Corpotesto"/>
        <w:spacing w:before="1"/>
        <w:rPr>
          <w:b/>
          <w:sz w:val="12"/>
          <w:lang w:val="it-IT"/>
        </w:rPr>
      </w:pPr>
    </w:p>
    <w:p w14:paraId="2ED7689D" w14:textId="77777777" w:rsidR="009E3180" w:rsidRPr="006A2477" w:rsidRDefault="00FF489E">
      <w:pPr>
        <w:spacing w:before="93"/>
        <w:ind w:left="102"/>
        <w:rPr>
          <w:i/>
          <w:sz w:val="21"/>
          <w:lang w:val="it-IT"/>
        </w:rPr>
      </w:pPr>
      <w:r w:rsidRPr="006A2477">
        <w:rPr>
          <w:sz w:val="20"/>
          <w:lang w:val="it-IT"/>
        </w:rPr>
        <w:t xml:space="preserve">In relazione ai danni subiti: </w:t>
      </w:r>
      <w:r w:rsidRPr="006A2477">
        <w:rPr>
          <w:sz w:val="21"/>
          <w:lang w:val="it-IT"/>
        </w:rPr>
        <w:t>(</w:t>
      </w:r>
      <w:r w:rsidRPr="006A2477">
        <w:rPr>
          <w:i/>
          <w:sz w:val="18"/>
          <w:lang w:val="it-IT"/>
        </w:rPr>
        <w:t xml:space="preserve">barrare una delle alternative proposte e compilare le corrispondenti parti sottostanti A, </w:t>
      </w:r>
      <w:r w:rsidRPr="006A2477">
        <w:rPr>
          <w:i/>
          <w:sz w:val="18"/>
          <w:lang w:val="it-IT"/>
        </w:rPr>
        <w:t>B</w:t>
      </w:r>
      <w:r w:rsidRPr="006A2477">
        <w:rPr>
          <w:i/>
          <w:sz w:val="21"/>
          <w:lang w:val="it-IT"/>
        </w:rPr>
        <w:t>)</w:t>
      </w:r>
    </w:p>
    <w:p w14:paraId="18D515EC" w14:textId="77777777" w:rsidR="009E3180" w:rsidRPr="006A2477" w:rsidRDefault="00FF489E">
      <w:pPr>
        <w:pStyle w:val="Paragrafoelenco"/>
        <w:numPr>
          <w:ilvl w:val="0"/>
          <w:numId w:val="2"/>
        </w:numPr>
        <w:tabs>
          <w:tab w:val="left" w:pos="562"/>
        </w:tabs>
        <w:spacing w:before="113"/>
        <w:rPr>
          <w:sz w:val="21"/>
          <w:lang w:val="it-IT"/>
        </w:rPr>
      </w:pPr>
      <w:r w:rsidRPr="006A2477">
        <w:rPr>
          <w:sz w:val="21"/>
          <w:lang w:val="it-IT"/>
        </w:rPr>
        <w:t>sono sufficienti interventi di ripristino dell'immobile</w:t>
      </w:r>
      <w:r w:rsidRPr="006A2477">
        <w:rPr>
          <w:spacing w:val="-17"/>
          <w:sz w:val="21"/>
          <w:lang w:val="it-IT"/>
        </w:rPr>
        <w:t xml:space="preserve"> </w:t>
      </w:r>
      <w:r w:rsidRPr="006A2477">
        <w:rPr>
          <w:sz w:val="21"/>
          <w:lang w:val="it-IT"/>
        </w:rPr>
        <w:t>(A)</w:t>
      </w:r>
    </w:p>
    <w:p w14:paraId="41B6ABC4" w14:textId="77777777" w:rsidR="009E3180" w:rsidRDefault="00FF489E">
      <w:pPr>
        <w:pStyle w:val="Paragrafoelenco"/>
        <w:numPr>
          <w:ilvl w:val="0"/>
          <w:numId w:val="2"/>
        </w:numPr>
        <w:tabs>
          <w:tab w:val="left" w:pos="562"/>
        </w:tabs>
        <w:spacing w:before="107"/>
        <w:rPr>
          <w:sz w:val="21"/>
          <w:lang w:val="it-IT"/>
        </w:rPr>
      </w:pPr>
      <w:r w:rsidRPr="006A2477">
        <w:rPr>
          <w:sz w:val="21"/>
          <w:lang w:val="it-IT"/>
        </w:rPr>
        <w:t>è necessario demolire e ricostruire l'immobile</w:t>
      </w:r>
      <w:r w:rsidRPr="006A2477">
        <w:rPr>
          <w:spacing w:val="-13"/>
          <w:sz w:val="21"/>
          <w:lang w:val="it-IT"/>
        </w:rPr>
        <w:t xml:space="preserve"> </w:t>
      </w:r>
      <w:r w:rsidRPr="006A2477">
        <w:rPr>
          <w:sz w:val="21"/>
          <w:lang w:val="it-IT"/>
        </w:rPr>
        <w:t>(B)</w:t>
      </w:r>
    </w:p>
    <w:p w14:paraId="679F8BD6" w14:textId="77777777" w:rsidR="004E0A66" w:rsidRPr="006A2477" w:rsidRDefault="004E0A66" w:rsidP="004E0A66">
      <w:pPr>
        <w:pStyle w:val="Paragrafoelenco"/>
        <w:tabs>
          <w:tab w:val="left" w:pos="562"/>
        </w:tabs>
        <w:spacing w:before="107"/>
        <w:ind w:left="562" w:firstLine="0"/>
        <w:rPr>
          <w:sz w:val="21"/>
          <w:lang w:val="it-IT"/>
        </w:rPr>
      </w:pPr>
    </w:p>
    <w:p w14:paraId="487AC4AD" w14:textId="77777777" w:rsidR="009E3180" w:rsidRPr="006A2477" w:rsidRDefault="00FF489E">
      <w:pPr>
        <w:pStyle w:val="Titolo4"/>
        <w:numPr>
          <w:ilvl w:val="1"/>
          <w:numId w:val="4"/>
        </w:numPr>
        <w:tabs>
          <w:tab w:val="left" w:pos="832"/>
        </w:tabs>
        <w:spacing w:before="63"/>
        <w:jc w:val="both"/>
        <w:rPr>
          <w:lang w:val="it-IT"/>
        </w:rPr>
      </w:pPr>
      <w:bookmarkStart w:id="14" w:name="(A)_Interventi_di_ripristino_da_eseguire"/>
      <w:bookmarkEnd w:id="14"/>
      <w:r w:rsidRPr="006A2477">
        <w:rPr>
          <w:lang w:val="it-IT"/>
        </w:rPr>
        <w:t>Interventi di ripristino da eseguire e/o</w:t>
      </w:r>
      <w:r w:rsidRPr="006A2477">
        <w:rPr>
          <w:spacing w:val="-26"/>
          <w:lang w:val="it-IT"/>
        </w:rPr>
        <w:t xml:space="preserve"> </w:t>
      </w:r>
      <w:r w:rsidRPr="006A2477">
        <w:rPr>
          <w:lang w:val="it-IT"/>
        </w:rPr>
        <w:t>eseguiti</w:t>
      </w:r>
    </w:p>
    <w:p w14:paraId="28D7F538" w14:textId="77777777" w:rsidR="009E3180" w:rsidRPr="006A2477" w:rsidRDefault="009E3180">
      <w:pPr>
        <w:pStyle w:val="Corpotesto"/>
        <w:rPr>
          <w:b/>
          <w:sz w:val="21"/>
          <w:lang w:val="it-IT"/>
        </w:rPr>
      </w:pPr>
    </w:p>
    <w:p w14:paraId="7FE72D0C" w14:textId="77777777" w:rsidR="009E3180" w:rsidRPr="006A2477" w:rsidRDefault="00FF489E">
      <w:pPr>
        <w:spacing w:line="273" w:lineRule="auto"/>
        <w:ind w:left="334" w:right="243"/>
        <w:jc w:val="both"/>
        <w:rPr>
          <w:i/>
          <w:sz w:val="18"/>
          <w:lang w:val="it-IT"/>
        </w:rPr>
      </w:pPr>
      <w:r w:rsidRPr="006A2477">
        <w:rPr>
          <w:b/>
          <w:sz w:val="20"/>
          <w:lang w:val="it-IT"/>
        </w:rPr>
        <w:t xml:space="preserve">Gli interventi di ripristino da eseguire, </w:t>
      </w:r>
      <w:r w:rsidRPr="006A2477">
        <w:rPr>
          <w:sz w:val="20"/>
          <w:lang w:val="it-IT"/>
        </w:rPr>
        <w:t xml:space="preserve">indicati puntualmente nel computo metrico </w:t>
      </w:r>
      <w:r w:rsidRPr="006A2477">
        <w:rPr>
          <w:sz w:val="20"/>
          <w:lang w:val="it-IT"/>
        </w:rPr>
        <w:t>estimativo allegato alla presente perizia, sono i seguenti</w:t>
      </w:r>
      <w:r w:rsidRPr="006A2477">
        <w:rPr>
          <w:sz w:val="18"/>
          <w:lang w:val="it-IT"/>
        </w:rPr>
        <w:t xml:space="preserve">: </w:t>
      </w:r>
      <w:r w:rsidRPr="006A2477">
        <w:rPr>
          <w:i/>
          <w:sz w:val="18"/>
          <w:lang w:val="it-IT"/>
        </w:rPr>
        <w:t>(compilare i campi relativi alle sole lavorazioni da eseguire, fornendone una descrizione dettagliata)</w:t>
      </w:r>
    </w:p>
    <w:p w14:paraId="62B81F0B" w14:textId="77777777" w:rsidR="009E3180" w:rsidRPr="006A2477" w:rsidRDefault="009E3180">
      <w:pPr>
        <w:pStyle w:val="Corpotesto"/>
        <w:rPr>
          <w:i/>
          <w:sz w:val="17"/>
          <w:lang w:val="it-IT"/>
        </w:rPr>
      </w:pPr>
    </w:p>
    <w:p w14:paraId="4C8BC23C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508"/>
          <w:tab w:val="left" w:pos="10248"/>
        </w:tabs>
        <w:ind w:left="508"/>
        <w:jc w:val="both"/>
        <w:rPr>
          <w:sz w:val="20"/>
          <w:lang w:val="it-IT"/>
        </w:rPr>
      </w:pPr>
      <w:r w:rsidRPr="006A2477">
        <w:rPr>
          <w:sz w:val="20"/>
          <w:lang w:val="it-IT"/>
        </w:rPr>
        <w:t>in riferimento alle strutture</w:t>
      </w:r>
      <w:r w:rsidRPr="006A2477">
        <w:rPr>
          <w:spacing w:val="-16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portanti: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28A75E73" w14:textId="77777777" w:rsidR="009E3180" w:rsidRPr="006A2477" w:rsidRDefault="00FF489E">
      <w:pPr>
        <w:pStyle w:val="Corpotesto"/>
        <w:spacing w:before="3"/>
        <w:rPr>
          <w:sz w:val="18"/>
          <w:lang w:val="it-IT"/>
        </w:rPr>
      </w:pPr>
      <w:r>
        <w:rPr>
          <w:lang w:val="it-IT"/>
        </w:rPr>
        <w:pict w14:anchorId="64923DED">
          <v:line id="_x0000_s2102" style="position:absolute;z-index:251639808;mso-wrap-distance-left:0;mso-wrap-distance-right:0;mso-position-horizontal-relative:page" from="65.4pt,12.8pt" to="553.95pt,12.8pt" strokeweight=".63pt">
            <w10:wrap type="topAndBottom" anchorx="page"/>
          </v:line>
        </w:pict>
      </w:r>
      <w:r>
        <w:rPr>
          <w:lang w:val="it-IT"/>
        </w:rPr>
        <w:pict w14:anchorId="595E9DF0">
          <v:line id="_x0000_s2101" style="position:absolute;z-index:251640832;mso-wrap-distance-left:0;mso-wrap-distance-right:0;mso-position-horizontal-relative:page" from="65.4pt,26.9pt" to="553.95pt,26.9pt" strokeweight=".63pt">
            <w10:wrap type="topAndBottom" anchorx="page"/>
          </v:line>
        </w:pict>
      </w:r>
      <w:r>
        <w:rPr>
          <w:lang w:val="it-IT"/>
        </w:rPr>
        <w:pict w14:anchorId="1DDDEF29">
          <v:line id="_x0000_s2100" style="position:absolute;z-index:251641856;mso-wrap-distance-left:0;mso-wrap-distance-right:0;mso-position-horizontal-relative:page" from="65.4pt,41.1pt" to="553.95pt,41.1pt" strokeweight=".63pt">
            <w10:wrap type="topAndBottom" anchorx="page"/>
          </v:line>
        </w:pict>
      </w:r>
      <w:r>
        <w:rPr>
          <w:lang w:val="it-IT"/>
        </w:rPr>
        <w:pict w14:anchorId="662CABBE">
          <v:line id="_x0000_s2099" style="position:absolute;z-index:251642880;mso-wrap-distance-left:0;mso-wrap-distance-right:0;mso-position-horizontal-relative:page" from="65.4pt,55.2pt" to="553.95pt,55.2pt" strokeweight=".63pt">
            <w10:wrap type="topAndBottom" anchorx="page"/>
          </v:line>
        </w:pict>
      </w:r>
    </w:p>
    <w:p w14:paraId="37DF35C6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091EB829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7A8BBE74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5E1665DE" w14:textId="77777777" w:rsidR="009E3180" w:rsidRPr="006A2477" w:rsidRDefault="009E3180">
      <w:pPr>
        <w:pStyle w:val="Corpotesto"/>
        <w:spacing w:before="9"/>
        <w:rPr>
          <w:sz w:val="12"/>
          <w:lang w:val="it-IT"/>
        </w:rPr>
      </w:pPr>
    </w:p>
    <w:p w14:paraId="1C4EEE10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508"/>
          <w:tab w:val="left" w:pos="10259"/>
        </w:tabs>
        <w:spacing w:before="88"/>
        <w:ind w:left="508"/>
        <w:rPr>
          <w:sz w:val="20"/>
          <w:lang w:val="it-IT"/>
        </w:rPr>
      </w:pPr>
      <w:r w:rsidRPr="006A2477">
        <w:rPr>
          <w:sz w:val="20"/>
          <w:lang w:val="it-IT"/>
        </w:rPr>
        <w:t>in riferimento agli</w:t>
      </w:r>
      <w:r w:rsidRPr="006A2477">
        <w:rPr>
          <w:spacing w:val="-1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impianti: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1B0F8B52" w14:textId="77777777" w:rsidR="009E3180" w:rsidRPr="006A2477" w:rsidRDefault="00FF489E">
      <w:pPr>
        <w:pStyle w:val="Corpotesto"/>
        <w:spacing w:before="3"/>
        <w:rPr>
          <w:sz w:val="18"/>
          <w:lang w:val="it-IT"/>
        </w:rPr>
      </w:pPr>
      <w:r>
        <w:rPr>
          <w:lang w:val="it-IT"/>
        </w:rPr>
        <w:pict w14:anchorId="5AC58C89">
          <v:line id="_x0000_s2098" style="position:absolute;z-index:251643904;mso-wrap-distance-left:0;mso-wrap-distance-right:0;mso-position-horizontal-relative:page" from="65.4pt,12.8pt" to="553.95pt,12.8pt" strokeweight=".63pt">
            <w10:wrap type="topAndBottom" anchorx="page"/>
          </v:line>
        </w:pict>
      </w:r>
      <w:r>
        <w:rPr>
          <w:lang w:val="it-IT"/>
        </w:rPr>
        <w:pict w14:anchorId="67AD4EEA">
          <v:line id="_x0000_s2097" style="position:absolute;z-index:251644928;mso-wrap-distance-left:0;mso-wrap-distance-right:0;mso-position-horizontal-relative:page" from="65.4pt,26.9pt" to="553.95pt,26.9pt" strokeweight=".63pt">
            <w10:wrap type="topAndBottom" anchorx="page"/>
          </v:line>
        </w:pict>
      </w:r>
      <w:r>
        <w:rPr>
          <w:lang w:val="it-IT"/>
        </w:rPr>
        <w:pict w14:anchorId="7EB95D77">
          <v:line id="_x0000_s2096" style="position:absolute;z-index:251645952;mso-wrap-distance-left:0;mso-wrap-distance-right:0;mso-position-horizontal-relative:page" from="65.4pt,41.1pt" to="553.95pt,41.1pt" strokeweight=".63pt">
            <w10:wrap type="topAndBottom" anchorx="page"/>
          </v:line>
        </w:pict>
      </w:r>
      <w:r>
        <w:rPr>
          <w:lang w:val="it-IT"/>
        </w:rPr>
        <w:pict w14:anchorId="2843A51A">
          <v:line id="_x0000_s2095" style="position:absolute;z-index:251646976;mso-wrap-distance-left:0;mso-wrap-distance-right:0;mso-position-horizontal-relative:page" from="65.4pt,55.2pt" to="553.95pt,55.2pt" strokeweight=".63pt">
            <w10:wrap type="topAndBottom" anchorx="page"/>
          </v:line>
        </w:pict>
      </w:r>
    </w:p>
    <w:p w14:paraId="3E608269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1777C3C6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689E3D4C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19A2798F" w14:textId="77777777" w:rsidR="009E3180" w:rsidRPr="006A2477" w:rsidRDefault="009E3180">
      <w:pPr>
        <w:pStyle w:val="Corpotesto"/>
        <w:spacing w:before="9"/>
        <w:rPr>
          <w:sz w:val="12"/>
          <w:lang w:val="it-IT"/>
        </w:rPr>
      </w:pPr>
    </w:p>
    <w:p w14:paraId="091E1A7A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508"/>
          <w:tab w:val="left" w:pos="10336"/>
        </w:tabs>
        <w:spacing w:before="88"/>
        <w:ind w:left="508"/>
        <w:rPr>
          <w:sz w:val="20"/>
          <w:lang w:val="it-IT"/>
        </w:rPr>
      </w:pPr>
      <w:r w:rsidRPr="006A2477">
        <w:rPr>
          <w:sz w:val="20"/>
          <w:lang w:val="it-IT"/>
        </w:rPr>
        <w:lastRenderedPageBreak/>
        <w:t>in riferimento alle finiture interne ed</w:t>
      </w:r>
      <w:r w:rsidRPr="006A2477">
        <w:rPr>
          <w:spacing w:val="-2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esterne: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62EA5E49" w14:textId="77777777" w:rsidR="009E3180" w:rsidRPr="006A2477" w:rsidRDefault="00FF489E">
      <w:pPr>
        <w:pStyle w:val="Corpotesto"/>
        <w:spacing w:before="3"/>
        <w:rPr>
          <w:sz w:val="18"/>
          <w:lang w:val="it-IT"/>
        </w:rPr>
      </w:pPr>
      <w:r>
        <w:rPr>
          <w:lang w:val="it-IT"/>
        </w:rPr>
        <w:pict w14:anchorId="4621AE7C">
          <v:line id="_x0000_s2094" style="position:absolute;z-index:251648000;mso-wrap-distance-left:0;mso-wrap-distance-right:0;mso-position-horizontal-relative:page" from="65.4pt,12.8pt" to="553.95pt,12.8pt" strokeweight=".63pt">
            <w10:wrap type="topAndBottom" anchorx="page"/>
          </v:line>
        </w:pict>
      </w:r>
      <w:r>
        <w:rPr>
          <w:lang w:val="it-IT"/>
        </w:rPr>
        <w:pict w14:anchorId="152FB54C">
          <v:line id="_x0000_s2093" style="position:absolute;z-index:251649024;mso-wrap-distance-left:0;mso-wrap-distance-right:0;mso-position-horizontal-relative:page" from="65.4pt,26.9pt" to="553.95pt,26.9pt" strokeweight=".63pt">
            <w10:wrap type="topAndBottom" anchorx="page"/>
          </v:line>
        </w:pict>
      </w:r>
      <w:r>
        <w:rPr>
          <w:lang w:val="it-IT"/>
        </w:rPr>
        <w:pict w14:anchorId="624AEDD0">
          <v:line id="_x0000_s2092" style="position:absolute;z-index:251650048;mso-wrap-distance-left:0;mso-wrap-distance-right:0;mso-position-horizontal-relative:page" from="65.4pt,41.1pt" to="553.95pt,41.1pt" strokeweight=".63pt">
            <w10:wrap type="topAndBottom" anchorx="page"/>
          </v:line>
        </w:pict>
      </w:r>
      <w:r>
        <w:rPr>
          <w:lang w:val="it-IT"/>
        </w:rPr>
        <w:pict w14:anchorId="6F923028">
          <v:line id="_x0000_s2091" style="position:absolute;z-index:251651072;mso-wrap-distance-left:0;mso-wrap-distance-right:0;mso-position-horizontal-relative:page" from="65.4pt,55.2pt" to="553.95pt,55.2pt" strokeweight=".63pt">
            <w10:wrap type="topAndBottom" anchorx="page"/>
          </v:line>
        </w:pict>
      </w:r>
    </w:p>
    <w:p w14:paraId="542FF78D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4F38BEAE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4EF7E69C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1756E0DE" w14:textId="77777777" w:rsidR="009E3180" w:rsidRPr="006A2477" w:rsidRDefault="009E3180">
      <w:pPr>
        <w:pStyle w:val="Corpotesto"/>
        <w:spacing w:before="9"/>
        <w:rPr>
          <w:sz w:val="12"/>
          <w:lang w:val="it-IT"/>
        </w:rPr>
      </w:pPr>
    </w:p>
    <w:p w14:paraId="7AFD513A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508"/>
          <w:tab w:val="left" w:pos="10341"/>
        </w:tabs>
        <w:spacing w:before="88"/>
        <w:ind w:left="508"/>
        <w:rPr>
          <w:sz w:val="20"/>
          <w:lang w:val="it-IT"/>
        </w:rPr>
      </w:pPr>
      <w:r w:rsidRPr="006A2477">
        <w:rPr>
          <w:sz w:val="20"/>
          <w:lang w:val="it-IT"/>
        </w:rPr>
        <w:t>in riferimento ai serramenti interni ed</w:t>
      </w:r>
      <w:r w:rsidRPr="006A2477">
        <w:rPr>
          <w:spacing w:val="-1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esterni:</w:t>
      </w:r>
      <w:r w:rsidRPr="006A2477">
        <w:rPr>
          <w:spacing w:val="-2"/>
          <w:sz w:val="20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63222131" w14:textId="77777777" w:rsidR="009E3180" w:rsidRPr="006A2477" w:rsidRDefault="00FF489E">
      <w:pPr>
        <w:pStyle w:val="Corpotesto"/>
        <w:spacing w:before="3"/>
        <w:rPr>
          <w:sz w:val="18"/>
          <w:lang w:val="it-IT"/>
        </w:rPr>
      </w:pPr>
      <w:r>
        <w:rPr>
          <w:lang w:val="it-IT"/>
        </w:rPr>
        <w:pict w14:anchorId="564E6870">
          <v:line id="_x0000_s2090" style="position:absolute;z-index:251652096;mso-wrap-distance-left:0;mso-wrap-distance-right:0;mso-position-horizontal-relative:page" from="65.4pt,12.8pt" to="553.95pt,12.8pt" strokeweight=".63pt">
            <w10:wrap type="topAndBottom" anchorx="page"/>
          </v:line>
        </w:pict>
      </w:r>
      <w:r>
        <w:rPr>
          <w:lang w:val="it-IT"/>
        </w:rPr>
        <w:pict w14:anchorId="19097EE9">
          <v:line id="_x0000_s2089" style="position:absolute;z-index:251653120;mso-wrap-distance-left:0;mso-wrap-distance-right:0;mso-position-horizontal-relative:page" from="65.4pt,26.9pt" to="553.95pt,26.9pt" strokeweight=".63pt">
            <w10:wrap type="topAndBottom" anchorx="page"/>
          </v:line>
        </w:pict>
      </w:r>
      <w:r>
        <w:rPr>
          <w:lang w:val="it-IT"/>
        </w:rPr>
        <w:pict w14:anchorId="1C566B8A">
          <v:line id="_x0000_s2088" style="position:absolute;z-index:251654144;mso-wrap-distance-left:0;mso-wrap-distance-right:0;mso-position-horizontal-relative:page" from="65.4pt,41.1pt" to="553.95pt,41.1pt" strokeweight=".63pt">
            <w10:wrap type="topAndBottom" anchorx="page"/>
          </v:line>
        </w:pict>
      </w:r>
      <w:r>
        <w:rPr>
          <w:lang w:val="it-IT"/>
        </w:rPr>
        <w:pict w14:anchorId="3A685E22">
          <v:line id="_x0000_s2087" style="position:absolute;z-index:251655168;mso-wrap-distance-left:0;mso-wrap-distance-right:0;mso-position-horizontal-relative:page" from="65.4pt,55.2pt" to="553.95pt,55.2pt" strokeweight=".63pt">
            <w10:wrap type="topAndBottom" anchorx="page"/>
          </v:line>
        </w:pict>
      </w:r>
    </w:p>
    <w:p w14:paraId="2F605036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1CF1E150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065D8EA9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4E369FA4" w14:textId="77777777" w:rsidR="009E3180" w:rsidRPr="006A2477" w:rsidRDefault="009E3180">
      <w:pPr>
        <w:pStyle w:val="Corpotesto"/>
        <w:spacing w:before="3"/>
        <w:rPr>
          <w:sz w:val="16"/>
          <w:lang w:val="it-IT"/>
        </w:rPr>
      </w:pPr>
    </w:p>
    <w:p w14:paraId="209743E7" w14:textId="77777777" w:rsidR="009E3180" w:rsidRPr="006A2477" w:rsidRDefault="00FF489E">
      <w:pPr>
        <w:pStyle w:val="Corpotesto"/>
        <w:tabs>
          <w:tab w:val="left" w:pos="6665"/>
        </w:tabs>
        <w:spacing w:before="94"/>
        <w:ind w:left="122"/>
        <w:rPr>
          <w:lang w:val="it-IT"/>
        </w:rPr>
      </w:pPr>
      <w:r w:rsidRPr="006A2477">
        <w:rPr>
          <w:lang w:val="it-IT"/>
        </w:rPr>
        <w:t>e si stima una spesa</w:t>
      </w:r>
      <w:r w:rsidRPr="006A2477">
        <w:rPr>
          <w:spacing w:val="5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al netto di IVA e di altre imposte e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tasse.</w:t>
      </w:r>
    </w:p>
    <w:p w14:paraId="6614A8EB" w14:textId="77777777" w:rsidR="009E3180" w:rsidRPr="006A2477" w:rsidRDefault="009E3180">
      <w:pPr>
        <w:pStyle w:val="Corpotesto"/>
        <w:rPr>
          <w:sz w:val="22"/>
          <w:lang w:val="it-IT"/>
        </w:rPr>
      </w:pPr>
    </w:p>
    <w:p w14:paraId="41A11B75" w14:textId="77777777" w:rsidR="009E3180" w:rsidRPr="006A2477" w:rsidRDefault="00FF489E">
      <w:pPr>
        <w:pStyle w:val="Corpotesto"/>
        <w:tabs>
          <w:tab w:val="left" w:pos="8442"/>
        </w:tabs>
        <w:spacing w:before="148" w:line="326" w:lineRule="auto"/>
        <w:ind w:left="122" w:right="160"/>
        <w:rPr>
          <w:lang w:val="it-IT"/>
        </w:rPr>
      </w:pPr>
      <w:r w:rsidRPr="006A2477">
        <w:rPr>
          <w:lang w:val="it-IT"/>
        </w:rPr>
        <w:t>Ai fini del rispetto</w:t>
      </w:r>
      <w:r w:rsidRPr="006A2477">
        <w:rPr>
          <w:spacing w:val="-8"/>
          <w:lang w:val="it-IT"/>
        </w:rPr>
        <w:t xml:space="preserve"> </w:t>
      </w:r>
      <w:r w:rsidRPr="006A2477">
        <w:rPr>
          <w:lang w:val="it-IT"/>
        </w:rPr>
        <w:t>della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normativa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si</w:t>
      </w:r>
      <w:r w:rsidRPr="006A2477">
        <w:rPr>
          <w:spacing w:val="-7"/>
          <w:lang w:val="it-IT"/>
        </w:rPr>
        <w:t xml:space="preserve"> </w:t>
      </w:r>
      <w:r w:rsidRPr="006A2477">
        <w:rPr>
          <w:lang w:val="it-IT"/>
        </w:rPr>
        <w:t>rendono</w:t>
      </w:r>
      <w:r w:rsidRPr="006A2477">
        <w:rPr>
          <w:spacing w:val="-7"/>
          <w:lang w:val="it-IT"/>
        </w:rPr>
        <w:t xml:space="preserve"> </w:t>
      </w:r>
      <w:r w:rsidRPr="006A2477">
        <w:rPr>
          <w:lang w:val="it-IT"/>
        </w:rPr>
        <w:t xml:space="preserve">necessari i </w:t>
      </w:r>
      <w:r w:rsidRPr="006A2477">
        <w:rPr>
          <w:lang w:val="it-IT"/>
        </w:rPr>
        <w:t>seguenti adeguamenti obbligatori per</w:t>
      </w:r>
      <w:r w:rsidRPr="006A2477">
        <w:rPr>
          <w:spacing w:val="-17"/>
          <w:lang w:val="it-IT"/>
        </w:rPr>
        <w:t xml:space="preserve"> </w:t>
      </w:r>
      <w:r w:rsidRPr="006A2477">
        <w:rPr>
          <w:lang w:val="it-IT"/>
        </w:rPr>
        <w:t>legge:</w:t>
      </w:r>
    </w:p>
    <w:p w14:paraId="5CA73A68" w14:textId="77777777" w:rsidR="009E3180" w:rsidRPr="006A2477" w:rsidRDefault="00FF489E">
      <w:pPr>
        <w:pStyle w:val="Corpotesto"/>
        <w:spacing w:before="4"/>
        <w:rPr>
          <w:sz w:val="15"/>
          <w:lang w:val="it-IT"/>
        </w:rPr>
      </w:pPr>
      <w:r>
        <w:rPr>
          <w:lang w:val="it-IT"/>
        </w:rPr>
        <w:pict w14:anchorId="50EFFF63">
          <v:line id="_x0000_s2086" style="position:absolute;z-index:251656192;mso-wrap-distance-left:0;mso-wrap-distance-right:0;mso-position-horizontal-relative:page" from="46.1pt,11.1pt" to="551.35pt,11.1pt" strokeweight=".63pt">
            <w10:wrap type="topAndBottom" anchorx="page"/>
          </v:line>
        </w:pict>
      </w:r>
      <w:r>
        <w:rPr>
          <w:lang w:val="it-IT"/>
        </w:rPr>
        <w:pict w14:anchorId="22256C48">
          <v:line id="_x0000_s2085" style="position:absolute;z-index:251657216;mso-wrap-distance-left:0;mso-wrap-distance-right:0;mso-position-horizontal-relative:page" from="46.1pt,26.7pt" to="551.35pt,26.7pt" strokeweight=".63pt">
            <w10:wrap type="topAndBottom" anchorx="page"/>
          </v:line>
        </w:pict>
      </w:r>
      <w:r>
        <w:rPr>
          <w:lang w:val="it-IT"/>
        </w:rPr>
        <w:pict w14:anchorId="10B7CE8A">
          <v:line id="_x0000_s2084" style="position:absolute;z-index:251658240;mso-wrap-distance-left:0;mso-wrap-distance-right:0;mso-position-horizontal-relative:page" from="46.1pt,42.3pt" to="551.35pt,42.3pt" strokeweight=".63pt">
            <w10:wrap type="topAndBottom" anchorx="page"/>
          </v:line>
        </w:pict>
      </w:r>
    </w:p>
    <w:p w14:paraId="16789EFF" w14:textId="77777777" w:rsidR="009E3180" w:rsidRPr="006A2477" w:rsidRDefault="009E3180">
      <w:pPr>
        <w:pStyle w:val="Corpotesto"/>
        <w:spacing w:before="1"/>
        <w:rPr>
          <w:lang w:val="it-IT"/>
        </w:rPr>
      </w:pPr>
    </w:p>
    <w:p w14:paraId="2C784FBD" w14:textId="77777777" w:rsidR="009E3180" w:rsidRPr="006A2477" w:rsidRDefault="009E3180">
      <w:pPr>
        <w:pStyle w:val="Corpotesto"/>
        <w:spacing w:before="1"/>
        <w:rPr>
          <w:lang w:val="it-IT"/>
        </w:rPr>
      </w:pPr>
    </w:p>
    <w:p w14:paraId="1E97DADB" w14:textId="77777777" w:rsidR="009E3180" w:rsidRPr="006A2477" w:rsidRDefault="009E3180">
      <w:pPr>
        <w:pStyle w:val="Corpotesto"/>
        <w:spacing w:before="8"/>
        <w:rPr>
          <w:sz w:val="17"/>
          <w:lang w:val="it-IT"/>
        </w:rPr>
      </w:pPr>
    </w:p>
    <w:p w14:paraId="42B3CB31" w14:textId="5B1F7837" w:rsidR="009E3180" w:rsidRPr="006A2477" w:rsidRDefault="00FF489E">
      <w:pPr>
        <w:pStyle w:val="Corpotesto"/>
        <w:tabs>
          <w:tab w:val="left" w:pos="5998"/>
        </w:tabs>
        <w:spacing w:before="94"/>
        <w:ind w:left="122"/>
        <w:rPr>
          <w:lang w:val="it-IT"/>
        </w:rPr>
      </w:pPr>
      <w:r w:rsidRPr="006A2477">
        <w:rPr>
          <w:lang w:val="it-IT"/>
        </w:rPr>
        <w:t>e si stima una spesa</w:t>
      </w:r>
      <w:r w:rsidRPr="006A2477">
        <w:rPr>
          <w:spacing w:val="5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al netto di IVA </w:t>
      </w:r>
      <w:r w:rsidR="00BE5C4E">
        <w:rPr>
          <w:lang w:val="it-IT"/>
        </w:rPr>
        <w:t xml:space="preserve">(al___%) </w:t>
      </w:r>
      <w:r w:rsidRPr="006A2477">
        <w:rPr>
          <w:lang w:val="it-IT"/>
        </w:rPr>
        <w:t>e di altre imposte e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tasse</w:t>
      </w:r>
      <w:r w:rsidR="00BE5C4E">
        <w:rPr>
          <w:lang w:val="it-IT"/>
        </w:rPr>
        <w:t xml:space="preserve">, per un totale di </w:t>
      </w:r>
      <w:r w:rsidR="00BE5C4E" w:rsidRPr="006A2477">
        <w:rPr>
          <w:lang w:val="it-IT"/>
        </w:rPr>
        <w:t>€</w:t>
      </w:r>
      <w:r w:rsidR="00BE5C4E">
        <w:rPr>
          <w:lang w:val="it-IT"/>
        </w:rPr>
        <w:t>_________________________.</w:t>
      </w:r>
    </w:p>
    <w:p w14:paraId="0686E328" w14:textId="77777777" w:rsidR="009E3180" w:rsidRPr="006A2477" w:rsidRDefault="00FF489E">
      <w:pPr>
        <w:spacing w:before="57"/>
        <w:ind w:left="122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>(fornire una descrizione degli eventuali adeguamenti obbligatori per legge)</w:t>
      </w:r>
    </w:p>
    <w:p w14:paraId="7FC52C86" w14:textId="77777777" w:rsidR="009E3180" w:rsidRPr="006A2477" w:rsidRDefault="009E3180">
      <w:pPr>
        <w:pStyle w:val="Corpotesto"/>
        <w:rPr>
          <w:i/>
          <w:lang w:val="it-IT"/>
        </w:rPr>
      </w:pPr>
    </w:p>
    <w:p w14:paraId="4A4A1D52" w14:textId="77777777" w:rsidR="009E3180" w:rsidRPr="006A2477" w:rsidRDefault="00FF489E">
      <w:pPr>
        <w:pStyle w:val="Corpotesto"/>
        <w:tabs>
          <w:tab w:val="left" w:pos="10319"/>
        </w:tabs>
        <w:spacing w:before="118"/>
        <w:ind w:left="122"/>
        <w:rPr>
          <w:lang w:val="it-IT"/>
        </w:rPr>
      </w:pPr>
      <w:r w:rsidRPr="006A2477">
        <w:rPr>
          <w:lang w:val="it-IT"/>
        </w:rPr>
        <w:t>Sono previste le seguenti migliorie a carico del</w:t>
      </w:r>
      <w:r w:rsidRPr="006A2477">
        <w:rPr>
          <w:spacing w:val="-27"/>
          <w:lang w:val="it-IT"/>
        </w:rPr>
        <w:t xml:space="preserve"> </w:t>
      </w:r>
      <w:r w:rsidRPr="006A2477">
        <w:rPr>
          <w:lang w:val="it-IT"/>
        </w:rPr>
        <w:t xml:space="preserve">committente: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1853AA62" w14:textId="77777777" w:rsidR="009E3180" w:rsidRPr="006A2477" w:rsidRDefault="00FF489E">
      <w:pPr>
        <w:pStyle w:val="Corpotesto"/>
        <w:spacing w:before="10"/>
        <w:rPr>
          <w:sz w:val="19"/>
          <w:lang w:val="it-IT"/>
        </w:rPr>
      </w:pPr>
      <w:r>
        <w:rPr>
          <w:lang w:val="it-IT"/>
        </w:rPr>
        <w:pict w14:anchorId="767B4970">
          <v:line id="_x0000_s2083" style="position:absolute;z-index:251659264;mso-wrap-distance-left:0;mso-wrap-distance-right:0;mso-position-horizontal-relative:page" from="46.1pt,13.75pt" to="551.35pt,13.75pt" strokeweight=".63pt">
            <w10:wrap type="topAndBottom" anchorx="page"/>
          </v:line>
        </w:pict>
      </w:r>
      <w:r>
        <w:rPr>
          <w:lang w:val="it-IT"/>
        </w:rPr>
        <w:pict w14:anchorId="72BD4E90">
          <v:line id="_x0000_s2082" style="position:absolute;z-index:251660288;mso-wrap-distance-left:0;mso-wrap-distance-right:0;mso-position-horizontal-relative:page" from="46.1pt,27.85pt" to="551.35pt,27.85pt" strokeweight=".63pt">
            <w10:wrap type="topAndBottom" anchorx="page"/>
          </v:line>
        </w:pict>
      </w:r>
      <w:r>
        <w:rPr>
          <w:lang w:val="it-IT"/>
        </w:rPr>
        <w:pict w14:anchorId="637BD456">
          <v:line id="_x0000_s2081" style="position:absolute;z-index:251661312;mso-wrap-distance-left:0;mso-wrap-distance-right:0;mso-position-horizontal-relative:page" from="46.1pt,42.05pt" to="551.35pt,42.05pt" strokeweight=".63pt">
            <w10:wrap type="topAndBottom" anchorx="page"/>
          </v:line>
        </w:pict>
      </w:r>
    </w:p>
    <w:p w14:paraId="5CBC320A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3AD88B91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5CDFC811" w14:textId="3AC8FF5A" w:rsidR="009E3180" w:rsidRPr="006A2477" w:rsidRDefault="00FF489E">
      <w:pPr>
        <w:pStyle w:val="Corpotesto"/>
        <w:tabs>
          <w:tab w:val="left" w:pos="4645"/>
          <w:tab w:val="left" w:pos="10329"/>
        </w:tabs>
        <w:spacing w:before="82"/>
        <w:ind w:left="102"/>
        <w:jc w:val="both"/>
        <w:rPr>
          <w:lang w:val="it-IT"/>
        </w:rPr>
      </w:pPr>
      <w:r w:rsidRPr="006A2477">
        <w:rPr>
          <w:lang w:val="it-IT"/>
        </w:rPr>
        <w:t>e si stima una spesa</w:t>
      </w:r>
      <w:r w:rsidRPr="006A2477">
        <w:rPr>
          <w:spacing w:val="5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 xml:space="preserve">al netto di IVA </w:t>
      </w:r>
      <w:r w:rsidR="00BE5C4E">
        <w:rPr>
          <w:lang w:val="it-IT"/>
        </w:rPr>
        <w:t xml:space="preserve">(al ___ %) </w:t>
      </w:r>
      <w:r w:rsidRPr="006A2477">
        <w:rPr>
          <w:lang w:val="it-IT"/>
        </w:rPr>
        <w:t>per un totale di</w:t>
      </w:r>
      <w:r w:rsidRPr="006A2477">
        <w:rPr>
          <w:spacing w:val="5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spacing w:val="-1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100B2ADE" w14:textId="77777777" w:rsidR="009E3180" w:rsidRPr="006A2477" w:rsidRDefault="00FF489E">
      <w:pPr>
        <w:spacing w:before="56"/>
        <w:ind w:left="102"/>
        <w:jc w:val="both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>(fornire una descrizione delle eventuali migliorie)</w:t>
      </w:r>
    </w:p>
    <w:p w14:paraId="17782F56" w14:textId="77777777" w:rsidR="009E3180" w:rsidRPr="006A2477" w:rsidRDefault="009E3180">
      <w:pPr>
        <w:pStyle w:val="Corpotesto"/>
        <w:spacing w:before="1"/>
        <w:rPr>
          <w:i/>
          <w:sz w:val="18"/>
          <w:lang w:val="it-IT"/>
        </w:rPr>
      </w:pPr>
    </w:p>
    <w:p w14:paraId="78BCC1EB" w14:textId="77777777" w:rsidR="009E3180" w:rsidRPr="006A2477" w:rsidRDefault="00FF489E">
      <w:pPr>
        <w:pStyle w:val="Corpotesto"/>
        <w:tabs>
          <w:tab w:val="left" w:pos="6192"/>
          <w:tab w:val="left" w:pos="8288"/>
        </w:tabs>
        <w:spacing w:line="295" w:lineRule="auto"/>
        <w:ind w:left="102" w:right="259"/>
        <w:jc w:val="both"/>
        <w:rPr>
          <w:lang w:val="it-IT"/>
        </w:rPr>
      </w:pPr>
      <w:r w:rsidRPr="006A2477">
        <w:rPr>
          <w:lang w:val="it-IT"/>
        </w:rPr>
        <w:t>Con riferimento all'elenco prezzi della Regione Autonoma</w:t>
      </w:r>
      <w:r w:rsidRPr="006A2477">
        <w:rPr>
          <w:lang w:val="it-IT"/>
        </w:rPr>
        <w:t xml:space="preserve"> della Sardegna, tali lavorazioni sono state quantificate nel computo metrico estimativo allegato in</w:t>
      </w:r>
      <w:r w:rsidRPr="006A2477">
        <w:rPr>
          <w:spacing w:val="20"/>
          <w:lang w:val="it-IT"/>
        </w:rPr>
        <w:t xml:space="preserve"> </w:t>
      </w:r>
      <w:r w:rsidRPr="006A2477">
        <w:rPr>
          <w:lang w:val="it-IT"/>
        </w:rPr>
        <w:t>complessivi</w:t>
      </w:r>
      <w:r w:rsidRPr="006A2477">
        <w:rPr>
          <w:spacing w:val="4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al netto di IVA</w:t>
      </w:r>
      <w:r w:rsidRPr="006A2477">
        <w:rPr>
          <w:spacing w:val="16"/>
          <w:lang w:val="it-IT"/>
        </w:rPr>
        <w:t xml:space="preserve"> </w:t>
      </w:r>
      <w:r w:rsidRPr="006A2477">
        <w:rPr>
          <w:lang w:val="it-IT"/>
        </w:rPr>
        <w:t>per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un totale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di 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.</w:t>
      </w:r>
    </w:p>
    <w:p w14:paraId="7C683FBD" w14:textId="77777777" w:rsidR="009E3180" w:rsidRPr="006A2477" w:rsidRDefault="009E3180">
      <w:pPr>
        <w:pStyle w:val="Corpotesto"/>
        <w:spacing w:before="3"/>
        <w:rPr>
          <w:sz w:val="22"/>
          <w:lang w:val="it-IT"/>
        </w:rPr>
      </w:pPr>
    </w:p>
    <w:p w14:paraId="4662411A" w14:textId="77777777" w:rsidR="009E3180" w:rsidRPr="006A2477" w:rsidRDefault="00FF489E">
      <w:pPr>
        <w:pStyle w:val="Corpotesto"/>
        <w:ind w:left="102"/>
        <w:jc w:val="both"/>
        <w:rPr>
          <w:lang w:val="it-IT"/>
        </w:rPr>
      </w:pPr>
      <w:r w:rsidRPr="006A2477">
        <w:rPr>
          <w:lang w:val="it-IT"/>
        </w:rPr>
        <w:t xml:space="preserve">Per    le    voci    non    presenti    nel    prezzario    regionale    è    stato    preso    a   </w:t>
      </w:r>
      <w:r w:rsidRPr="006A2477">
        <w:rPr>
          <w:lang w:val="it-IT"/>
        </w:rPr>
        <w:t xml:space="preserve"> riferimento    il        prezzario</w:t>
      </w:r>
    </w:p>
    <w:p w14:paraId="42685DA2" w14:textId="77777777" w:rsidR="009E3180" w:rsidRPr="006A2477" w:rsidRDefault="00FF489E">
      <w:pPr>
        <w:tabs>
          <w:tab w:val="left" w:pos="5693"/>
        </w:tabs>
        <w:spacing w:before="100"/>
        <w:ind w:left="102"/>
        <w:jc w:val="both"/>
        <w:rPr>
          <w:sz w:val="18"/>
          <w:lang w:val="it-IT"/>
        </w:rPr>
      </w:pPr>
      <w:r w:rsidRPr="006A2477">
        <w:rPr>
          <w:sz w:val="18"/>
          <w:u w:val="single"/>
          <w:lang w:val="it-IT"/>
        </w:rPr>
        <w:t xml:space="preserve"> </w:t>
      </w:r>
      <w:r w:rsidRPr="006A2477">
        <w:rPr>
          <w:sz w:val="18"/>
          <w:u w:val="single"/>
          <w:lang w:val="it-IT"/>
        </w:rPr>
        <w:tab/>
      </w:r>
      <w:r w:rsidRPr="006A2477">
        <w:rPr>
          <w:spacing w:val="-23"/>
          <w:sz w:val="18"/>
          <w:lang w:val="it-IT"/>
        </w:rPr>
        <w:t xml:space="preserve"> </w:t>
      </w:r>
      <w:r w:rsidRPr="006A2477">
        <w:rPr>
          <w:i/>
          <w:sz w:val="18"/>
          <w:lang w:val="it-IT"/>
        </w:rPr>
        <w:t>(indicare il prezzario della locale Camera di</w:t>
      </w:r>
      <w:r w:rsidRPr="006A2477">
        <w:rPr>
          <w:i/>
          <w:spacing w:val="-33"/>
          <w:sz w:val="18"/>
          <w:lang w:val="it-IT"/>
        </w:rPr>
        <w:t xml:space="preserve"> </w:t>
      </w:r>
      <w:r w:rsidRPr="006A2477">
        <w:rPr>
          <w:i/>
          <w:sz w:val="18"/>
          <w:lang w:val="it-IT"/>
        </w:rPr>
        <w:t>Commercio)</w:t>
      </w:r>
      <w:r w:rsidRPr="006A2477">
        <w:rPr>
          <w:sz w:val="18"/>
          <w:lang w:val="it-IT"/>
        </w:rPr>
        <w:t>.</w:t>
      </w:r>
    </w:p>
    <w:p w14:paraId="38DCEBDD" w14:textId="77777777" w:rsidR="009E3180" w:rsidRPr="006A2477" w:rsidRDefault="009E3180">
      <w:pPr>
        <w:pStyle w:val="Corpotesto"/>
        <w:spacing w:before="3"/>
        <w:rPr>
          <w:sz w:val="22"/>
          <w:lang w:val="it-IT"/>
        </w:rPr>
      </w:pPr>
    </w:p>
    <w:p w14:paraId="0E51593A" w14:textId="77777777" w:rsidR="009E3180" w:rsidRPr="006A2477" w:rsidRDefault="00FF489E">
      <w:pPr>
        <w:ind w:left="102"/>
        <w:jc w:val="both"/>
        <w:rPr>
          <w:sz w:val="20"/>
          <w:lang w:val="it-IT"/>
        </w:rPr>
      </w:pPr>
      <w:r w:rsidRPr="006A2477">
        <w:rPr>
          <w:b/>
          <w:sz w:val="20"/>
          <w:lang w:val="it-IT"/>
        </w:rPr>
        <w:t xml:space="preserve">Gli interventi di ripristino già eseguiti e fatturati </w:t>
      </w:r>
      <w:r w:rsidRPr="006A2477">
        <w:rPr>
          <w:sz w:val="20"/>
          <w:lang w:val="it-IT"/>
        </w:rPr>
        <w:t>sono i seguenti:</w:t>
      </w:r>
    </w:p>
    <w:p w14:paraId="61D8B4AD" w14:textId="77777777" w:rsidR="009E3180" w:rsidRPr="006A2477" w:rsidRDefault="00FF489E">
      <w:pPr>
        <w:ind w:left="102"/>
        <w:jc w:val="both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(compilare i campi relativi alle sole lavorazioni già eseguite e fatturate, fornendone </w:t>
      </w:r>
      <w:r w:rsidRPr="006A2477">
        <w:rPr>
          <w:i/>
          <w:sz w:val="18"/>
          <w:lang w:val="it-IT"/>
        </w:rPr>
        <w:t>una descrizione dettagliata)</w:t>
      </w:r>
    </w:p>
    <w:p w14:paraId="519829F0" w14:textId="77777777" w:rsidR="009E3180" w:rsidRPr="006A2477" w:rsidRDefault="009E3180">
      <w:pPr>
        <w:pStyle w:val="Corpotesto"/>
        <w:spacing w:before="11"/>
        <w:rPr>
          <w:i/>
          <w:sz w:val="15"/>
          <w:lang w:val="it-IT"/>
        </w:rPr>
      </w:pPr>
    </w:p>
    <w:p w14:paraId="558DB4E7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228"/>
        </w:tabs>
        <w:rPr>
          <w:sz w:val="20"/>
          <w:lang w:val="it-IT"/>
        </w:rPr>
      </w:pPr>
      <w:r w:rsidRPr="006A2477">
        <w:rPr>
          <w:sz w:val="20"/>
          <w:lang w:val="it-IT"/>
        </w:rPr>
        <w:t>in riferimento alle strutture</w:t>
      </w:r>
      <w:r w:rsidRPr="006A2477">
        <w:rPr>
          <w:spacing w:val="-16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portanti: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3861DE28" w14:textId="77777777" w:rsidR="009E3180" w:rsidRPr="006A2477" w:rsidRDefault="00FF489E">
      <w:pPr>
        <w:pStyle w:val="Corpotesto"/>
        <w:spacing w:before="3"/>
        <w:rPr>
          <w:sz w:val="17"/>
          <w:lang w:val="it-IT"/>
        </w:rPr>
      </w:pPr>
      <w:r>
        <w:rPr>
          <w:lang w:val="it-IT"/>
        </w:rPr>
        <w:pict w14:anchorId="208DC1FC">
          <v:line id="_x0000_s2080" style="position:absolute;z-index:251662336;mso-wrap-distance-left:0;mso-wrap-distance-right:0;mso-position-horizontal-relative:page" from="65.4pt,12.25pt" to="553.95pt,12.25pt" strokeweight=".63pt">
            <w10:wrap type="topAndBottom" anchorx="page"/>
          </v:line>
        </w:pict>
      </w:r>
      <w:r>
        <w:rPr>
          <w:lang w:val="it-IT"/>
        </w:rPr>
        <w:pict w14:anchorId="795792BF">
          <v:line id="_x0000_s2079" style="position:absolute;z-index:251663360;mso-wrap-distance-left:0;mso-wrap-distance-right:0;mso-position-horizontal-relative:page" from="65.4pt,25.85pt" to="553.95pt,25.85pt" strokeweight=".63pt">
            <w10:wrap type="topAndBottom" anchorx="page"/>
          </v:line>
        </w:pict>
      </w:r>
      <w:r>
        <w:rPr>
          <w:lang w:val="it-IT"/>
        </w:rPr>
        <w:pict w14:anchorId="2FA59E0D">
          <v:line id="_x0000_s2078" style="position:absolute;z-index:251664384;mso-wrap-distance-left:0;mso-wrap-distance-right:0;mso-position-horizontal-relative:page" from="65.4pt,39.45pt" to="553.95pt,39.45pt" strokeweight=".63pt">
            <w10:wrap type="topAndBottom" anchorx="page"/>
          </v:line>
        </w:pict>
      </w:r>
      <w:r>
        <w:rPr>
          <w:lang w:val="it-IT"/>
        </w:rPr>
        <w:pict w14:anchorId="7FAD2B84">
          <v:line id="_x0000_s2077" style="position:absolute;z-index:251665408;mso-wrap-distance-left:0;mso-wrap-distance-right:0;mso-position-horizontal-relative:page" from="65.4pt,53.05pt" to="553.95pt,53.05pt" strokeweight=".63pt">
            <w10:wrap type="topAndBottom" anchorx="page"/>
          </v:line>
        </w:pict>
      </w:r>
    </w:p>
    <w:p w14:paraId="1D946F03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62738EB2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06361CE2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64FEB1E3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239"/>
        </w:tabs>
        <w:spacing w:before="55"/>
        <w:rPr>
          <w:sz w:val="20"/>
          <w:lang w:val="it-IT"/>
        </w:rPr>
      </w:pPr>
      <w:r w:rsidRPr="006A2477">
        <w:rPr>
          <w:sz w:val="20"/>
          <w:lang w:val="it-IT"/>
        </w:rPr>
        <w:t>in riferimento agli</w:t>
      </w:r>
      <w:r w:rsidRPr="006A2477">
        <w:rPr>
          <w:spacing w:val="-12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 xml:space="preserve">impianti: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19FB3C9D" w14:textId="77777777" w:rsidR="009E3180" w:rsidRPr="006A2477" w:rsidRDefault="00FF489E">
      <w:pPr>
        <w:pStyle w:val="Corpotesto"/>
        <w:spacing w:before="3"/>
        <w:rPr>
          <w:sz w:val="17"/>
          <w:lang w:val="it-IT"/>
        </w:rPr>
      </w:pPr>
      <w:r>
        <w:rPr>
          <w:lang w:val="it-IT"/>
        </w:rPr>
        <w:pict w14:anchorId="316B5C24">
          <v:line id="_x0000_s2076" style="position:absolute;z-index:251666432;mso-wrap-distance-left:0;mso-wrap-distance-right:0;mso-position-horizontal-relative:page" from="65.4pt,12.2pt" to="553.95pt,12.2pt" strokeweight=".63pt">
            <w10:wrap type="topAndBottom" anchorx="page"/>
          </v:line>
        </w:pict>
      </w:r>
      <w:r>
        <w:rPr>
          <w:lang w:val="it-IT"/>
        </w:rPr>
        <w:pict w14:anchorId="7EBAAE36">
          <v:line id="_x0000_s2075" style="position:absolute;z-index:251667456;mso-wrap-distance-left:0;mso-wrap-distance-right:0;mso-position-horizontal-relative:page" from="65.4pt,25.8pt" to="553.95pt,25.8pt" strokeweight=".63pt">
            <w10:wrap type="topAndBottom" anchorx="page"/>
          </v:line>
        </w:pict>
      </w:r>
      <w:r>
        <w:rPr>
          <w:lang w:val="it-IT"/>
        </w:rPr>
        <w:pict w14:anchorId="5ABA455A">
          <v:line id="_x0000_s2074" style="position:absolute;z-index:251668480;mso-wrap-distance-left:0;mso-wrap-distance-right:0;mso-position-horizontal-relative:page" from="65.4pt,39.4pt" to="553.95pt,39.4pt" strokeweight=".63pt">
            <w10:wrap type="topAndBottom" anchorx="page"/>
          </v:line>
        </w:pict>
      </w:r>
      <w:r>
        <w:rPr>
          <w:lang w:val="it-IT"/>
        </w:rPr>
        <w:pict w14:anchorId="370371BA">
          <v:line id="_x0000_s2073" style="position:absolute;z-index:251669504;mso-wrap-distance-left:0;mso-wrap-distance-right:0;mso-position-horizontal-relative:page" from="65.4pt,53pt" to="553.95pt,53pt" strokeweight=".63pt">
            <w10:wrap type="topAndBottom" anchorx="page"/>
          </v:line>
        </w:pict>
      </w:r>
    </w:p>
    <w:p w14:paraId="56512322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01BDAFDD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651062F6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40B1619E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316"/>
        </w:tabs>
        <w:spacing w:before="53"/>
        <w:rPr>
          <w:sz w:val="20"/>
          <w:lang w:val="it-IT"/>
        </w:rPr>
      </w:pPr>
      <w:r w:rsidRPr="006A2477">
        <w:rPr>
          <w:sz w:val="20"/>
          <w:lang w:val="it-IT"/>
        </w:rPr>
        <w:t>in riferimento alle finiture interne ed</w:t>
      </w:r>
      <w:r w:rsidRPr="006A2477">
        <w:rPr>
          <w:spacing w:val="-24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esterne: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6FFACA9B" w14:textId="77777777" w:rsidR="009E3180" w:rsidRPr="006A2477" w:rsidRDefault="00FF489E">
      <w:pPr>
        <w:pStyle w:val="Corpotesto"/>
        <w:spacing w:before="3"/>
        <w:rPr>
          <w:sz w:val="17"/>
          <w:lang w:val="it-IT"/>
        </w:rPr>
      </w:pPr>
      <w:r>
        <w:rPr>
          <w:lang w:val="it-IT"/>
        </w:rPr>
        <w:pict w14:anchorId="1A2EB2DB">
          <v:line id="_x0000_s2072" style="position:absolute;z-index:251670528;mso-wrap-distance-left:0;mso-wrap-distance-right:0;mso-position-horizontal-relative:page" from="65.4pt,12.2pt" to="553.95pt,12.2pt" strokeweight=".63pt">
            <w10:wrap type="topAndBottom" anchorx="page"/>
          </v:line>
        </w:pict>
      </w:r>
      <w:r>
        <w:rPr>
          <w:lang w:val="it-IT"/>
        </w:rPr>
        <w:pict w14:anchorId="0C903D93">
          <v:line id="_x0000_s2071" style="position:absolute;z-index:251671552;mso-wrap-distance-left:0;mso-wrap-distance-right:0;mso-position-horizontal-relative:page" from="65.4pt,25.8pt" to="553.95pt,25.8pt" strokeweight=".63pt">
            <w10:wrap type="topAndBottom" anchorx="page"/>
          </v:line>
        </w:pict>
      </w:r>
      <w:r>
        <w:rPr>
          <w:lang w:val="it-IT"/>
        </w:rPr>
        <w:pict w14:anchorId="1496E4DB">
          <v:line id="_x0000_s2070" style="position:absolute;z-index:251672576;mso-wrap-distance-left:0;mso-wrap-distance-right:0;mso-position-horizontal-relative:page" from="65.4pt,39.4pt" to="553.95pt,39.4pt" strokeweight=".63pt">
            <w10:wrap type="topAndBottom" anchorx="page"/>
          </v:line>
        </w:pict>
      </w:r>
      <w:r>
        <w:rPr>
          <w:lang w:val="it-IT"/>
        </w:rPr>
        <w:pict w14:anchorId="7BD65EBA">
          <v:line id="_x0000_s2069" style="position:absolute;z-index:251673600;mso-wrap-distance-left:0;mso-wrap-distance-right:0;mso-position-horizontal-relative:page" from="65.4pt,53pt" to="553.95pt,53pt" strokeweight=".63pt">
            <w10:wrap type="topAndBottom" anchorx="page"/>
          </v:line>
        </w:pict>
      </w:r>
    </w:p>
    <w:p w14:paraId="033B7ED8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1C7DD28D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220339E7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70D112C1" w14:textId="77777777" w:rsidR="009E3180" w:rsidRPr="006A2477" w:rsidRDefault="00FF489E">
      <w:pPr>
        <w:pStyle w:val="Paragrafoelenco"/>
        <w:numPr>
          <w:ilvl w:val="0"/>
          <w:numId w:val="3"/>
        </w:numPr>
        <w:tabs>
          <w:tab w:val="left" w:pos="488"/>
          <w:tab w:val="left" w:pos="10321"/>
        </w:tabs>
        <w:spacing w:before="55"/>
        <w:rPr>
          <w:sz w:val="20"/>
          <w:lang w:val="it-IT"/>
        </w:rPr>
      </w:pPr>
      <w:r w:rsidRPr="006A2477">
        <w:rPr>
          <w:sz w:val="20"/>
          <w:lang w:val="it-IT"/>
        </w:rPr>
        <w:t>in riferimento ai serramenti interni ed</w:t>
      </w:r>
      <w:r w:rsidRPr="006A2477">
        <w:rPr>
          <w:spacing w:val="-1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esterni:</w:t>
      </w:r>
      <w:r w:rsidRPr="006A2477">
        <w:rPr>
          <w:spacing w:val="-2"/>
          <w:sz w:val="20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1FC96D07" w14:textId="77777777" w:rsidR="009E3180" w:rsidRPr="006A2477" w:rsidRDefault="00FF489E">
      <w:pPr>
        <w:pStyle w:val="Corpotesto"/>
        <w:spacing w:before="3"/>
        <w:rPr>
          <w:sz w:val="17"/>
          <w:lang w:val="it-IT"/>
        </w:rPr>
      </w:pPr>
      <w:r>
        <w:rPr>
          <w:lang w:val="it-IT"/>
        </w:rPr>
        <w:pict w14:anchorId="69FCF61C">
          <v:line id="_x0000_s2068" style="position:absolute;z-index:251674624;mso-wrap-distance-left:0;mso-wrap-distance-right:0;mso-position-horizontal-relative:page" from="65.4pt,12.2pt" to="553.95pt,12.2pt" strokeweight=".63pt">
            <w10:wrap type="topAndBottom" anchorx="page"/>
          </v:line>
        </w:pict>
      </w:r>
      <w:r>
        <w:rPr>
          <w:lang w:val="it-IT"/>
        </w:rPr>
        <w:pict w14:anchorId="287A89C8">
          <v:line id="_x0000_s2067" style="position:absolute;z-index:251675648;mso-wrap-distance-left:0;mso-wrap-distance-right:0;mso-position-horizontal-relative:page" from="65.4pt,25.8pt" to="553.95pt,25.8pt" strokeweight=".63pt">
            <w10:wrap type="topAndBottom" anchorx="page"/>
          </v:line>
        </w:pict>
      </w:r>
      <w:r>
        <w:rPr>
          <w:lang w:val="it-IT"/>
        </w:rPr>
        <w:pict w14:anchorId="00048FEF">
          <v:line id="_x0000_s2066" style="position:absolute;z-index:251676672;mso-wrap-distance-left:0;mso-wrap-distance-right:0;mso-position-horizontal-relative:page" from="65.4pt,39.4pt" to="553.95pt,39.4pt" strokeweight=".63pt">
            <w10:wrap type="topAndBottom" anchorx="page"/>
          </v:line>
        </w:pict>
      </w:r>
      <w:r>
        <w:rPr>
          <w:lang w:val="it-IT"/>
        </w:rPr>
        <w:pict w14:anchorId="4A1261DF">
          <v:line id="_x0000_s2065" style="position:absolute;z-index:251677696;mso-wrap-distance-left:0;mso-wrap-distance-right:0;mso-position-horizontal-relative:page" from="65.4pt,53pt" to="553.95pt,53pt" strokeweight=".63pt">
            <w10:wrap type="topAndBottom" anchorx="page"/>
          </v:line>
        </w:pict>
      </w:r>
    </w:p>
    <w:p w14:paraId="0D686336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78B2D4E6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7F9E63ED" w14:textId="77777777" w:rsidR="009E3180" w:rsidRPr="006A2477" w:rsidRDefault="009E3180">
      <w:pPr>
        <w:pStyle w:val="Corpotesto"/>
        <w:spacing w:before="7"/>
        <w:rPr>
          <w:sz w:val="16"/>
          <w:lang w:val="it-IT"/>
        </w:rPr>
      </w:pPr>
    </w:p>
    <w:p w14:paraId="7A6C7C59" w14:textId="77777777" w:rsidR="009E3180" w:rsidRPr="006A2477" w:rsidRDefault="009E3180">
      <w:pPr>
        <w:pStyle w:val="Corpotesto"/>
        <w:spacing w:before="4"/>
        <w:rPr>
          <w:sz w:val="10"/>
          <w:lang w:val="it-IT"/>
        </w:rPr>
      </w:pPr>
    </w:p>
    <w:p w14:paraId="2EEB48E9" w14:textId="77777777" w:rsidR="009E3180" w:rsidRPr="006A2477" w:rsidRDefault="00FF489E">
      <w:pPr>
        <w:pStyle w:val="Corpotesto"/>
        <w:tabs>
          <w:tab w:val="left" w:pos="4237"/>
          <w:tab w:val="left" w:pos="6376"/>
          <w:tab w:val="left" w:pos="10059"/>
        </w:tabs>
        <w:spacing w:before="94"/>
        <w:ind w:left="488"/>
        <w:rPr>
          <w:lang w:val="it-IT"/>
        </w:rPr>
      </w:pPr>
      <w:r w:rsidRPr="006A2477">
        <w:rPr>
          <w:lang w:val="it-IT"/>
        </w:rPr>
        <w:t>per l'importo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di 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al netto di</w:t>
      </w:r>
      <w:r w:rsidRPr="006A2477">
        <w:rPr>
          <w:spacing w:val="-1"/>
          <w:lang w:val="it-IT"/>
        </w:rPr>
        <w:t xml:space="preserve"> </w:t>
      </w:r>
      <w:r w:rsidRPr="006A2477">
        <w:rPr>
          <w:lang w:val="it-IT"/>
        </w:rPr>
        <w:t>IVA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(al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%) per un totale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.</w:t>
      </w:r>
    </w:p>
    <w:p w14:paraId="1358DFC0" w14:textId="77777777" w:rsidR="009E3180" w:rsidRPr="006A2477" w:rsidRDefault="009E3180">
      <w:pPr>
        <w:pStyle w:val="Corpotesto"/>
        <w:rPr>
          <w:sz w:val="18"/>
          <w:lang w:val="it-IT"/>
        </w:rPr>
      </w:pPr>
    </w:p>
    <w:p w14:paraId="538C78B4" w14:textId="77777777" w:rsidR="009E3180" w:rsidRPr="006A2477" w:rsidRDefault="00FF489E">
      <w:pPr>
        <w:pStyle w:val="Corpotesto"/>
        <w:tabs>
          <w:tab w:val="left" w:pos="8283"/>
          <w:tab w:val="left" w:pos="10135"/>
        </w:tabs>
        <w:spacing w:line="295" w:lineRule="auto"/>
        <w:ind w:left="488" w:right="308"/>
        <w:rPr>
          <w:lang w:val="it-IT"/>
        </w:rPr>
      </w:pPr>
      <w:r w:rsidRPr="006A2477">
        <w:rPr>
          <w:lang w:val="it-IT"/>
        </w:rPr>
        <w:t>Ai fini del rispetto</w:t>
      </w:r>
      <w:r w:rsidRPr="006A2477">
        <w:rPr>
          <w:spacing w:val="12"/>
          <w:lang w:val="it-IT"/>
        </w:rPr>
        <w:t xml:space="preserve"> </w:t>
      </w:r>
      <w:r w:rsidRPr="006A2477">
        <w:rPr>
          <w:lang w:val="it-IT"/>
        </w:rPr>
        <w:t>della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normativa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si</w:t>
      </w:r>
      <w:r w:rsidRPr="006A2477">
        <w:rPr>
          <w:spacing w:val="-1"/>
          <w:lang w:val="it-IT"/>
        </w:rPr>
        <w:t xml:space="preserve"> </w:t>
      </w:r>
      <w:r w:rsidRPr="006A2477">
        <w:rPr>
          <w:lang w:val="it-IT"/>
        </w:rPr>
        <w:t>rendono</w:t>
      </w:r>
      <w:r w:rsidRPr="006A2477">
        <w:rPr>
          <w:spacing w:val="-1"/>
          <w:lang w:val="it-IT"/>
        </w:rPr>
        <w:t xml:space="preserve"> </w:t>
      </w:r>
      <w:r w:rsidRPr="006A2477">
        <w:rPr>
          <w:lang w:val="it-IT"/>
        </w:rPr>
        <w:t>necessari i seguenti adeguamenti obbligatori per</w:t>
      </w:r>
      <w:r w:rsidRPr="006A2477">
        <w:rPr>
          <w:spacing w:val="-17"/>
          <w:lang w:val="it-IT"/>
        </w:rPr>
        <w:t xml:space="preserve"> </w:t>
      </w:r>
      <w:r w:rsidRPr="006A2477">
        <w:rPr>
          <w:lang w:val="it-IT"/>
        </w:rPr>
        <w:t xml:space="preserve">legge: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u w:val="single"/>
          <w:lang w:val="it-IT"/>
        </w:rPr>
        <w:tab/>
      </w:r>
    </w:p>
    <w:p w14:paraId="4EFF74D2" w14:textId="77777777" w:rsidR="009E3180" w:rsidRPr="006A2477" w:rsidRDefault="00FF489E">
      <w:pPr>
        <w:pStyle w:val="Corpotesto"/>
        <w:spacing w:before="5"/>
        <w:rPr>
          <w:sz w:val="15"/>
          <w:lang w:val="it-IT"/>
        </w:rPr>
      </w:pPr>
      <w:r>
        <w:rPr>
          <w:lang w:val="it-IT"/>
        </w:rPr>
        <w:pict w14:anchorId="3E417BA2">
          <v:line id="_x0000_s2064" style="position:absolute;z-index:251678720;mso-wrap-distance-left:0;mso-wrap-distance-right:0;mso-position-horizontal-relative:page" from="65.4pt,11.15pt" to="542.85pt,11.15pt" strokeweight=".63pt">
            <w10:wrap type="topAndBottom" anchorx="page"/>
          </v:line>
        </w:pict>
      </w:r>
      <w:r>
        <w:rPr>
          <w:lang w:val="it-IT"/>
        </w:rPr>
        <w:pict w14:anchorId="7130D276">
          <v:line id="_x0000_s2063" style="position:absolute;z-index:251679744;mso-wrap-distance-left:0;mso-wrap-distance-right:0;mso-position-horizontal-relative:page" from="65.4pt,25.25pt" to="542.85pt,25.25pt" strokeweight=".63pt">
            <w10:wrap type="topAndBottom" anchorx="page"/>
          </v:line>
        </w:pict>
      </w:r>
    </w:p>
    <w:p w14:paraId="3931778D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39C43F34" w14:textId="77777777" w:rsidR="009E3180" w:rsidRPr="006A2477" w:rsidRDefault="00FF489E">
      <w:pPr>
        <w:pStyle w:val="Corpotesto"/>
        <w:tabs>
          <w:tab w:val="left" w:pos="3793"/>
          <w:tab w:val="left" w:pos="6152"/>
          <w:tab w:val="left" w:pos="10115"/>
        </w:tabs>
        <w:spacing w:before="83"/>
        <w:ind w:left="488"/>
        <w:rPr>
          <w:lang w:val="it-IT"/>
        </w:rPr>
      </w:pPr>
      <w:r w:rsidRPr="006A2477">
        <w:rPr>
          <w:lang w:val="it-IT"/>
        </w:rPr>
        <w:t>per l'importo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di 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 al netto di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IVA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(al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%) per un totale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di 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.</w:t>
      </w:r>
    </w:p>
    <w:p w14:paraId="38B985B5" w14:textId="77777777" w:rsidR="009E3180" w:rsidRPr="006A2477" w:rsidRDefault="00FF489E">
      <w:pPr>
        <w:spacing w:before="128"/>
        <w:ind w:left="488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(fornire una </w:t>
      </w:r>
      <w:r w:rsidRPr="006A2477">
        <w:rPr>
          <w:i/>
          <w:sz w:val="18"/>
          <w:lang w:val="it-IT"/>
        </w:rPr>
        <w:t>descrizione degli eventuali adeguamenti obbligatori per legge eseguiti)</w:t>
      </w:r>
    </w:p>
    <w:p w14:paraId="404B4619" w14:textId="77777777" w:rsidR="009E3180" w:rsidRPr="006A2477" w:rsidRDefault="009E3180">
      <w:pPr>
        <w:pStyle w:val="Corpotesto"/>
        <w:spacing w:before="10"/>
        <w:rPr>
          <w:i/>
          <w:sz w:val="21"/>
          <w:lang w:val="it-IT"/>
        </w:rPr>
      </w:pPr>
    </w:p>
    <w:p w14:paraId="22CD02A7" w14:textId="77777777" w:rsidR="009E3180" w:rsidRPr="006A2477" w:rsidRDefault="00FF489E">
      <w:pPr>
        <w:pStyle w:val="Corpotesto"/>
        <w:tabs>
          <w:tab w:val="left" w:pos="10227"/>
        </w:tabs>
        <w:ind w:left="488"/>
        <w:rPr>
          <w:lang w:val="it-IT"/>
        </w:rPr>
      </w:pPr>
      <w:r w:rsidRPr="006A2477">
        <w:rPr>
          <w:lang w:val="it-IT"/>
        </w:rPr>
        <w:t>Sono state eseguite le seguenti migliorie a carico del</w:t>
      </w:r>
      <w:r w:rsidRPr="006A2477">
        <w:rPr>
          <w:spacing w:val="-35"/>
          <w:lang w:val="it-IT"/>
        </w:rPr>
        <w:t xml:space="preserve"> </w:t>
      </w:r>
      <w:r w:rsidRPr="006A2477">
        <w:rPr>
          <w:lang w:val="it-IT"/>
        </w:rPr>
        <w:t xml:space="preserve">committente: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2DEB84C7" w14:textId="77777777" w:rsidR="009E3180" w:rsidRPr="006A2477" w:rsidRDefault="00FF489E">
      <w:pPr>
        <w:pStyle w:val="Corpotesto"/>
        <w:spacing w:before="2"/>
        <w:rPr>
          <w:sz w:val="15"/>
          <w:lang w:val="it-IT"/>
        </w:rPr>
      </w:pPr>
      <w:r>
        <w:rPr>
          <w:lang w:val="it-IT"/>
        </w:rPr>
        <w:pict w14:anchorId="7906E62F">
          <v:line id="_x0000_s2062" style="position:absolute;z-index:251680768;mso-wrap-distance-left:0;mso-wrap-distance-right:0;mso-position-horizontal-relative:page" from="65.4pt,11.05pt" to="553.95pt,11.05pt" strokeweight=".63pt">
            <w10:wrap type="topAndBottom" anchorx="page"/>
          </v:line>
        </w:pict>
      </w:r>
      <w:r>
        <w:rPr>
          <w:lang w:val="it-IT"/>
        </w:rPr>
        <w:pict w14:anchorId="18B999E1">
          <v:line id="_x0000_s2061" style="position:absolute;z-index:251681792;mso-wrap-distance-left:0;mso-wrap-distance-right:0;mso-position-horizontal-relative:page" from="65.4pt,22.55pt" to="553.95pt,22.55pt" strokeweight=".63pt">
            <w10:wrap type="topAndBottom" anchorx="page"/>
          </v:line>
        </w:pict>
      </w:r>
      <w:r>
        <w:rPr>
          <w:lang w:val="it-IT"/>
        </w:rPr>
        <w:pict w14:anchorId="23510982">
          <v:line id="_x0000_s2060" style="position:absolute;z-index:251682816;mso-wrap-distance-left:0;mso-wrap-distance-right:0;mso-position-horizontal-relative:page" from="65.4pt,34.05pt" to="553.95pt,34.05pt" strokeweight=".63pt">
            <w10:wrap type="topAndBottom" anchorx="page"/>
          </v:line>
        </w:pict>
      </w:r>
      <w:r>
        <w:rPr>
          <w:lang w:val="it-IT"/>
        </w:rPr>
        <w:pict w14:anchorId="76E67F9D">
          <v:line id="_x0000_s2059" style="position:absolute;z-index:251683840;mso-wrap-distance-left:0;mso-wrap-distance-right:0;mso-position-horizontal-relative:page" from="65.4pt,45.55pt" to="553.95pt,45.55pt" strokeweight=".63pt">
            <w10:wrap type="topAndBottom" anchorx="page"/>
          </v:line>
        </w:pict>
      </w:r>
    </w:p>
    <w:p w14:paraId="3F51A467" w14:textId="77777777" w:rsidR="009E3180" w:rsidRPr="006A2477" w:rsidRDefault="009E3180">
      <w:pPr>
        <w:pStyle w:val="Corpotesto"/>
        <w:spacing w:before="11"/>
        <w:rPr>
          <w:sz w:val="12"/>
          <w:lang w:val="it-IT"/>
        </w:rPr>
      </w:pPr>
    </w:p>
    <w:p w14:paraId="3A1CE2A7" w14:textId="77777777" w:rsidR="009E3180" w:rsidRPr="006A2477" w:rsidRDefault="009E3180">
      <w:pPr>
        <w:pStyle w:val="Corpotesto"/>
        <w:spacing w:before="11"/>
        <w:rPr>
          <w:sz w:val="12"/>
          <w:lang w:val="it-IT"/>
        </w:rPr>
      </w:pPr>
    </w:p>
    <w:p w14:paraId="012FF557" w14:textId="77777777" w:rsidR="009E3180" w:rsidRPr="006A2477" w:rsidRDefault="009E3180">
      <w:pPr>
        <w:pStyle w:val="Corpotesto"/>
        <w:spacing w:before="11"/>
        <w:rPr>
          <w:sz w:val="12"/>
          <w:lang w:val="it-IT"/>
        </w:rPr>
      </w:pPr>
    </w:p>
    <w:p w14:paraId="6875AC7D" w14:textId="77777777" w:rsidR="009E3180" w:rsidRPr="006A2477" w:rsidRDefault="00FF489E">
      <w:pPr>
        <w:pStyle w:val="Corpotesto"/>
        <w:tabs>
          <w:tab w:val="left" w:pos="3871"/>
          <w:tab w:val="left" w:pos="6331"/>
          <w:tab w:val="left" w:pos="10126"/>
        </w:tabs>
        <w:spacing w:before="82"/>
        <w:ind w:left="288"/>
        <w:rPr>
          <w:lang w:val="it-IT"/>
        </w:rPr>
      </w:pPr>
      <w:r w:rsidRPr="006A2477">
        <w:rPr>
          <w:lang w:val="it-IT"/>
        </w:rPr>
        <w:t>per l'importo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di 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, al netto di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IVA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(al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%) per un totale di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spacing w:val="-1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05671DA7" w14:textId="77777777" w:rsidR="009E3180" w:rsidRPr="006A2477" w:rsidRDefault="00FF489E">
      <w:pPr>
        <w:spacing w:before="56"/>
        <w:ind w:left="288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(fornire una descrizione delle </w:t>
      </w:r>
      <w:r w:rsidRPr="006A2477">
        <w:rPr>
          <w:i/>
          <w:sz w:val="18"/>
          <w:lang w:val="it-IT"/>
        </w:rPr>
        <w:t>eventuali migliorie eseguite)</w:t>
      </w:r>
    </w:p>
    <w:p w14:paraId="5FE9508E" w14:textId="77777777" w:rsidR="009E3180" w:rsidRPr="006A2477" w:rsidRDefault="009E3180">
      <w:pPr>
        <w:pStyle w:val="Corpotesto"/>
        <w:rPr>
          <w:i/>
          <w:lang w:val="it-IT"/>
        </w:rPr>
      </w:pPr>
    </w:p>
    <w:p w14:paraId="14C43CF8" w14:textId="77777777" w:rsidR="009E3180" w:rsidRPr="006A2477" w:rsidRDefault="009E3180">
      <w:pPr>
        <w:pStyle w:val="Corpotesto"/>
        <w:spacing w:before="2"/>
        <w:rPr>
          <w:i/>
          <w:sz w:val="24"/>
          <w:lang w:val="it-IT"/>
        </w:rPr>
      </w:pPr>
    </w:p>
    <w:p w14:paraId="4763A05A" w14:textId="77777777" w:rsidR="009E3180" w:rsidRPr="006A2477" w:rsidRDefault="00FF489E">
      <w:pPr>
        <w:ind w:left="114"/>
        <w:rPr>
          <w:sz w:val="20"/>
          <w:lang w:val="it-IT"/>
        </w:rPr>
      </w:pPr>
      <w:r w:rsidRPr="006A2477">
        <w:rPr>
          <w:b/>
          <w:sz w:val="20"/>
          <w:lang w:val="it-IT"/>
        </w:rPr>
        <w:t xml:space="preserve">Per gli interventi di ripristino già eseguiti e fatturati </w:t>
      </w:r>
      <w:r w:rsidRPr="006A2477">
        <w:rPr>
          <w:sz w:val="20"/>
          <w:lang w:val="it-IT"/>
        </w:rPr>
        <w:t>è stata prodotta una analisi dei prezzi e pertanto:</w:t>
      </w:r>
    </w:p>
    <w:p w14:paraId="540B879E" w14:textId="77777777" w:rsidR="009E3180" w:rsidRPr="006A2477" w:rsidRDefault="00FF489E">
      <w:pPr>
        <w:pStyle w:val="Paragrafoelenco"/>
        <w:numPr>
          <w:ilvl w:val="0"/>
          <w:numId w:val="5"/>
        </w:numPr>
        <w:tabs>
          <w:tab w:val="left" w:pos="398"/>
        </w:tabs>
        <w:spacing w:before="170"/>
        <w:ind w:left="398" w:hanging="284"/>
        <w:rPr>
          <w:b/>
          <w:i/>
          <w:sz w:val="18"/>
          <w:lang w:val="it-IT"/>
        </w:rPr>
      </w:pPr>
      <w:r w:rsidRPr="006A2477">
        <w:rPr>
          <w:sz w:val="21"/>
          <w:lang w:val="it-IT"/>
        </w:rPr>
        <w:t>si conferma la congruità con il prezzario di cui sopra</w:t>
      </w:r>
      <w:r w:rsidRPr="006A2477">
        <w:rPr>
          <w:spacing w:val="-37"/>
          <w:sz w:val="21"/>
          <w:lang w:val="it-IT"/>
        </w:rPr>
        <w:t xml:space="preserve"> </w:t>
      </w:r>
      <w:r w:rsidRPr="006A2477">
        <w:rPr>
          <w:b/>
          <w:i/>
          <w:sz w:val="18"/>
          <w:lang w:val="it-IT"/>
        </w:rPr>
        <w:t>(nel caso di congruità di TUTTE le spese)</w:t>
      </w:r>
    </w:p>
    <w:p w14:paraId="595E99F4" w14:textId="77777777" w:rsidR="009E3180" w:rsidRPr="006A2477" w:rsidRDefault="00FF489E">
      <w:pPr>
        <w:pStyle w:val="Paragrafoelenco"/>
        <w:numPr>
          <w:ilvl w:val="0"/>
          <w:numId w:val="5"/>
        </w:numPr>
        <w:tabs>
          <w:tab w:val="left" w:pos="398"/>
        </w:tabs>
        <w:spacing w:before="122"/>
        <w:ind w:left="398" w:right="719" w:hanging="284"/>
        <w:rPr>
          <w:b/>
          <w:i/>
          <w:sz w:val="18"/>
          <w:lang w:val="it-IT"/>
        </w:rPr>
      </w:pPr>
      <w:r w:rsidRPr="006A2477">
        <w:rPr>
          <w:sz w:val="21"/>
          <w:lang w:val="it-IT"/>
        </w:rPr>
        <w:t xml:space="preserve">si rideterminano in diminuzione i costi unitari e quindi il costo complessivo </w:t>
      </w:r>
      <w:r w:rsidRPr="006A2477">
        <w:rPr>
          <w:b/>
          <w:i/>
          <w:sz w:val="18"/>
          <w:lang w:val="it-IT"/>
        </w:rPr>
        <w:t>(nel caso di incongruità di una o più</w:t>
      </w:r>
      <w:r w:rsidRPr="006A2477">
        <w:rPr>
          <w:b/>
          <w:i/>
          <w:spacing w:val="-10"/>
          <w:sz w:val="18"/>
          <w:lang w:val="it-IT"/>
        </w:rPr>
        <w:t xml:space="preserve"> </w:t>
      </w:r>
      <w:r w:rsidRPr="006A2477">
        <w:rPr>
          <w:b/>
          <w:i/>
          <w:sz w:val="18"/>
          <w:lang w:val="it-IT"/>
        </w:rPr>
        <w:t>spese)</w:t>
      </w:r>
    </w:p>
    <w:p w14:paraId="1D451284" w14:textId="77777777" w:rsidR="009E3180" w:rsidRPr="006A2477" w:rsidRDefault="009E3180">
      <w:pPr>
        <w:pStyle w:val="Corpotesto"/>
        <w:rPr>
          <w:b/>
          <w:i/>
          <w:lang w:val="it-IT"/>
        </w:rPr>
      </w:pPr>
    </w:p>
    <w:p w14:paraId="7DE40281" w14:textId="77777777" w:rsidR="009E3180" w:rsidRPr="006A2477" w:rsidRDefault="00FF489E">
      <w:pPr>
        <w:pStyle w:val="Corpotesto"/>
        <w:tabs>
          <w:tab w:val="left" w:pos="1380"/>
          <w:tab w:val="left" w:pos="7165"/>
          <w:tab w:val="left" w:pos="8828"/>
        </w:tabs>
        <w:spacing w:before="154" w:line="276" w:lineRule="auto"/>
        <w:ind w:left="114" w:right="512"/>
        <w:rPr>
          <w:lang w:val="it-IT"/>
        </w:rPr>
      </w:pPr>
      <w:r w:rsidRPr="006A2477">
        <w:rPr>
          <w:lang w:val="it-IT"/>
        </w:rPr>
        <w:t xml:space="preserve">e si </w:t>
      </w:r>
      <w:r w:rsidRPr="006A2477">
        <w:rPr>
          <w:b/>
          <w:lang w:val="it-IT"/>
        </w:rPr>
        <w:t xml:space="preserve">ATTESTA </w:t>
      </w:r>
      <w:r w:rsidRPr="006A2477">
        <w:rPr>
          <w:lang w:val="it-IT"/>
        </w:rPr>
        <w:t>la congruità della spesa sostenuta per l'importo complessivo</w:t>
      </w:r>
      <w:r w:rsidRPr="006A2477">
        <w:rPr>
          <w:spacing w:val="3"/>
          <w:lang w:val="it-IT"/>
        </w:rPr>
        <w:t xml:space="preserve"> </w:t>
      </w:r>
      <w:r w:rsidRPr="006A2477">
        <w:rPr>
          <w:lang w:val="it-IT"/>
        </w:rPr>
        <w:t>di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al</w:t>
      </w:r>
      <w:r w:rsidRPr="006A2477">
        <w:rPr>
          <w:spacing w:val="-3"/>
          <w:lang w:val="it-IT"/>
        </w:rPr>
        <w:t xml:space="preserve"> </w:t>
      </w:r>
      <w:r w:rsidRPr="006A2477">
        <w:rPr>
          <w:lang w:val="it-IT"/>
        </w:rPr>
        <w:t>netto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di IVA</w:t>
      </w:r>
      <w:r w:rsidRPr="006A2477">
        <w:rPr>
          <w:spacing w:val="2"/>
          <w:lang w:val="it-IT"/>
        </w:rPr>
        <w:t xml:space="preserve"> </w:t>
      </w:r>
      <w:r w:rsidRPr="006A2477">
        <w:rPr>
          <w:lang w:val="it-IT"/>
        </w:rPr>
        <w:t>(al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%) per un totale di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spacing w:val="-1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p w14:paraId="2F4103AE" w14:textId="77777777" w:rsidR="009E3180" w:rsidRPr="006A2477" w:rsidRDefault="009E3180">
      <w:pPr>
        <w:pStyle w:val="Corpotesto"/>
        <w:spacing w:before="4"/>
        <w:rPr>
          <w:sz w:val="15"/>
          <w:lang w:val="it-IT"/>
        </w:rPr>
      </w:pPr>
    </w:p>
    <w:p w14:paraId="6C36E494" w14:textId="77777777" w:rsidR="009E3180" w:rsidRPr="006A2477" w:rsidRDefault="00FF489E">
      <w:pPr>
        <w:tabs>
          <w:tab w:val="left" w:pos="10069"/>
        </w:tabs>
        <w:spacing w:before="93"/>
        <w:ind w:left="114"/>
        <w:rPr>
          <w:sz w:val="20"/>
          <w:lang w:val="it-IT"/>
        </w:rPr>
      </w:pPr>
      <w:r w:rsidRPr="006A2477">
        <w:rPr>
          <w:b/>
          <w:sz w:val="20"/>
          <w:lang w:val="it-IT"/>
        </w:rPr>
        <w:t xml:space="preserve">Le  prestazioni tecniche  </w:t>
      </w:r>
      <w:r w:rsidRPr="006A2477">
        <w:rPr>
          <w:sz w:val="20"/>
          <w:lang w:val="it-IT"/>
        </w:rPr>
        <w:t xml:space="preserve">da eseguire/già  eseguite,  ed  obbligatorie  ai  sensi  di  legge,  consistono </w:t>
      </w:r>
      <w:r w:rsidRPr="006A2477">
        <w:rPr>
          <w:spacing w:val="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in</w:t>
      </w:r>
      <w:r w:rsidRPr="006A2477">
        <w:rPr>
          <w:spacing w:val="-1"/>
          <w:sz w:val="20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</w:p>
    <w:p w14:paraId="10EBEEB7" w14:textId="77777777" w:rsidR="009E3180" w:rsidRPr="006A2477" w:rsidRDefault="00FF489E">
      <w:pPr>
        <w:pStyle w:val="Corpotesto"/>
        <w:spacing w:before="8"/>
        <w:rPr>
          <w:sz w:val="19"/>
          <w:lang w:val="it-IT"/>
        </w:rPr>
      </w:pPr>
      <w:r>
        <w:rPr>
          <w:lang w:val="it-IT"/>
        </w:rPr>
        <w:pict w14:anchorId="03BA9D81">
          <v:line id="_x0000_s2058" style="position:absolute;z-index:251684864;mso-wrap-distance-left:0;mso-wrap-distance-right:0;mso-position-horizontal-relative:page" from="56.7pt,13.6pt" to="550.85pt,13.6pt" strokeweight=".63pt">
            <w10:wrap type="topAndBottom" anchorx="page"/>
          </v:line>
        </w:pict>
      </w:r>
      <w:r>
        <w:rPr>
          <w:lang w:val="it-IT"/>
        </w:rPr>
        <w:pict w14:anchorId="29390DE5">
          <v:line id="_x0000_s2057" style="position:absolute;z-index:251685888;mso-wrap-distance-left:0;mso-wrap-distance-right:0;mso-position-horizontal-relative:page" from="56.7pt,27.8pt" to="550.85pt,27.8pt" strokeweight=".63pt">
            <w10:wrap type="topAndBottom" anchorx="page"/>
          </v:line>
        </w:pict>
      </w:r>
      <w:r>
        <w:rPr>
          <w:lang w:val="it-IT"/>
        </w:rPr>
        <w:pict w14:anchorId="0CD6CE3B">
          <v:line id="_x0000_s2056" style="position:absolute;z-index:251686912;mso-wrap-distance-left:0;mso-wrap-distance-right:0;mso-position-horizontal-relative:page" from="56.7pt,41.9pt" to="550.85pt,41.9pt" strokeweight=".63pt">
            <w10:wrap type="topAndBottom" anchorx="page"/>
          </v:line>
        </w:pict>
      </w:r>
      <w:r>
        <w:rPr>
          <w:lang w:val="it-IT"/>
        </w:rPr>
        <w:pict w14:anchorId="27B25E37">
          <v:line id="_x0000_s2055" style="position:absolute;z-index:251687936;mso-wrap-distance-left:0;mso-wrap-distance-right:0;mso-position-horizontal-relative:page" from="56.7pt,56.1pt" to="550.85pt,56.1pt" strokeweight=".63pt">
            <w10:wrap type="topAndBottom" anchorx="page"/>
          </v:line>
        </w:pict>
      </w:r>
      <w:r>
        <w:rPr>
          <w:lang w:val="it-IT"/>
        </w:rPr>
        <w:pict w14:anchorId="00D520FA">
          <v:line id="_x0000_s2054" style="position:absolute;z-index:251688960;mso-wrap-distance-left:0;mso-wrap-distance-right:0;mso-position-horizontal-relative:page" from="56.7pt,70.2pt" to="550.85pt,70.2pt" strokeweight=".63pt">
            <w10:wrap type="topAndBottom" anchorx="page"/>
          </v:line>
        </w:pict>
      </w:r>
    </w:p>
    <w:p w14:paraId="46319A27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77F3A26E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58AB551D" w14:textId="77777777" w:rsidR="009E3180" w:rsidRPr="006A2477" w:rsidRDefault="009E3180">
      <w:pPr>
        <w:pStyle w:val="Corpotesto"/>
        <w:spacing w:before="7"/>
        <w:rPr>
          <w:sz w:val="17"/>
          <w:lang w:val="it-IT"/>
        </w:rPr>
      </w:pPr>
    </w:p>
    <w:p w14:paraId="3FED1CD1" w14:textId="77777777" w:rsidR="009E3180" w:rsidRPr="006A2477" w:rsidRDefault="009E3180">
      <w:pPr>
        <w:pStyle w:val="Corpotesto"/>
        <w:spacing w:before="5"/>
        <w:rPr>
          <w:sz w:val="17"/>
          <w:lang w:val="it-IT"/>
        </w:rPr>
      </w:pPr>
    </w:p>
    <w:p w14:paraId="06774B41" w14:textId="77777777" w:rsidR="009E3180" w:rsidRPr="006A2477" w:rsidRDefault="00FF489E">
      <w:pPr>
        <w:pStyle w:val="Corpotesto"/>
        <w:tabs>
          <w:tab w:val="left" w:pos="9928"/>
        </w:tabs>
        <w:spacing w:before="101"/>
        <w:ind w:left="114"/>
        <w:rPr>
          <w:lang w:val="it-IT"/>
        </w:rPr>
      </w:pPr>
      <w:r w:rsidRPr="006A2477">
        <w:rPr>
          <w:lang w:val="it-IT"/>
        </w:rPr>
        <w:t>ed ammontano complessivamente, IVA e Cassa di Previdenza inclusi,</w:t>
      </w:r>
      <w:r w:rsidRPr="006A2477">
        <w:rPr>
          <w:spacing w:val="-16"/>
          <w:lang w:val="it-IT"/>
        </w:rPr>
        <w:t xml:space="preserve"> </w:t>
      </w:r>
      <w:r w:rsidRPr="006A2477">
        <w:rPr>
          <w:lang w:val="it-IT"/>
        </w:rPr>
        <w:t>ad</w:t>
      </w:r>
      <w:r w:rsidRPr="006A2477">
        <w:rPr>
          <w:spacing w:val="-2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.</w:t>
      </w:r>
    </w:p>
    <w:p w14:paraId="298EC179" w14:textId="77777777" w:rsidR="009E3180" w:rsidRPr="006A2477" w:rsidRDefault="00FF489E">
      <w:pPr>
        <w:spacing w:before="56"/>
        <w:ind w:left="114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>(specificare: progettazione, direzione lavori, etc.)</w:t>
      </w:r>
    </w:p>
    <w:p w14:paraId="12D6C092" w14:textId="505051F6" w:rsidR="009E3180" w:rsidRPr="006A2477" w:rsidRDefault="00590687" w:rsidP="00590687">
      <w:pPr>
        <w:rPr>
          <w:i/>
          <w:sz w:val="18"/>
          <w:lang w:val="it-IT"/>
        </w:rPr>
      </w:pPr>
      <w:r>
        <w:rPr>
          <w:i/>
          <w:sz w:val="18"/>
          <w:lang w:val="it-IT"/>
        </w:rPr>
        <w:t xml:space="preserve">  </w:t>
      </w:r>
      <w:r w:rsidRPr="006A2477">
        <w:rPr>
          <w:i/>
          <w:sz w:val="18"/>
          <w:lang w:val="it-IT"/>
        </w:rPr>
        <w:t>(</w:t>
      </w:r>
      <w:r w:rsidRPr="006A2477">
        <w:rPr>
          <w:b/>
          <w:sz w:val="18"/>
          <w:lang w:val="it-IT"/>
        </w:rPr>
        <w:t>N.B.</w:t>
      </w:r>
      <w:r w:rsidRPr="006A2477">
        <w:rPr>
          <w:i/>
          <w:sz w:val="18"/>
          <w:lang w:val="it-IT"/>
        </w:rPr>
        <w:t>: sono ammissibili a contributo solo le prestazioni tecniche necessarie ai sensi di legge)</w:t>
      </w:r>
    </w:p>
    <w:p w14:paraId="53A65317" w14:textId="77777777" w:rsidR="009E3180" w:rsidRPr="006A2477" w:rsidRDefault="009E3180">
      <w:pPr>
        <w:pStyle w:val="Corpotesto"/>
        <w:spacing w:before="3"/>
        <w:rPr>
          <w:i/>
          <w:sz w:val="28"/>
          <w:lang w:val="it-IT"/>
        </w:rPr>
      </w:pPr>
    </w:p>
    <w:p w14:paraId="2ECE8015" w14:textId="77777777" w:rsidR="009E3180" w:rsidRPr="006A2477" w:rsidRDefault="00FF489E">
      <w:pPr>
        <w:pStyle w:val="Titolo4"/>
        <w:tabs>
          <w:tab w:val="left" w:pos="4957"/>
          <w:tab w:val="left" w:pos="8036"/>
        </w:tabs>
        <w:spacing w:line="295" w:lineRule="auto"/>
        <w:ind w:right="144"/>
        <w:rPr>
          <w:lang w:val="it-IT"/>
        </w:rPr>
      </w:pPr>
      <w:bookmarkStart w:id="15" w:name="Pertanto,_la_spesa_per_i_lavori_di_ripri"/>
      <w:bookmarkEnd w:id="15"/>
      <w:r w:rsidRPr="006A2477">
        <w:rPr>
          <w:lang w:val="it-IT"/>
        </w:rPr>
        <w:t xml:space="preserve">Pertanto, la spesa per i lavori di ripristino dei danni causati dall'evento calamitoso ammonta complessivamente </w:t>
      </w:r>
      <w:r w:rsidRPr="006A2477">
        <w:rPr>
          <w:spacing w:val="25"/>
          <w:lang w:val="it-IT"/>
        </w:rPr>
        <w:t xml:space="preserve"> </w:t>
      </w:r>
      <w:r w:rsidRPr="006A2477">
        <w:rPr>
          <w:lang w:val="it-IT"/>
        </w:rPr>
        <w:t xml:space="preserve">a </w:t>
      </w:r>
      <w:r w:rsidRPr="006A2477">
        <w:rPr>
          <w:spacing w:val="20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b w:val="0"/>
          <w:u w:val="single"/>
          <w:lang w:val="it-IT"/>
        </w:rPr>
        <w:t xml:space="preserve"> </w:t>
      </w:r>
      <w:r w:rsidRPr="006A2477">
        <w:rPr>
          <w:b w:val="0"/>
          <w:u w:val="single"/>
          <w:lang w:val="it-IT"/>
        </w:rPr>
        <w:tab/>
      </w:r>
      <w:r w:rsidRPr="006A2477">
        <w:rPr>
          <w:lang w:val="it-IT"/>
        </w:rPr>
        <w:t xml:space="preserve">al  netto  di  </w:t>
      </w:r>
      <w:r w:rsidRPr="006A2477">
        <w:rPr>
          <w:spacing w:val="22"/>
          <w:lang w:val="it-IT"/>
        </w:rPr>
        <w:t xml:space="preserve"> </w:t>
      </w:r>
      <w:r w:rsidRPr="006A2477">
        <w:rPr>
          <w:lang w:val="it-IT"/>
        </w:rPr>
        <w:t xml:space="preserve">IVA </w:t>
      </w:r>
      <w:r w:rsidRPr="006A2477">
        <w:rPr>
          <w:spacing w:val="24"/>
          <w:lang w:val="it-IT"/>
        </w:rPr>
        <w:t xml:space="preserve"> </w:t>
      </w:r>
      <w:r w:rsidRPr="006A2477">
        <w:rPr>
          <w:lang w:val="it-IT"/>
        </w:rPr>
        <w:t>(</w:t>
      </w:r>
      <w:r w:rsidRPr="006A2477">
        <w:rPr>
          <w:b w:val="0"/>
          <w:lang w:val="it-IT"/>
        </w:rPr>
        <w:t>al</w:t>
      </w:r>
      <w:r w:rsidRPr="006A2477">
        <w:rPr>
          <w:b w:val="0"/>
          <w:u w:val="single"/>
          <w:lang w:val="it-IT"/>
        </w:rPr>
        <w:t xml:space="preserve"> </w:t>
      </w:r>
      <w:r w:rsidRPr="006A2477">
        <w:rPr>
          <w:b w:val="0"/>
          <w:u w:val="single"/>
          <w:lang w:val="it-IT"/>
        </w:rPr>
        <w:tab/>
      </w:r>
      <w:r w:rsidRPr="006A2477">
        <w:rPr>
          <w:b w:val="0"/>
          <w:lang w:val="it-IT"/>
        </w:rPr>
        <w:t xml:space="preserve">%)  </w:t>
      </w:r>
      <w:r w:rsidRPr="006A2477">
        <w:rPr>
          <w:lang w:val="it-IT"/>
        </w:rPr>
        <w:t>per  un  to</w:t>
      </w:r>
      <w:r w:rsidRPr="006A2477">
        <w:rPr>
          <w:lang w:val="it-IT"/>
        </w:rPr>
        <w:t xml:space="preserve">tale  </w:t>
      </w:r>
      <w:r w:rsidRPr="006A2477">
        <w:rPr>
          <w:spacing w:val="42"/>
          <w:lang w:val="it-IT"/>
        </w:rPr>
        <w:t xml:space="preserve"> </w:t>
      </w:r>
      <w:r w:rsidRPr="006A2477">
        <w:rPr>
          <w:lang w:val="it-IT"/>
        </w:rPr>
        <w:t>di</w:t>
      </w:r>
    </w:p>
    <w:p w14:paraId="43148098" w14:textId="77777777" w:rsidR="009E3180" w:rsidRPr="006A2477" w:rsidRDefault="00FF489E">
      <w:pPr>
        <w:tabs>
          <w:tab w:val="left" w:pos="3115"/>
        </w:tabs>
        <w:spacing w:before="2"/>
        <w:ind w:left="114"/>
        <w:rPr>
          <w:b/>
          <w:sz w:val="20"/>
          <w:lang w:val="it-IT"/>
        </w:rPr>
      </w:pPr>
      <w:r w:rsidRPr="006A2477">
        <w:rPr>
          <w:b/>
          <w:sz w:val="20"/>
          <w:lang w:val="it-IT"/>
        </w:rPr>
        <w:t>€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b/>
          <w:sz w:val="20"/>
          <w:lang w:val="it-IT"/>
        </w:rPr>
        <w:t>.</w:t>
      </w:r>
    </w:p>
    <w:p w14:paraId="04960E54" w14:textId="77777777" w:rsidR="009E3180" w:rsidRPr="006A2477" w:rsidRDefault="00FF489E">
      <w:pPr>
        <w:spacing w:before="70"/>
        <w:ind w:left="114" w:right="826"/>
        <w:rPr>
          <w:sz w:val="18"/>
          <w:lang w:val="it-IT"/>
        </w:rPr>
      </w:pPr>
      <w:r w:rsidRPr="006A2477">
        <w:rPr>
          <w:sz w:val="18"/>
          <w:lang w:val="it-IT"/>
        </w:rPr>
        <w:t>(</w:t>
      </w:r>
      <w:r w:rsidRPr="006A2477">
        <w:rPr>
          <w:i/>
          <w:sz w:val="18"/>
          <w:lang w:val="it-IT"/>
        </w:rPr>
        <w:t>indicare l'importo complessivo degli interventi da eseguire e di quelli eventualmente già eseguiti, fatturati ed attestati come congrui, ad esclusione degli interventi di miglioria a carico del committente</w:t>
      </w:r>
      <w:r w:rsidRPr="006A2477">
        <w:rPr>
          <w:sz w:val="18"/>
          <w:lang w:val="it-IT"/>
        </w:rPr>
        <w:t>)</w:t>
      </w:r>
    </w:p>
    <w:p w14:paraId="0BB06E75" w14:textId="77777777" w:rsidR="009E3180" w:rsidRPr="006A2477" w:rsidRDefault="009E3180">
      <w:pPr>
        <w:pStyle w:val="Corpotesto"/>
        <w:rPr>
          <w:lang w:val="it-IT"/>
        </w:rPr>
      </w:pPr>
    </w:p>
    <w:p w14:paraId="0A8A2BFD" w14:textId="77777777" w:rsidR="009E3180" w:rsidRPr="006A2477" w:rsidRDefault="009E3180">
      <w:pPr>
        <w:pStyle w:val="Corpotesto"/>
        <w:spacing w:before="7"/>
        <w:rPr>
          <w:sz w:val="19"/>
          <w:lang w:val="it-IT"/>
        </w:rPr>
      </w:pPr>
    </w:p>
    <w:p w14:paraId="71C64633" w14:textId="77777777" w:rsidR="009E3180" w:rsidRPr="006A2477" w:rsidRDefault="00FF489E">
      <w:pPr>
        <w:pStyle w:val="Paragrafoelenco"/>
        <w:numPr>
          <w:ilvl w:val="1"/>
          <w:numId w:val="4"/>
        </w:numPr>
        <w:tabs>
          <w:tab w:val="left" w:pos="470"/>
        </w:tabs>
        <w:ind w:left="470" w:hanging="352"/>
        <w:jc w:val="left"/>
        <w:rPr>
          <w:sz w:val="20"/>
          <w:lang w:val="it-IT"/>
        </w:rPr>
      </w:pPr>
      <w:r w:rsidRPr="006A2477">
        <w:rPr>
          <w:b/>
          <w:sz w:val="20"/>
          <w:lang w:val="it-IT"/>
        </w:rPr>
        <w:t xml:space="preserve">Gli interventi previsti per la demolizione e ricostruzione </w:t>
      </w:r>
      <w:r w:rsidRPr="006A2477">
        <w:rPr>
          <w:i/>
          <w:sz w:val="20"/>
          <w:lang w:val="it-IT"/>
        </w:rPr>
        <w:t xml:space="preserve">nello stesso sito o in altro sito </w:t>
      </w:r>
      <w:r w:rsidRPr="006A2477">
        <w:rPr>
          <w:sz w:val="20"/>
          <w:lang w:val="it-IT"/>
        </w:rPr>
        <w:t>sono i</w:t>
      </w:r>
      <w:r w:rsidRPr="006A2477">
        <w:rPr>
          <w:spacing w:val="-37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seguenti:</w:t>
      </w:r>
    </w:p>
    <w:p w14:paraId="5E8002B2" w14:textId="77777777" w:rsidR="009E3180" w:rsidRPr="006A2477" w:rsidRDefault="009E3180">
      <w:pPr>
        <w:pStyle w:val="Corpotesto"/>
        <w:spacing w:before="5"/>
        <w:rPr>
          <w:lang w:val="it-IT"/>
        </w:rPr>
      </w:pPr>
    </w:p>
    <w:p w14:paraId="6FF43D5A" w14:textId="77777777" w:rsidR="009E3180" w:rsidRPr="006A2477" w:rsidRDefault="00FF489E">
      <w:pPr>
        <w:pStyle w:val="Paragrafoelenco"/>
        <w:numPr>
          <w:ilvl w:val="0"/>
          <w:numId w:val="6"/>
        </w:numPr>
        <w:tabs>
          <w:tab w:val="left" w:pos="280"/>
        </w:tabs>
        <w:ind w:left="280" w:hanging="166"/>
        <w:rPr>
          <w:i/>
          <w:sz w:val="20"/>
          <w:lang w:val="it-IT"/>
        </w:rPr>
      </w:pPr>
      <w:r w:rsidRPr="006A2477">
        <w:rPr>
          <w:sz w:val="20"/>
          <w:lang w:val="it-IT"/>
        </w:rPr>
        <w:t xml:space="preserve">per quanto riguarda le </w:t>
      </w:r>
      <w:r w:rsidRPr="006A2477">
        <w:rPr>
          <w:i/>
          <w:sz w:val="20"/>
          <w:lang w:val="it-IT"/>
        </w:rPr>
        <w:t>opere di demolizione del fabbricato</w:t>
      </w:r>
      <w:r w:rsidRPr="006A2477">
        <w:rPr>
          <w:i/>
          <w:spacing w:val="-28"/>
          <w:sz w:val="20"/>
          <w:lang w:val="it-IT"/>
        </w:rPr>
        <w:t xml:space="preserve"> </w:t>
      </w:r>
      <w:r w:rsidRPr="006A2477">
        <w:rPr>
          <w:i/>
          <w:sz w:val="20"/>
          <w:lang w:val="it-IT"/>
        </w:rPr>
        <w:t>distrutto</w:t>
      </w:r>
    </w:p>
    <w:p w14:paraId="07E2ABF8" w14:textId="77777777" w:rsidR="009E3180" w:rsidRPr="006A2477" w:rsidRDefault="00FF489E">
      <w:pPr>
        <w:pStyle w:val="Corpotesto"/>
        <w:tabs>
          <w:tab w:val="left" w:pos="5347"/>
        </w:tabs>
        <w:spacing w:before="109"/>
        <w:ind w:left="114"/>
        <w:rPr>
          <w:lang w:val="it-IT"/>
        </w:rPr>
      </w:pPr>
      <w:r w:rsidRPr="006A2477">
        <w:rPr>
          <w:b/>
          <w:sz w:val="28"/>
          <w:lang w:val="it-IT"/>
        </w:rPr>
        <w:t>□</w:t>
      </w:r>
      <w:r w:rsidRPr="006A2477">
        <w:rPr>
          <w:b/>
          <w:spacing w:val="-1"/>
          <w:sz w:val="28"/>
          <w:lang w:val="it-IT"/>
        </w:rPr>
        <w:t xml:space="preserve"> </w:t>
      </w:r>
      <w:r w:rsidRPr="006A2477">
        <w:rPr>
          <w:lang w:val="it-IT"/>
        </w:rPr>
        <w:t>eseguite</w:t>
      </w:r>
      <w:r w:rsidRPr="006A2477">
        <w:rPr>
          <w:lang w:val="it-IT"/>
        </w:rPr>
        <w:tab/>
      </w:r>
      <w:r w:rsidRPr="006A2477">
        <w:rPr>
          <w:b/>
          <w:sz w:val="28"/>
          <w:lang w:val="it-IT"/>
        </w:rPr>
        <w:t xml:space="preserve">□ </w:t>
      </w:r>
      <w:r w:rsidRPr="006A2477">
        <w:rPr>
          <w:lang w:val="it-IT"/>
        </w:rPr>
        <w:t>da</w:t>
      </w:r>
      <w:r w:rsidRPr="006A2477">
        <w:rPr>
          <w:spacing w:val="-4"/>
          <w:lang w:val="it-IT"/>
        </w:rPr>
        <w:t xml:space="preserve"> </w:t>
      </w:r>
      <w:r w:rsidRPr="006A2477">
        <w:rPr>
          <w:lang w:val="it-IT"/>
        </w:rPr>
        <w:t>eseguire</w:t>
      </w:r>
    </w:p>
    <w:p w14:paraId="1DEC0FC1" w14:textId="77777777" w:rsidR="009E3180" w:rsidRPr="006A2477" w:rsidRDefault="00FF489E">
      <w:pPr>
        <w:spacing w:before="148" w:line="297" w:lineRule="auto"/>
        <w:ind w:left="114" w:right="320"/>
        <w:rPr>
          <w:i/>
          <w:sz w:val="18"/>
          <w:lang w:val="it-IT"/>
        </w:rPr>
      </w:pPr>
      <w:r w:rsidRPr="006A2477">
        <w:rPr>
          <w:i/>
          <w:sz w:val="18"/>
          <w:lang w:val="it-IT"/>
        </w:rPr>
        <w:t xml:space="preserve">(precisare se la demolizione è stata eseguita o è </w:t>
      </w:r>
      <w:r w:rsidRPr="006A2477">
        <w:rPr>
          <w:i/>
          <w:sz w:val="18"/>
          <w:lang w:val="it-IT"/>
        </w:rPr>
        <w:t>da eseguire. Nel caso in cui non sia possibile provvedere alla demolizione del fabbricato specificarne le ragioni)</w:t>
      </w:r>
    </w:p>
    <w:p w14:paraId="04251D9C" w14:textId="77777777" w:rsidR="009E3180" w:rsidRPr="006A2477" w:rsidRDefault="00FF489E">
      <w:pPr>
        <w:pStyle w:val="Corpotesto"/>
        <w:spacing w:before="5"/>
        <w:rPr>
          <w:i/>
          <w:sz w:val="13"/>
          <w:lang w:val="it-IT"/>
        </w:rPr>
      </w:pPr>
      <w:r>
        <w:rPr>
          <w:lang w:val="it-IT"/>
        </w:rPr>
        <w:pict w14:anchorId="0B5EC4C1">
          <v:line id="_x0000_s2053" style="position:absolute;z-index:251689984;mso-wrap-distance-left:0;mso-wrap-distance-right:0;mso-position-horizontal-relative:page" from="56.7pt,10pt" to="545.25pt,10pt" strokeweight=".63pt">
            <w10:wrap type="topAndBottom" anchorx="page"/>
          </v:line>
        </w:pict>
      </w:r>
      <w:r>
        <w:rPr>
          <w:lang w:val="it-IT"/>
        </w:rPr>
        <w:pict w14:anchorId="4DAEE0DA">
          <v:line id="_x0000_s2052" style="position:absolute;z-index:251691008;mso-wrap-distance-left:0;mso-wrap-distance-right:0;mso-position-horizontal-relative:page" from="56.7pt,22.8pt" to="545.25pt,22.8pt" strokeweight=".63pt">
            <w10:wrap type="topAndBottom" anchorx="page"/>
          </v:line>
        </w:pict>
      </w:r>
      <w:r>
        <w:rPr>
          <w:lang w:val="it-IT"/>
        </w:rPr>
        <w:pict w14:anchorId="48F4EE23">
          <v:line id="_x0000_s2051" style="position:absolute;z-index:251692032;mso-wrap-distance-left:0;mso-wrap-distance-right:0;mso-position-horizontal-relative:page" from="56.7pt,35.5pt" to="545.25pt,35.5pt" strokeweight=".63pt">
            <w10:wrap type="topAndBottom" anchorx="page"/>
          </v:line>
        </w:pict>
      </w:r>
      <w:r>
        <w:rPr>
          <w:lang w:val="it-IT"/>
        </w:rPr>
        <w:pict w14:anchorId="77609C43">
          <v:line id="_x0000_s2050" style="position:absolute;z-index:251693056;mso-wrap-distance-left:0;mso-wrap-distance-right:0;mso-position-horizontal-relative:page" from="56.7pt,48.3pt" to="545.25pt,48.3pt" strokeweight=".63pt">
            <w10:wrap type="topAndBottom" anchorx="page"/>
          </v:line>
        </w:pict>
      </w:r>
    </w:p>
    <w:p w14:paraId="1EED8985" w14:textId="77777777" w:rsidR="009E3180" w:rsidRPr="006A2477" w:rsidRDefault="009E3180">
      <w:pPr>
        <w:pStyle w:val="Corpotesto"/>
        <w:spacing w:before="2"/>
        <w:rPr>
          <w:i/>
          <w:sz w:val="15"/>
          <w:lang w:val="it-IT"/>
        </w:rPr>
      </w:pPr>
    </w:p>
    <w:p w14:paraId="19C16E5D" w14:textId="77777777" w:rsidR="009E3180" w:rsidRPr="006A2477" w:rsidRDefault="009E3180">
      <w:pPr>
        <w:pStyle w:val="Corpotesto"/>
        <w:rPr>
          <w:i/>
          <w:sz w:val="15"/>
          <w:lang w:val="it-IT"/>
        </w:rPr>
      </w:pPr>
    </w:p>
    <w:p w14:paraId="2CB39E5C" w14:textId="77777777" w:rsidR="009E3180" w:rsidRPr="006A2477" w:rsidRDefault="009E3180">
      <w:pPr>
        <w:pStyle w:val="Corpotesto"/>
        <w:spacing w:before="2"/>
        <w:rPr>
          <w:i/>
          <w:sz w:val="15"/>
          <w:lang w:val="it-IT"/>
        </w:rPr>
      </w:pPr>
    </w:p>
    <w:p w14:paraId="01CEE839" w14:textId="77777777" w:rsidR="009E3180" w:rsidRPr="006A2477" w:rsidRDefault="009E3180">
      <w:pPr>
        <w:pStyle w:val="Corpotesto"/>
        <w:spacing w:before="3"/>
        <w:rPr>
          <w:i/>
          <w:sz w:val="7"/>
          <w:lang w:val="it-IT"/>
        </w:rPr>
      </w:pPr>
    </w:p>
    <w:p w14:paraId="79AF7A0B" w14:textId="77777777" w:rsidR="009E3180" w:rsidRPr="006A2477" w:rsidRDefault="00FF489E">
      <w:pPr>
        <w:pStyle w:val="Corpotesto"/>
        <w:tabs>
          <w:tab w:val="left" w:pos="5509"/>
          <w:tab w:val="left" w:pos="7556"/>
        </w:tabs>
        <w:spacing w:before="94"/>
        <w:ind w:left="114"/>
        <w:rPr>
          <w:lang w:val="it-IT"/>
        </w:rPr>
      </w:pPr>
      <w:r w:rsidRPr="006A2477">
        <w:rPr>
          <w:lang w:val="it-IT"/>
        </w:rPr>
        <w:t xml:space="preserve">e si </w:t>
      </w:r>
      <w:r w:rsidRPr="006A2477">
        <w:rPr>
          <w:b/>
          <w:lang w:val="it-IT"/>
        </w:rPr>
        <w:t xml:space="preserve">ATTESTA </w:t>
      </w:r>
      <w:r w:rsidRPr="006A2477">
        <w:rPr>
          <w:lang w:val="it-IT"/>
        </w:rPr>
        <w:t>una spesa pari</w:t>
      </w:r>
      <w:r w:rsidRPr="006A2477">
        <w:rPr>
          <w:spacing w:val="8"/>
          <w:lang w:val="it-IT"/>
        </w:rPr>
        <w:t xml:space="preserve"> </w:t>
      </w:r>
      <w:r w:rsidRPr="006A2477">
        <w:rPr>
          <w:lang w:val="it-IT"/>
        </w:rPr>
        <w:t>ad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€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IVA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inclusa</w:t>
      </w:r>
      <w:r w:rsidRPr="006A2477">
        <w:rPr>
          <w:spacing w:val="1"/>
          <w:lang w:val="it-IT"/>
        </w:rPr>
        <w:t xml:space="preserve"> </w:t>
      </w:r>
      <w:r w:rsidRPr="006A2477">
        <w:rPr>
          <w:lang w:val="it-IT"/>
        </w:rPr>
        <w:t>al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lang w:val="it-IT"/>
        </w:rPr>
        <w:t>%.</w:t>
      </w:r>
    </w:p>
    <w:p w14:paraId="5BE9DFB3" w14:textId="77777777" w:rsidR="009E3180" w:rsidRPr="006A2477" w:rsidRDefault="009E3180">
      <w:pPr>
        <w:pStyle w:val="Corpotesto"/>
        <w:rPr>
          <w:sz w:val="24"/>
          <w:lang w:val="it-IT"/>
        </w:rPr>
      </w:pPr>
    </w:p>
    <w:p w14:paraId="3637AF91" w14:textId="77777777" w:rsidR="009E3180" w:rsidRDefault="00FF489E">
      <w:pPr>
        <w:pStyle w:val="Paragrafoelenco"/>
        <w:numPr>
          <w:ilvl w:val="0"/>
          <w:numId w:val="6"/>
        </w:numPr>
        <w:tabs>
          <w:tab w:val="left" w:pos="282"/>
          <w:tab w:val="left" w:pos="1670"/>
          <w:tab w:val="left" w:pos="9525"/>
        </w:tabs>
        <w:spacing w:line="326" w:lineRule="auto"/>
        <w:ind w:right="398" w:firstLine="0"/>
        <w:rPr>
          <w:sz w:val="20"/>
          <w:lang w:val="it-IT"/>
        </w:rPr>
      </w:pPr>
      <w:r w:rsidRPr="006A2477">
        <w:rPr>
          <w:sz w:val="20"/>
          <w:lang w:val="it-IT"/>
        </w:rPr>
        <w:t xml:space="preserve">per quanto riguarda le </w:t>
      </w:r>
      <w:r w:rsidRPr="006A2477">
        <w:rPr>
          <w:i/>
          <w:sz w:val="20"/>
          <w:lang w:val="it-IT"/>
        </w:rPr>
        <w:t xml:space="preserve">opere di ricostruzione </w:t>
      </w:r>
      <w:r w:rsidRPr="006A2477">
        <w:rPr>
          <w:sz w:val="20"/>
          <w:lang w:val="it-IT"/>
        </w:rPr>
        <w:t xml:space="preserve">si </w:t>
      </w:r>
      <w:r w:rsidRPr="006A2477">
        <w:rPr>
          <w:b/>
          <w:sz w:val="20"/>
          <w:lang w:val="it-IT"/>
        </w:rPr>
        <w:t xml:space="preserve">ATTESTA </w:t>
      </w:r>
      <w:r w:rsidRPr="006A2477">
        <w:rPr>
          <w:sz w:val="20"/>
          <w:lang w:val="it-IT"/>
        </w:rPr>
        <w:t>una spesa complessiva</w:t>
      </w:r>
      <w:r w:rsidRPr="006A2477">
        <w:rPr>
          <w:spacing w:val="-8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di</w:t>
      </w:r>
      <w:r w:rsidRPr="006A2477">
        <w:rPr>
          <w:spacing w:val="-3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€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IVA inclusa</w:t>
      </w:r>
      <w:r w:rsidRPr="006A2477">
        <w:rPr>
          <w:spacing w:val="1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al</w:t>
      </w:r>
      <w:r w:rsidRPr="006A2477">
        <w:rPr>
          <w:sz w:val="20"/>
          <w:u w:val="single"/>
          <w:lang w:val="it-IT"/>
        </w:rPr>
        <w:t xml:space="preserve"> </w:t>
      </w:r>
      <w:r w:rsidRPr="006A2477">
        <w:rPr>
          <w:sz w:val="20"/>
          <w:u w:val="single"/>
          <w:lang w:val="it-IT"/>
        </w:rPr>
        <w:tab/>
      </w:r>
      <w:r w:rsidRPr="006A2477">
        <w:rPr>
          <w:sz w:val="20"/>
          <w:lang w:val="it-IT"/>
        </w:rPr>
        <w:t>%, così come dettagliato nel quadro economico di progetto allegato alla presente</w:t>
      </w:r>
      <w:r w:rsidRPr="006A2477">
        <w:rPr>
          <w:spacing w:val="-21"/>
          <w:sz w:val="20"/>
          <w:lang w:val="it-IT"/>
        </w:rPr>
        <w:t xml:space="preserve"> </w:t>
      </w:r>
      <w:r w:rsidRPr="006A2477">
        <w:rPr>
          <w:sz w:val="20"/>
          <w:lang w:val="it-IT"/>
        </w:rPr>
        <w:t>perizia.</w:t>
      </w:r>
    </w:p>
    <w:p w14:paraId="27AC644D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6816D9C0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87FB9D2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8440791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3F2CE08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D284BB9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5E53BF3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4BE7769C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5B6BFA85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5CD6163B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09400353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735EE839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6214945B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0611F626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39EFF030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18FD0DDA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5CF49B1A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240F57AD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435DCBD6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3F60D636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7AB3A278" w14:textId="77777777" w:rsidR="006906B9" w:rsidRDefault="006906B9" w:rsidP="006906B9">
      <w:pPr>
        <w:tabs>
          <w:tab w:val="left" w:pos="282"/>
          <w:tab w:val="left" w:pos="1670"/>
          <w:tab w:val="left" w:pos="9525"/>
        </w:tabs>
        <w:spacing w:line="326" w:lineRule="auto"/>
        <w:ind w:right="398"/>
        <w:rPr>
          <w:sz w:val="20"/>
          <w:lang w:val="it-IT"/>
        </w:rPr>
      </w:pPr>
    </w:p>
    <w:p w14:paraId="4AAEA812" w14:textId="77777777" w:rsidR="006906B9" w:rsidRDefault="006906B9">
      <w:pPr>
        <w:spacing w:before="63"/>
        <w:ind w:left="104"/>
        <w:rPr>
          <w:sz w:val="20"/>
          <w:lang w:val="it-IT"/>
        </w:rPr>
      </w:pPr>
    </w:p>
    <w:p w14:paraId="57ECE09D" w14:textId="495E88B0" w:rsidR="009E3180" w:rsidRPr="006A2477" w:rsidRDefault="00FF489E">
      <w:pPr>
        <w:spacing w:before="63"/>
        <w:ind w:left="104"/>
        <w:rPr>
          <w:b/>
          <w:i/>
          <w:sz w:val="28"/>
          <w:lang w:val="it-IT"/>
        </w:rPr>
      </w:pPr>
      <w:r w:rsidRPr="006A2477">
        <w:rPr>
          <w:b/>
          <w:i/>
          <w:sz w:val="28"/>
          <w:lang w:val="it-IT"/>
        </w:rPr>
        <w:lastRenderedPageBreak/>
        <w:t>TABELLA RIEPILOGATIVA FUNZIONALE ALL'ISTRUTTORIA DEL COMUNE</w:t>
      </w:r>
    </w:p>
    <w:p w14:paraId="3571DA20" w14:textId="77777777" w:rsidR="009E3180" w:rsidRPr="006A2477" w:rsidRDefault="009E3180">
      <w:pPr>
        <w:pStyle w:val="Corpotesto"/>
        <w:rPr>
          <w:b/>
          <w:i/>
          <w:lang w:val="it-IT"/>
        </w:rPr>
      </w:pPr>
    </w:p>
    <w:p w14:paraId="6BC9D776" w14:textId="77777777" w:rsidR="009E3180" w:rsidRPr="006A2477" w:rsidRDefault="009E3180">
      <w:pPr>
        <w:pStyle w:val="Corpotesto"/>
        <w:spacing w:before="9"/>
        <w:rPr>
          <w:b/>
          <w:i/>
          <w:sz w:val="15"/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318"/>
      </w:tblGrid>
      <w:tr w:rsidR="009E3180" w:rsidRPr="006A2477" w14:paraId="102A9476" w14:textId="77777777">
        <w:trPr>
          <w:trHeight w:hRule="exact" w:val="266"/>
        </w:trPr>
        <w:tc>
          <w:tcPr>
            <w:tcW w:w="9828" w:type="dxa"/>
            <w:gridSpan w:val="2"/>
          </w:tcPr>
          <w:p w14:paraId="395BC1E7" w14:textId="77777777" w:rsidR="009E3180" w:rsidRPr="006A2477" w:rsidRDefault="00FF489E">
            <w:pPr>
              <w:pStyle w:val="TableParagraph"/>
              <w:spacing w:line="245" w:lineRule="exact"/>
              <w:ind w:left="3373" w:right="3389"/>
              <w:jc w:val="center"/>
              <w:rPr>
                <w:b/>
                <w:sz w:val="23"/>
                <w:lang w:val="it-IT"/>
              </w:rPr>
            </w:pPr>
            <w:r w:rsidRPr="006A2477">
              <w:rPr>
                <w:b/>
                <w:sz w:val="23"/>
                <w:lang w:val="it-IT"/>
              </w:rPr>
              <w:t>CONTRIBUTO BENI MOBILI</w:t>
            </w:r>
          </w:p>
        </w:tc>
      </w:tr>
      <w:tr w:rsidR="009E3180" w:rsidRPr="006A2477" w14:paraId="11EE7295" w14:textId="77777777">
        <w:trPr>
          <w:trHeight w:hRule="exact" w:val="264"/>
        </w:trPr>
        <w:tc>
          <w:tcPr>
            <w:tcW w:w="3510" w:type="dxa"/>
          </w:tcPr>
          <w:p w14:paraId="4C8E28AA" w14:textId="77777777" w:rsidR="009E3180" w:rsidRPr="006A2477" w:rsidRDefault="00FF489E">
            <w:pPr>
              <w:pStyle w:val="TableParagraph"/>
              <w:spacing w:before="8"/>
              <w:ind w:left="385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numero vani allagati/distrutti</w:t>
            </w:r>
          </w:p>
        </w:tc>
        <w:tc>
          <w:tcPr>
            <w:tcW w:w="6318" w:type="dxa"/>
          </w:tcPr>
          <w:p w14:paraId="04BAEBA3" w14:textId="77777777" w:rsidR="009E3180" w:rsidRPr="006A2477" w:rsidRDefault="00FF489E">
            <w:pPr>
              <w:pStyle w:val="TableParagraph"/>
              <w:spacing w:before="8"/>
              <w:ind w:left="2612" w:right="2610"/>
              <w:jc w:val="center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importo [€]</w:t>
            </w:r>
          </w:p>
        </w:tc>
      </w:tr>
      <w:tr w:rsidR="009E3180" w:rsidRPr="006A2477" w14:paraId="4D502E93" w14:textId="77777777">
        <w:trPr>
          <w:trHeight w:hRule="exact" w:val="264"/>
        </w:trPr>
        <w:tc>
          <w:tcPr>
            <w:tcW w:w="3510" w:type="dxa"/>
          </w:tcPr>
          <w:p w14:paraId="03AE719C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6318" w:type="dxa"/>
          </w:tcPr>
          <w:p w14:paraId="564918FB" w14:textId="77777777" w:rsidR="009E3180" w:rsidRPr="006A2477" w:rsidRDefault="009E3180">
            <w:pPr>
              <w:rPr>
                <w:lang w:val="it-IT"/>
              </w:rPr>
            </w:pPr>
          </w:p>
        </w:tc>
      </w:tr>
    </w:tbl>
    <w:p w14:paraId="18178BA1" w14:textId="77777777" w:rsidR="009E3180" w:rsidRPr="006A2477" w:rsidRDefault="009E3180">
      <w:pPr>
        <w:pStyle w:val="Corpotesto"/>
        <w:rPr>
          <w:b/>
          <w:i/>
          <w:lang w:val="it-IT"/>
        </w:rPr>
      </w:pPr>
    </w:p>
    <w:p w14:paraId="5A546B3D" w14:textId="77777777" w:rsidR="009E3180" w:rsidRPr="006A2477" w:rsidRDefault="009E3180">
      <w:pPr>
        <w:pStyle w:val="Corpotesto"/>
        <w:spacing w:before="9"/>
        <w:rPr>
          <w:b/>
          <w:i/>
          <w:sz w:val="10"/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394"/>
        <w:gridCol w:w="1922"/>
      </w:tblGrid>
      <w:tr w:rsidR="009E3180" w:rsidRPr="004E0A66" w14:paraId="4DB11062" w14:textId="77777777">
        <w:trPr>
          <w:trHeight w:hRule="exact" w:val="264"/>
        </w:trPr>
        <w:tc>
          <w:tcPr>
            <w:tcW w:w="9826" w:type="dxa"/>
            <w:gridSpan w:val="3"/>
          </w:tcPr>
          <w:p w14:paraId="73A2F57F" w14:textId="77777777" w:rsidR="009E3180" w:rsidRPr="006A2477" w:rsidRDefault="00FF489E">
            <w:pPr>
              <w:pStyle w:val="TableParagraph"/>
              <w:spacing w:before="8"/>
              <w:ind w:left="2515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Interventi di ripristino NON ANCORA EFFETTUATI</w:t>
            </w:r>
          </w:p>
        </w:tc>
      </w:tr>
      <w:tr w:rsidR="009E3180" w:rsidRPr="006A2477" w14:paraId="395A549D" w14:textId="77777777">
        <w:trPr>
          <w:trHeight w:hRule="exact" w:val="262"/>
        </w:trPr>
        <w:tc>
          <w:tcPr>
            <w:tcW w:w="3510" w:type="dxa"/>
          </w:tcPr>
          <w:p w14:paraId="1CCE5433" w14:textId="77777777" w:rsidR="009E3180" w:rsidRPr="006A2477" w:rsidRDefault="00FF489E">
            <w:pPr>
              <w:pStyle w:val="TableParagraph"/>
              <w:spacing w:before="6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tipologia di intervento</w:t>
            </w:r>
          </w:p>
        </w:tc>
        <w:tc>
          <w:tcPr>
            <w:tcW w:w="4394" w:type="dxa"/>
          </w:tcPr>
          <w:p w14:paraId="3280DEC7" w14:textId="77777777" w:rsidR="009E3180" w:rsidRPr="006A2477" w:rsidRDefault="00FF489E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descrizione spese</w:t>
            </w:r>
          </w:p>
        </w:tc>
        <w:tc>
          <w:tcPr>
            <w:tcW w:w="1922" w:type="dxa"/>
          </w:tcPr>
          <w:p w14:paraId="14EF3F41" w14:textId="77777777" w:rsidR="009E3180" w:rsidRPr="006A2477" w:rsidRDefault="00FF489E">
            <w:pPr>
              <w:pStyle w:val="TableParagraph"/>
              <w:spacing w:before="6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importo [€]</w:t>
            </w:r>
          </w:p>
        </w:tc>
      </w:tr>
      <w:tr w:rsidR="006906B9" w:rsidRPr="006A2477" w14:paraId="0B7C3B14" w14:textId="77777777">
        <w:trPr>
          <w:trHeight w:hRule="exact" w:val="564"/>
        </w:trPr>
        <w:tc>
          <w:tcPr>
            <w:tcW w:w="3510" w:type="dxa"/>
            <w:vMerge w:val="restart"/>
          </w:tcPr>
          <w:p w14:paraId="596CE71F" w14:textId="77777777" w:rsidR="006906B9" w:rsidRPr="006A2477" w:rsidRDefault="006906B9">
            <w:pPr>
              <w:pStyle w:val="TableParagraph"/>
              <w:ind w:left="0"/>
              <w:rPr>
                <w:b/>
                <w:i/>
                <w:lang w:val="it-IT"/>
              </w:rPr>
            </w:pPr>
          </w:p>
          <w:p w14:paraId="41EB732B" w14:textId="77777777" w:rsidR="006906B9" w:rsidRPr="006A2477" w:rsidRDefault="006906B9">
            <w:pPr>
              <w:pStyle w:val="TableParagraph"/>
              <w:ind w:left="0"/>
              <w:rPr>
                <w:b/>
                <w:i/>
                <w:sz w:val="18"/>
                <w:lang w:val="it-IT"/>
              </w:rPr>
            </w:pPr>
          </w:p>
          <w:p w14:paraId="00AE0979" w14:textId="77777777" w:rsidR="006906B9" w:rsidRPr="006A2477" w:rsidRDefault="006906B9">
            <w:pPr>
              <w:pStyle w:val="TableParagraph"/>
              <w:spacing w:line="242" w:lineRule="auto"/>
              <w:ind w:left="1" w:right="524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Interventi di ripristino dell'immobile (A)</w:t>
            </w:r>
          </w:p>
        </w:tc>
        <w:tc>
          <w:tcPr>
            <w:tcW w:w="4394" w:type="dxa"/>
          </w:tcPr>
          <w:p w14:paraId="2FAE1A0F" w14:textId="77777777" w:rsidR="006906B9" w:rsidRPr="006A2477" w:rsidRDefault="006906B9">
            <w:pPr>
              <w:pStyle w:val="TableParagraph"/>
              <w:spacing w:before="4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interventi di ripristino</w:t>
            </w:r>
          </w:p>
        </w:tc>
        <w:tc>
          <w:tcPr>
            <w:tcW w:w="1922" w:type="dxa"/>
          </w:tcPr>
          <w:p w14:paraId="452A86A5" w14:textId="77777777" w:rsidR="006906B9" w:rsidRPr="006A2477" w:rsidRDefault="006906B9">
            <w:pPr>
              <w:rPr>
                <w:lang w:val="it-IT"/>
              </w:rPr>
            </w:pPr>
          </w:p>
        </w:tc>
      </w:tr>
      <w:tr w:rsidR="006906B9" w:rsidRPr="004E0A66" w14:paraId="495C075A" w14:textId="77777777" w:rsidTr="006906B9">
        <w:trPr>
          <w:trHeight w:hRule="exact" w:val="848"/>
        </w:trPr>
        <w:tc>
          <w:tcPr>
            <w:tcW w:w="3510" w:type="dxa"/>
            <w:vMerge/>
          </w:tcPr>
          <w:p w14:paraId="37F322DE" w14:textId="77777777" w:rsidR="006906B9" w:rsidRPr="006A2477" w:rsidRDefault="006906B9">
            <w:pPr>
              <w:rPr>
                <w:lang w:val="it-IT"/>
              </w:rPr>
            </w:pPr>
          </w:p>
        </w:tc>
        <w:tc>
          <w:tcPr>
            <w:tcW w:w="4394" w:type="dxa"/>
          </w:tcPr>
          <w:p w14:paraId="058D65C2" w14:textId="77777777" w:rsidR="006906B9" w:rsidRPr="006A2477" w:rsidRDefault="006906B9">
            <w:pPr>
              <w:pStyle w:val="TableParagraph"/>
              <w:ind w:right="11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spese tecniche (ammissibile a contributo nel limite del 10% dell'importo al netto dell'aliquota IVA di legge dei lavori di ripristino dei danni)</w:t>
            </w:r>
          </w:p>
        </w:tc>
        <w:tc>
          <w:tcPr>
            <w:tcW w:w="1922" w:type="dxa"/>
          </w:tcPr>
          <w:p w14:paraId="1C85856A" w14:textId="77777777" w:rsidR="006906B9" w:rsidRPr="006A2477" w:rsidRDefault="006906B9">
            <w:pPr>
              <w:rPr>
                <w:lang w:val="it-IT"/>
              </w:rPr>
            </w:pPr>
          </w:p>
        </w:tc>
      </w:tr>
      <w:tr w:rsidR="006906B9" w:rsidRPr="004E0A66" w14:paraId="2B36B5D7" w14:textId="77777777" w:rsidTr="006906B9">
        <w:trPr>
          <w:trHeight w:hRule="exact" w:val="446"/>
        </w:trPr>
        <w:tc>
          <w:tcPr>
            <w:tcW w:w="3510" w:type="dxa"/>
            <w:vMerge/>
          </w:tcPr>
          <w:p w14:paraId="6A92EB59" w14:textId="77777777" w:rsidR="006906B9" w:rsidRPr="006A2477" w:rsidRDefault="006906B9">
            <w:pPr>
              <w:rPr>
                <w:lang w:val="it-IT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022FFF0" w14:textId="603B8BFF" w:rsidR="006906B9" w:rsidRDefault="006906B9" w:rsidP="006906B9">
            <w:pPr>
              <w:pStyle w:val="TableParagraph"/>
              <w:spacing w:before="24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adeguamenti obbligatori per legge</w:t>
            </w:r>
          </w:p>
          <w:p w14:paraId="215BA580" w14:textId="29C1463F" w:rsidR="006906B9" w:rsidRPr="006A2477" w:rsidRDefault="006906B9">
            <w:pPr>
              <w:pStyle w:val="TableParagraph"/>
              <w:spacing w:before="24"/>
              <w:rPr>
                <w:sz w:val="20"/>
                <w:lang w:val="it-IT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53E8F61E" w14:textId="77777777" w:rsidR="006906B9" w:rsidRPr="006A2477" w:rsidRDefault="006906B9">
            <w:pPr>
              <w:rPr>
                <w:lang w:val="it-IT"/>
              </w:rPr>
            </w:pPr>
          </w:p>
        </w:tc>
      </w:tr>
      <w:tr w:rsidR="006906B9" w:rsidRPr="004E0A66" w14:paraId="301B0350" w14:textId="77777777" w:rsidTr="006906B9">
        <w:trPr>
          <w:trHeight w:hRule="exact" w:val="508"/>
        </w:trPr>
        <w:tc>
          <w:tcPr>
            <w:tcW w:w="3510" w:type="dxa"/>
            <w:vMerge/>
          </w:tcPr>
          <w:p w14:paraId="4D241E28" w14:textId="77777777" w:rsidR="006906B9" w:rsidRPr="006A2477" w:rsidRDefault="006906B9">
            <w:pPr>
              <w:rPr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7DA5D273" w14:textId="677692C5" w:rsidR="006906B9" w:rsidRPr="006A2477" w:rsidRDefault="006906B9" w:rsidP="006906B9">
            <w:pPr>
              <w:pStyle w:val="TableParagraph"/>
              <w:spacing w:before="24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migliorie</w:t>
            </w:r>
          </w:p>
        </w:tc>
        <w:tc>
          <w:tcPr>
            <w:tcW w:w="1922" w:type="dxa"/>
            <w:tcBorders>
              <w:top w:val="single" w:sz="4" w:space="0" w:color="auto"/>
            </w:tcBorders>
          </w:tcPr>
          <w:p w14:paraId="5D877186" w14:textId="77777777" w:rsidR="006906B9" w:rsidRPr="006A2477" w:rsidRDefault="006906B9">
            <w:pPr>
              <w:rPr>
                <w:lang w:val="it-IT"/>
              </w:rPr>
            </w:pPr>
          </w:p>
        </w:tc>
      </w:tr>
      <w:tr w:rsidR="009E3180" w:rsidRPr="006A2477" w14:paraId="482734FE" w14:textId="77777777">
        <w:trPr>
          <w:trHeight w:hRule="exact" w:val="526"/>
        </w:trPr>
        <w:tc>
          <w:tcPr>
            <w:tcW w:w="3510" w:type="dxa"/>
            <w:vMerge w:val="restart"/>
          </w:tcPr>
          <w:p w14:paraId="6CEAC3E2" w14:textId="77777777" w:rsidR="009E3180" w:rsidRPr="006A2477" w:rsidRDefault="009E3180">
            <w:pPr>
              <w:pStyle w:val="TableParagraph"/>
              <w:spacing w:before="7"/>
              <w:ind w:left="0"/>
              <w:rPr>
                <w:b/>
                <w:i/>
                <w:sz w:val="18"/>
                <w:lang w:val="it-IT"/>
              </w:rPr>
            </w:pPr>
          </w:p>
          <w:p w14:paraId="05699996" w14:textId="77777777" w:rsidR="009E3180" w:rsidRPr="006A2477" w:rsidRDefault="00FF489E">
            <w:pPr>
              <w:pStyle w:val="TableParagraph"/>
              <w:spacing w:line="242" w:lineRule="auto"/>
              <w:ind w:left="1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demolizione e ricostruzione dell'immobile (B)</w:t>
            </w:r>
          </w:p>
        </w:tc>
        <w:tc>
          <w:tcPr>
            <w:tcW w:w="4394" w:type="dxa"/>
          </w:tcPr>
          <w:p w14:paraId="3F35B2EF" w14:textId="77777777" w:rsidR="009E3180" w:rsidRPr="006A2477" w:rsidRDefault="00FF489E">
            <w:pPr>
              <w:pStyle w:val="TableParagraph"/>
              <w:spacing w:before="2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opere di demolizione</w:t>
            </w:r>
          </w:p>
        </w:tc>
        <w:tc>
          <w:tcPr>
            <w:tcW w:w="1922" w:type="dxa"/>
          </w:tcPr>
          <w:p w14:paraId="0A1E5172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0DFBF16A" w14:textId="77777777">
        <w:trPr>
          <w:trHeight w:hRule="exact" w:val="652"/>
        </w:trPr>
        <w:tc>
          <w:tcPr>
            <w:tcW w:w="3510" w:type="dxa"/>
            <w:vMerge/>
          </w:tcPr>
          <w:p w14:paraId="2328BF0E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4394" w:type="dxa"/>
          </w:tcPr>
          <w:p w14:paraId="6D363A33" w14:textId="77777777" w:rsidR="009E3180" w:rsidRPr="006A2477" w:rsidRDefault="00FF489E">
            <w:pPr>
              <w:pStyle w:val="TableParagraph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opere di ricostruzione</w:t>
            </w:r>
          </w:p>
        </w:tc>
        <w:tc>
          <w:tcPr>
            <w:tcW w:w="1922" w:type="dxa"/>
          </w:tcPr>
          <w:p w14:paraId="5463A69F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1815433E" w14:textId="77777777">
        <w:trPr>
          <w:trHeight w:hRule="exact" w:val="262"/>
        </w:trPr>
        <w:tc>
          <w:tcPr>
            <w:tcW w:w="3510" w:type="dxa"/>
          </w:tcPr>
          <w:p w14:paraId="15692635" w14:textId="77777777" w:rsidR="009E3180" w:rsidRPr="006A2477" w:rsidRDefault="00FF489E">
            <w:pPr>
              <w:pStyle w:val="TableParagraph"/>
              <w:spacing w:before="6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TOTALE</w:t>
            </w:r>
          </w:p>
        </w:tc>
        <w:tc>
          <w:tcPr>
            <w:tcW w:w="4394" w:type="dxa"/>
          </w:tcPr>
          <w:p w14:paraId="7DEB89A7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922" w:type="dxa"/>
          </w:tcPr>
          <w:p w14:paraId="500CDA08" w14:textId="77777777" w:rsidR="009E3180" w:rsidRPr="006A2477" w:rsidRDefault="009E3180">
            <w:pPr>
              <w:rPr>
                <w:lang w:val="it-IT"/>
              </w:rPr>
            </w:pPr>
          </w:p>
        </w:tc>
      </w:tr>
    </w:tbl>
    <w:p w14:paraId="02C16F4E" w14:textId="77777777" w:rsidR="009E3180" w:rsidRPr="006A2477" w:rsidRDefault="009E3180">
      <w:pPr>
        <w:pStyle w:val="Corpotesto"/>
        <w:spacing w:before="10"/>
        <w:rPr>
          <w:b/>
          <w:i/>
          <w:sz w:val="29"/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394"/>
        <w:gridCol w:w="1922"/>
      </w:tblGrid>
      <w:tr w:rsidR="009E3180" w:rsidRPr="004E0A66" w14:paraId="58EC797F" w14:textId="77777777">
        <w:trPr>
          <w:trHeight w:hRule="exact" w:val="262"/>
        </w:trPr>
        <w:tc>
          <w:tcPr>
            <w:tcW w:w="9826" w:type="dxa"/>
            <w:gridSpan w:val="3"/>
          </w:tcPr>
          <w:p w14:paraId="51D7A547" w14:textId="77777777" w:rsidR="009E3180" w:rsidRPr="006A2477" w:rsidRDefault="00FF489E">
            <w:pPr>
              <w:pStyle w:val="TableParagraph"/>
              <w:spacing w:before="6"/>
              <w:ind w:left="2935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 xml:space="preserve">Interventi </w:t>
            </w:r>
            <w:r w:rsidRPr="006A2477">
              <w:rPr>
                <w:b/>
                <w:sz w:val="20"/>
                <w:lang w:val="it-IT"/>
              </w:rPr>
              <w:t>di ripristino GIA’ EFFETTUATI</w:t>
            </w:r>
          </w:p>
        </w:tc>
      </w:tr>
      <w:tr w:rsidR="009E3180" w:rsidRPr="006A2477" w14:paraId="64BC10B6" w14:textId="77777777">
        <w:trPr>
          <w:trHeight w:hRule="exact" w:val="264"/>
        </w:trPr>
        <w:tc>
          <w:tcPr>
            <w:tcW w:w="3510" w:type="dxa"/>
          </w:tcPr>
          <w:p w14:paraId="02FDF2C7" w14:textId="77777777" w:rsidR="009E3180" w:rsidRPr="006A2477" w:rsidRDefault="00FF489E">
            <w:pPr>
              <w:pStyle w:val="TableParagraph"/>
              <w:spacing w:before="8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tipologia di intervento</w:t>
            </w:r>
          </w:p>
        </w:tc>
        <w:tc>
          <w:tcPr>
            <w:tcW w:w="4394" w:type="dxa"/>
          </w:tcPr>
          <w:p w14:paraId="63577683" w14:textId="77777777" w:rsidR="009E3180" w:rsidRPr="006A2477" w:rsidRDefault="00FF489E">
            <w:pPr>
              <w:pStyle w:val="TableParagraph"/>
              <w:spacing w:before="8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descrizione spese</w:t>
            </w:r>
          </w:p>
        </w:tc>
        <w:tc>
          <w:tcPr>
            <w:tcW w:w="1922" w:type="dxa"/>
          </w:tcPr>
          <w:p w14:paraId="2D6A5E9A" w14:textId="77777777" w:rsidR="009E3180" w:rsidRPr="006A2477" w:rsidRDefault="00FF489E">
            <w:pPr>
              <w:pStyle w:val="TableParagraph"/>
              <w:spacing w:before="8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importo [€]</w:t>
            </w:r>
          </w:p>
        </w:tc>
      </w:tr>
      <w:tr w:rsidR="00614B24" w:rsidRPr="006A2477" w14:paraId="0F644049" w14:textId="77777777">
        <w:trPr>
          <w:trHeight w:hRule="exact" w:val="562"/>
        </w:trPr>
        <w:tc>
          <w:tcPr>
            <w:tcW w:w="3510" w:type="dxa"/>
            <w:vMerge w:val="restart"/>
          </w:tcPr>
          <w:p w14:paraId="1DD9FCFF" w14:textId="77777777" w:rsidR="00614B24" w:rsidRPr="006A2477" w:rsidRDefault="00614B24">
            <w:pPr>
              <w:pStyle w:val="TableParagraph"/>
              <w:ind w:left="0"/>
              <w:rPr>
                <w:b/>
                <w:i/>
                <w:lang w:val="it-IT"/>
              </w:rPr>
            </w:pPr>
          </w:p>
          <w:p w14:paraId="4ECB852C" w14:textId="77777777" w:rsidR="00614B24" w:rsidRPr="006A2477" w:rsidRDefault="00614B24">
            <w:pPr>
              <w:pStyle w:val="TableParagraph"/>
              <w:ind w:left="0"/>
              <w:rPr>
                <w:b/>
                <w:i/>
                <w:sz w:val="18"/>
                <w:lang w:val="it-IT"/>
              </w:rPr>
            </w:pPr>
          </w:p>
          <w:p w14:paraId="70C0CE36" w14:textId="77777777" w:rsidR="00614B24" w:rsidRPr="006A2477" w:rsidRDefault="00614B24">
            <w:pPr>
              <w:pStyle w:val="TableParagraph"/>
              <w:spacing w:line="242" w:lineRule="auto"/>
              <w:ind w:left="1" w:right="524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Interventi di ripristino dell'immobile (A)</w:t>
            </w:r>
          </w:p>
        </w:tc>
        <w:tc>
          <w:tcPr>
            <w:tcW w:w="4394" w:type="dxa"/>
          </w:tcPr>
          <w:p w14:paraId="2FB3D6AB" w14:textId="77777777" w:rsidR="00614B24" w:rsidRPr="006A2477" w:rsidRDefault="00614B24">
            <w:pPr>
              <w:pStyle w:val="TableParagraph"/>
              <w:spacing w:before="2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interventi di ripristino</w:t>
            </w:r>
          </w:p>
        </w:tc>
        <w:tc>
          <w:tcPr>
            <w:tcW w:w="1922" w:type="dxa"/>
          </w:tcPr>
          <w:p w14:paraId="213F2B13" w14:textId="77777777" w:rsidR="00614B24" w:rsidRPr="006A2477" w:rsidRDefault="00614B24">
            <w:pPr>
              <w:rPr>
                <w:lang w:val="it-IT"/>
              </w:rPr>
            </w:pPr>
          </w:p>
        </w:tc>
      </w:tr>
      <w:tr w:rsidR="00614B24" w:rsidRPr="004E0A66" w14:paraId="6C7A77D6" w14:textId="77777777">
        <w:trPr>
          <w:trHeight w:hRule="exact" w:val="702"/>
        </w:trPr>
        <w:tc>
          <w:tcPr>
            <w:tcW w:w="3510" w:type="dxa"/>
            <w:vMerge/>
          </w:tcPr>
          <w:p w14:paraId="1402F5D5" w14:textId="77777777" w:rsidR="00614B24" w:rsidRPr="006A2477" w:rsidRDefault="00614B24">
            <w:pPr>
              <w:rPr>
                <w:lang w:val="it-IT"/>
              </w:rPr>
            </w:pPr>
          </w:p>
        </w:tc>
        <w:tc>
          <w:tcPr>
            <w:tcW w:w="4394" w:type="dxa"/>
          </w:tcPr>
          <w:p w14:paraId="509DA087" w14:textId="77777777" w:rsidR="00614B24" w:rsidRPr="006A2477" w:rsidRDefault="00614B24">
            <w:pPr>
              <w:pStyle w:val="TableParagraph"/>
              <w:spacing w:before="2"/>
              <w:ind w:right="11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spese tecniche (ammissibile a contributo nel limite del 10% dell'importo al netto dell'aliquota IVA di legge dei lavori di ripristino dei danni)</w:t>
            </w:r>
          </w:p>
        </w:tc>
        <w:tc>
          <w:tcPr>
            <w:tcW w:w="1922" w:type="dxa"/>
          </w:tcPr>
          <w:p w14:paraId="4A244511" w14:textId="77777777" w:rsidR="00614B24" w:rsidRPr="006A2477" w:rsidRDefault="00614B24">
            <w:pPr>
              <w:rPr>
                <w:lang w:val="it-IT"/>
              </w:rPr>
            </w:pPr>
          </w:p>
        </w:tc>
      </w:tr>
      <w:tr w:rsidR="00614B24" w:rsidRPr="004E0A66" w14:paraId="6FE1BFE9" w14:textId="77777777" w:rsidTr="00614B24">
        <w:trPr>
          <w:trHeight w:hRule="exact" w:val="585"/>
        </w:trPr>
        <w:tc>
          <w:tcPr>
            <w:tcW w:w="3510" w:type="dxa"/>
            <w:vMerge/>
          </w:tcPr>
          <w:p w14:paraId="315444B4" w14:textId="77777777" w:rsidR="00614B24" w:rsidRPr="006A2477" w:rsidRDefault="00614B24">
            <w:pPr>
              <w:rPr>
                <w:lang w:val="it-IT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DC7FE4" w14:textId="69DF5A5E" w:rsidR="00614B24" w:rsidRPr="006A2477" w:rsidRDefault="00614B24">
            <w:pPr>
              <w:pStyle w:val="TableParagraph"/>
              <w:spacing w:before="22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adeguamenti obbligatori per legge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0E2300C8" w14:textId="77777777" w:rsidR="00614B24" w:rsidRPr="006A2477" w:rsidRDefault="00614B24">
            <w:pPr>
              <w:rPr>
                <w:lang w:val="it-IT"/>
              </w:rPr>
            </w:pPr>
          </w:p>
        </w:tc>
      </w:tr>
      <w:tr w:rsidR="00614B24" w:rsidRPr="004E0A66" w14:paraId="4910A475" w14:textId="77777777" w:rsidTr="00614B24">
        <w:trPr>
          <w:trHeight w:hRule="exact" w:val="532"/>
        </w:trPr>
        <w:tc>
          <w:tcPr>
            <w:tcW w:w="3510" w:type="dxa"/>
            <w:vMerge/>
          </w:tcPr>
          <w:p w14:paraId="701D2B81" w14:textId="77777777" w:rsidR="00614B24" w:rsidRPr="006A2477" w:rsidRDefault="00614B24">
            <w:pPr>
              <w:rPr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2A1AE2AF" w14:textId="1ED198CB" w:rsidR="00614B24" w:rsidRPr="006A2477" w:rsidRDefault="00614B24" w:rsidP="00614B24">
            <w:pPr>
              <w:pStyle w:val="TableParagraph"/>
              <w:spacing w:before="22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migliorie</w:t>
            </w:r>
          </w:p>
        </w:tc>
        <w:tc>
          <w:tcPr>
            <w:tcW w:w="1922" w:type="dxa"/>
            <w:tcBorders>
              <w:top w:val="single" w:sz="4" w:space="0" w:color="auto"/>
            </w:tcBorders>
          </w:tcPr>
          <w:p w14:paraId="64771FED" w14:textId="77777777" w:rsidR="00614B24" w:rsidRPr="006A2477" w:rsidRDefault="00614B24">
            <w:pPr>
              <w:rPr>
                <w:lang w:val="it-IT"/>
              </w:rPr>
            </w:pPr>
          </w:p>
        </w:tc>
      </w:tr>
      <w:tr w:rsidR="009E3180" w:rsidRPr="006A2477" w14:paraId="7CDAE82F" w14:textId="77777777">
        <w:trPr>
          <w:trHeight w:hRule="exact" w:val="524"/>
        </w:trPr>
        <w:tc>
          <w:tcPr>
            <w:tcW w:w="3510" w:type="dxa"/>
            <w:vMerge w:val="restart"/>
          </w:tcPr>
          <w:p w14:paraId="428C43E2" w14:textId="77777777" w:rsidR="009E3180" w:rsidRPr="006A2477" w:rsidRDefault="009E3180">
            <w:pPr>
              <w:pStyle w:val="TableParagraph"/>
              <w:spacing w:before="7"/>
              <w:ind w:left="0"/>
              <w:rPr>
                <w:b/>
                <w:i/>
                <w:sz w:val="18"/>
                <w:lang w:val="it-IT"/>
              </w:rPr>
            </w:pPr>
          </w:p>
          <w:p w14:paraId="1A1500DB" w14:textId="77777777" w:rsidR="009E3180" w:rsidRPr="006A2477" w:rsidRDefault="00FF489E">
            <w:pPr>
              <w:pStyle w:val="TableParagraph"/>
              <w:spacing w:line="242" w:lineRule="auto"/>
              <w:ind w:left="1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demolizione e ricostruzione dell'immobile (B)</w:t>
            </w:r>
          </w:p>
        </w:tc>
        <w:tc>
          <w:tcPr>
            <w:tcW w:w="4394" w:type="dxa"/>
          </w:tcPr>
          <w:p w14:paraId="32CE9D89" w14:textId="77777777" w:rsidR="009E3180" w:rsidRPr="006A2477" w:rsidRDefault="00FF489E">
            <w:pPr>
              <w:pStyle w:val="TableParagraph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opere di demolizione</w:t>
            </w:r>
          </w:p>
        </w:tc>
        <w:tc>
          <w:tcPr>
            <w:tcW w:w="1922" w:type="dxa"/>
          </w:tcPr>
          <w:p w14:paraId="3B7E71A7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5D8D1264" w14:textId="77777777">
        <w:trPr>
          <w:trHeight w:hRule="exact" w:val="652"/>
        </w:trPr>
        <w:tc>
          <w:tcPr>
            <w:tcW w:w="3510" w:type="dxa"/>
            <w:vMerge/>
          </w:tcPr>
          <w:p w14:paraId="750A4F14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4394" w:type="dxa"/>
          </w:tcPr>
          <w:p w14:paraId="2788A3C9" w14:textId="77777777" w:rsidR="009E3180" w:rsidRPr="006A2477" w:rsidRDefault="00FF489E">
            <w:pPr>
              <w:pStyle w:val="TableParagraph"/>
              <w:spacing w:before="2"/>
              <w:rPr>
                <w:sz w:val="20"/>
                <w:lang w:val="it-IT"/>
              </w:rPr>
            </w:pPr>
            <w:r w:rsidRPr="006A2477">
              <w:rPr>
                <w:sz w:val="20"/>
                <w:lang w:val="it-IT"/>
              </w:rPr>
              <w:t>opere di ricostruzione</w:t>
            </w:r>
          </w:p>
        </w:tc>
        <w:tc>
          <w:tcPr>
            <w:tcW w:w="1922" w:type="dxa"/>
          </w:tcPr>
          <w:p w14:paraId="400010B0" w14:textId="77777777" w:rsidR="009E3180" w:rsidRPr="006A2477" w:rsidRDefault="009E3180">
            <w:pPr>
              <w:rPr>
                <w:lang w:val="it-IT"/>
              </w:rPr>
            </w:pPr>
          </w:p>
        </w:tc>
      </w:tr>
      <w:tr w:rsidR="009E3180" w:rsidRPr="006A2477" w14:paraId="7E091A98" w14:textId="77777777">
        <w:trPr>
          <w:trHeight w:hRule="exact" w:val="264"/>
        </w:trPr>
        <w:tc>
          <w:tcPr>
            <w:tcW w:w="3510" w:type="dxa"/>
          </w:tcPr>
          <w:p w14:paraId="08077A19" w14:textId="77777777" w:rsidR="009E3180" w:rsidRPr="006A2477" w:rsidRDefault="00FF489E">
            <w:pPr>
              <w:pStyle w:val="TableParagraph"/>
              <w:spacing w:before="8"/>
              <w:ind w:left="1"/>
              <w:rPr>
                <w:b/>
                <w:sz w:val="20"/>
                <w:lang w:val="it-IT"/>
              </w:rPr>
            </w:pPr>
            <w:r w:rsidRPr="006A2477">
              <w:rPr>
                <w:b/>
                <w:sz w:val="20"/>
                <w:lang w:val="it-IT"/>
              </w:rPr>
              <w:t>TOTALE</w:t>
            </w:r>
          </w:p>
        </w:tc>
        <w:tc>
          <w:tcPr>
            <w:tcW w:w="4394" w:type="dxa"/>
          </w:tcPr>
          <w:p w14:paraId="21E3B68C" w14:textId="77777777" w:rsidR="009E3180" w:rsidRPr="006A2477" w:rsidRDefault="009E3180">
            <w:pPr>
              <w:rPr>
                <w:lang w:val="it-IT"/>
              </w:rPr>
            </w:pPr>
          </w:p>
        </w:tc>
        <w:tc>
          <w:tcPr>
            <w:tcW w:w="1922" w:type="dxa"/>
          </w:tcPr>
          <w:p w14:paraId="37DEEBCE" w14:textId="77777777" w:rsidR="009E3180" w:rsidRPr="006A2477" w:rsidRDefault="009E3180">
            <w:pPr>
              <w:rPr>
                <w:lang w:val="it-IT"/>
              </w:rPr>
            </w:pPr>
          </w:p>
        </w:tc>
      </w:tr>
    </w:tbl>
    <w:p w14:paraId="65CD22AA" w14:textId="77777777" w:rsidR="004E0A66" w:rsidRDefault="004E0A66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  <w:bookmarkStart w:id="16" w:name="6)_ALLEGATI"/>
      <w:bookmarkEnd w:id="16"/>
    </w:p>
    <w:p w14:paraId="72D5FCF5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05B66181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3A0931C4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270EC7DE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5EC89E5E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5EBF0FA6" w14:textId="77777777" w:rsidR="009D7CC1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35E2E5D2" w14:textId="77777777" w:rsidR="009D7CC1" w:rsidRPr="004E0A66" w:rsidRDefault="009D7CC1" w:rsidP="004E0A66">
      <w:pPr>
        <w:pStyle w:val="Titolo1"/>
        <w:tabs>
          <w:tab w:val="left" w:pos="757"/>
          <w:tab w:val="left" w:pos="758"/>
        </w:tabs>
        <w:spacing w:before="82"/>
        <w:ind w:left="758" w:firstLine="0"/>
        <w:rPr>
          <w:lang w:val="it-IT"/>
        </w:rPr>
      </w:pPr>
    </w:p>
    <w:p w14:paraId="593FFE84" w14:textId="6A9BE50D" w:rsidR="009E3180" w:rsidRPr="009D7CC1" w:rsidRDefault="00FF489E" w:rsidP="009D7CC1">
      <w:pPr>
        <w:pStyle w:val="Titolo1"/>
        <w:numPr>
          <w:ilvl w:val="0"/>
          <w:numId w:val="4"/>
        </w:numPr>
        <w:tabs>
          <w:tab w:val="left" w:pos="757"/>
          <w:tab w:val="left" w:pos="758"/>
        </w:tabs>
        <w:spacing w:before="82"/>
        <w:ind w:left="758" w:hanging="444"/>
        <w:jc w:val="left"/>
        <w:rPr>
          <w:lang w:val="it-IT"/>
        </w:rPr>
      </w:pPr>
      <w:r w:rsidRPr="009D7CC1">
        <w:rPr>
          <w:u w:val="single"/>
          <w:lang w:val="it-IT"/>
        </w:rPr>
        <w:t>ALLEGATI</w:t>
      </w:r>
    </w:p>
    <w:p w14:paraId="2FABDC0F" w14:textId="139DE39E" w:rsidR="00BE5C4E" w:rsidRDefault="00BE5C4E">
      <w:pPr>
        <w:pStyle w:val="Titolo2"/>
        <w:numPr>
          <w:ilvl w:val="1"/>
          <w:numId w:val="6"/>
        </w:numPr>
        <w:tabs>
          <w:tab w:val="left" w:pos="673"/>
          <w:tab w:val="left" w:pos="674"/>
        </w:tabs>
        <w:spacing w:before="135"/>
        <w:rPr>
          <w:lang w:val="it-IT"/>
        </w:rPr>
      </w:pPr>
      <w:bookmarkStart w:id="17" w:name="documentazione_fotografica_dello_stato_d"/>
      <w:bookmarkEnd w:id="17"/>
      <w:r>
        <w:rPr>
          <w:lang w:val="it-IT"/>
        </w:rPr>
        <w:t>computo metrico estimativo lavori non ancora effettuati;</w:t>
      </w:r>
    </w:p>
    <w:p w14:paraId="038E2835" w14:textId="312C82AD" w:rsidR="00BE5C4E" w:rsidRDefault="00BE5C4E">
      <w:pPr>
        <w:pStyle w:val="Titolo2"/>
        <w:numPr>
          <w:ilvl w:val="1"/>
          <w:numId w:val="6"/>
        </w:numPr>
        <w:tabs>
          <w:tab w:val="left" w:pos="673"/>
          <w:tab w:val="left" w:pos="674"/>
        </w:tabs>
        <w:spacing w:before="135"/>
        <w:rPr>
          <w:lang w:val="it-IT"/>
        </w:rPr>
      </w:pPr>
      <w:r>
        <w:rPr>
          <w:lang w:val="it-IT"/>
        </w:rPr>
        <w:t>computo metrico estimativo lavori già effettuati, ovvero analisi dei costi unitari in diminuzione;</w:t>
      </w:r>
    </w:p>
    <w:p w14:paraId="0713F1C3" w14:textId="75B6DECC" w:rsidR="009E3180" w:rsidRPr="006A2477" w:rsidRDefault="00FF489E">
      <w:pPr>
        <w:pStyle w:val="Titolo2"/>
        <w:numPr>
          <w:ilvl w:val="1"/>
          <w:numId w:val="6"/>
        </w:numPr>
        <w:tabs>
          <w:tab w:val="left" w:pos="673"/>
          <w:tab w:val="left" w:pos="674"/>
        </w:tabs>
        <w:spacing w:before="135"/>
        <w:rPr>
          <w:lang w:val="it-IT"/>
        </w:rPr>
      </w:pPr>
      <w:r w:rsidRPr="006A2477">
        <w:rPr>
          <w:lang w:val="it-IT"/>
        </w:rPr>
        <w:t>documentazione fotografica dello stato dei</w:t>
      </w:r>
      <w:r w:rsidRPr="006A2477">
        <w:rPr>
          <w:spacing w:val="-27"/>
          <w:lang w:val="it-IT"/>
        </w:rPr>
        <w:t xml:space="preserve"> </w:t>
      </w:r>
      <w:r w:rsidRPr="006A2477">
        <w:rPr>
          <w:lang w:val="it-IT"/>
        </w:rPr>
        <w:t>luoghi;</w:t>
      </w:r>
    </w:p>
    <w:p w14:paraId="232E7738" w14:textId="77777777" w:rsidR="009E3180" w:rsidRPr="006A2477" w:rsidRDefault="00FF489E">
      <w:pPr>
        <w:pStyle w:val="Paragrafoelenco"/>
        <w:numPr>
          <w:ilvl w:val="1"/>
          <w:numId w:val="6"/>
        </w:numPr>
        <w:tabs>
          <w:tab w:val="left" w:pos="673"/>
          <w:tab w:val="left" w:pos="674"/>
        </w:tabs>
        <w:spacing w:before="131"/>
        <w:rPr>
          <w:lang w:val="it-IT"/>
        </w:rPr>
      </w:pPr>
      <w:r w:rsidRPr="006A2477">
        <w:rPr>
          <w:lang w:val="it-IT"/>
        </w:rPr>
        <w:t>visura catastale</w:t>
      </w:r>
      <w:r w:rsidRPr="006A2477">
        <w:rPr>
          <w:spacing w:val="-16"/>
          <w:lang w:val="it-IT"/>
        </w:rPr>
        <w:t xml:space="preserve"> </w:t>
      </w:r>
      <w:r w:rsidRPr="006A2477">
        <w:rPr>
          <w:lang w:val="it-IT"/>
        </w:rPr>
        <w:t>dell'immobile;</w:t>
      </w:r>
    </w:p>
    <w:p w14:paraId="48A06DB8" w14:textId="77777777" w:rsidR="009E3180" w:rsidRPr="006A2477" w:rsidRDefault="00FF489E">
      <w:pPr>
        <w:pStyle w:val="Paragrafoelenco"/>
        <w:numPr>
          <w:ilvl w:val="1"/>
          <w:numId w:val="6"/>
        </w:numPr>
        <w:tabs>
          <w:tab w:val="left" w:pos="673"/>
          <w:tab w:val="left" w:pos="674"/>
        </w:tabs>
        <w:spacing w:before="129"/>
        <w:rPr>
          <w:lang w:val="it-IT"/>
        </w:rPr>
      </w:pPr>
      <w:bookmarkStart w:id="18" w:name="planimetria_catastale_dell'immobile;"/>
      <w:bookmarkEnd w:id="18"/>
      <w:r w:rsidRPr="006A2477">
        <w:rPr>
          <w:lang w:val="it-IT"/>
        </w:rPr>
        <w:t>planimetria catastale</w:t>
      </w:r>
      <w:r w:rsidRPr="006A2477">
        <w:rPr>
          <w:spacing w:val="-18"/>
          <w:lang w:val="it-IT"/>
        </w:rPr>
        <w:t xml:space="preserve"> </w:t>
      </w:r>
      <w:r w:rsidRPr="006A2477">
        <w:rPr>
          <w:lang w:val="it-IT"/>
        </w:rPr>
        <w:t>dell'immobile;</w:t>
      </w:r>
    </w:p>
    <w:p w14:paraId="4D9E0588" w14:textId="77777777" w:rsidR="009E3180" w:rsidRDefault="00FF489E">
      <w:pPr>
        <w:pStyle w:val="Paragrafoelenco"/>
        <w:numPr>
          <w:ilvl w:val="1"/>
          <w:numId w:val="6"/>
        </w:numPr>
        <w:tabs>
          <w:tab w:val="left" w:pos="673"/>
          <w:tab w:val="left" w:pos="674"/>
        </w:tabs>
        <w:spacing w:before="131"/>
        <w:rPr>
          <w:lang w:val="it-IT"/>
        </w:rPr>
      </w:pPr>
      <w:r w:rsidRPr="006A2477">
        <w:rPr>
          <w:lang w:val="it-IT"/>
        </w:rPr>
        <w:t xml:space="preserve">stato </w:t>
      </w:r>
      <w:r w:rsidRPr="006A2477">
        <w:rPr>
          <w:lang w:val="it-IT"/>
        </w:rPr>
        <w:t>di fatto e stato legittimo</w:t>
      </w:r>
      <w:r w:rsidRPr="006A2477">
        <w:rPr>
          <w:spacing w:val="-26"/>
          <w:lang w:val="it-IT"/>
        </w:rPr>
        <w:t xml:space="preserve"> </w:t>
      </w:r>
      <w:r w:rsidRPr="006A2477">
        <w:rPr>
          <w:lang w:val="it-IT"/>
        </w:rPr>
        <w:t>dell'immobile;</w:t>
      </w:r>
    </w:p>
    <w:p w14:paraId="4DF703A2" w14:textId="746DBE5A" w:rsidR="00BE5C4E" w:rsidRPr="006A2477" w:rsidRDefault="00BE5C4E">
      <w:pPr>
        <w:pStyle w:val="Paragrafoelenco"/>
        <w:numPr>
          <w:ilvl w:val="1"/>
          <w:numId w:val="6"/>
        </w:numPr>
        <w:tabs>
          <w:tab w:val="left" w:pos="673"/>
          <w:tab w:val="left" w:pos="674"/>
        </w:tabs>
        <w:spacing w:before="131"/>
        <w:rPr>
          <w:lang w:val="it-IT"/>
        </w:rPr>
      </w:pPr>
      <w:r>
        <w:rPr>
          <w:lang w:val="it-IT"/>
        </w:rPr>
        <w:t>elenco beni mobili danneggiati;</w:t>
      </w:r>
    </w:p>
    <w:p w14:paraId="42471C81" w14:textId="77777777" w:rsidR="009E3180" w:rsidRPr="006A2477" w:rsidRDefault="00FF489E">
      <w:pPr>
        <w:pStyle w:val="Paragrafoelenco"/>
        <w:numPr>
          <w:ilvl w:val="1"/>
          <w:numId w:val="6"/>
        </w:numPr>
        <w:tabs>
          <w:tab w:val="left" w:pos="673"/>
          <w:tab w:val="left" w:pos="674"/>
        </w:tabs>
        <w:spacing w:before="129" w:line="362" w:lineRule="auto"/>
        <w:ind w:right="304"/>
        <w:rPr>
          <w:lang w:val="it-IT"/>
        </w:rPr>
      </w:pPr>
      <w:bookmarkStart w:id="19" w:name="copia_di_un_documento_di_identità_del_pr"/>
      <w:bookmarkEnd w:id="19"/>
      <w:r w:rsidRPr="006A2477">
        <w:rPr>
          <w:lang w:val="it-IT"/>
        </w:rPr>
        <w:t>copia di un documento di identità del professionista incaricato della stesura della perizia, in corso di</w:t>
      </w:r>
      <w:r w:rsidRPr="006A2477">
        <w:rPr>
          <w:spacing w:val="-6"/>
          <w:lang w:val="it-IT"/>
        </w:rPr>
        <w:t xml:space="preserve"> </w:t>
      </w:r>
      <w:r w:rsidRPr="006A2477">
        <w:rPr>
          <w:lang w:val="it-IT"/>
        </w:rPr>
        <w:t>validità.</w:t>
      </w:r>
    </w:p>
    <w:p w14:paraId="3D1D627F" w14:textId="77777777" w:rsidR="009E3180" w:rsidRPr="006A2477" w:rsidRDefault="009E3180">
      <w:pPr>
        <w:pStyle w:val="Corpotesto"/>
        <w:rPr>
          <w:lang w:val="it-IT"/>
        </w:rPr>
      </w:pPr>
    </w:p>
    <w:p w14:paraId="2B586F9D" w14:textId="77777777" w:rsidR="009E3180" w:rsidRPr="006A2477" w:rsidRDefault="009E3180">
      <w:pPr>
        <w:pStyle w:val="Corpotesto"/>
        <w:rPr>
          <w:lang w:val="it-IT"/>
        </w:rPr>
      </w:pPr>
    </w:p>
    <w:p w14:paraId="7ABEACD4" w14:textId="77777777" w:rsidR="009E3180" w:rsidRPr="006A2477" w:rsidRDefault="009E3180">
      <w:pPr>
        <w:pStyle w:val="Corpotesto"/>
        <w:rPr>
          <w:lang w:val="it-IT"/>
        </w:rPr>
      </w:pPr>
    </w:p>
    <w:p w14:paraId="7FF93633" w14:textId="2F0917ED" w:rsidR="009E3180" w:rsidRPr="006A2477" w:rsidRDefault="00FF489E">
      <w:pPr>
        <w:tabs>
          <w:tab w:val="left" w:pos="2002"/>
          <w:tab w:val="left" w:pos="3551"/>
          <w:tab w:val="left" w:pos="3951"/>
          <w:tab w:val="left" w:pos="10278"/>
        </w:tabs>
        <w:spacing w:before="93"/>
        <w:ind w:left="102"/>
        <w:rPr>
          <w:lang w:val="it-IT"/>
        </w:rPr>
      </w:pPr>
      <w:r w:rsidRPr="006A2477">
        <w:rPr>
          <w:lang w:val="it-IT"/>
        </w:rPr>
        <w:t>DATA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  <w:r w:rsidRPr="006A2477">
        <w:rPr>
          <w:spacing w:val="3"/>
          <w:u w:val="single"/>
          <w:lang w:val="it-IT"/>
        </w:rPr>
        <w:tab/>
      </w:r>
      <w:r w:rsidRPr="006A2477">
        <w:rPr>
          <w:spacing w:val="3"/>
          <w:lang w:val="it-IT"/>
        </w:rPr>
        <w:tab/>
      </w:r>
      <w:r w:rsidRPr="006A2477">
        <w:rPr>
          <w:lang w:val="it-IT"/>
        </w:rPr>
        <w:t>FIRMA E</w:t>
      </w:r>
      <w:r w:rsidRPr="006A2477">
        <w:rPr>
          <w:spacing w:val="-5"/>
          <w:lang w:val="it-IT"/>
        </w:rPr>
        <w:t xml:space="preserve"> </w:t>
      </w:r>
      <w:r w:rsidRPr="006A2477">
        <w:rPr>
          <w:lang w:val="it-IT"/>
        </w:rPr>
        <w:t>TIMBRO</w:t>
      </w:r>
      <w:r w:rsidRPr="006A2477">
        <w:rPr>
          <w:spacing w:val="1"/>
          <w:lang w:val="it-IT"/>
        </w:rPr>
        <w:t xml:space="preserve"> </w:t>
      </w:r>
      <w:r w:rsidRPr="006A2477">
        <w:rPr>
          <w:u w:val="single"/>
          <w:lang w:val="it-IT"/>
        </w:rPr>
        <w:t xml:space="preserve"> </w:t>
      </w:r>
      <w:r w:rsidRPr="006A2477">
        <w:rPr>
          <w:u w:val="single"/>
          <w:lang w:val="it-IT"/>
        </w:rPr>
        <w:tab/>
      </w:r>
    </w:p>
    <w:sectPr w:rsidR="009E3180" w:rsidRPr="006A2477" w:rsidSect="00F02A45">
      <w:footerReference w:type="default" r:id="rId10"/>
      <w:pgSz w:w="11910" w:h="16840"/>
      <w:pgMar w:top="1480" w:right="680" w:bottom="2000" w:left="820" w:header="0" w:footer="5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20779" w14:textId="77777777" w:rsidR="001F4185" w:rsidRDefault="001F4185">
      <w:r>
        <w:separator/>
      </w:r>
    </w:p>
  </w:endnote>
  <w:endnote w:type="continuationSeparator" w:id="0">
    <w:p w14:paraId="5B51648C" w14:textId="77777777" w:rsidR="001F4185" w:rsidRDefault="001F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5063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0F07D8" w14:textId="767EE64C" w:rsidR="00CB2E78" w:rsidRPr="00F02A45" w:rsidRDefault="00CB2E78">
        <w:pPr>
          <w:pStyle w:val="Pidipagina"/>
          <w:jc w:val="right"/>
          <w:rPr>
            <w:sz w:val="20"/>
            <w:szCs w:val="20"/>
          </w:rPr>
        </w:pPr>
        <w:r w:rsidRPr="00F02A45">
          <w:rPr>
            <w:sz w:val="20"/>
            <w:szCs w:val="20"/>
          </w:rPr>
          <w:fldChar w:fldCharType="begin"/>
        </w:r>
        <w:r w:rsidRPr="00F02A45">
          <w:rPr>
            <w:sz w:val="20"/>
            <w:szCs w:val="20"/>
          </w:rPr>
          <w:instrText>PAGE   \* MERGEFORMAT</w:instrText>
        </w:r>
        <w:r w:rsidRPr="00F02A45">
          <w:rPr>
            <w:sz w:val="20"/>
            <w:szCs w:val="20"/>
          </w:rPr>
          <w:fldChar w:fldCharType="separate"/>
        </w:r>
        <w:r w:rsidR="00FF489E" w:rsidRPr="00FF489E">
          <w:rPr>
            <w:noProof/>
            <w:sz w:val="20"/>
            <w:szCs w:val="20"/>
            <w:lang w:val="it-IT"/>
          </w:rPr>
          <w:t>11</w:t>
        </w:r>
        <w:r w:rsidRPr="00F02A45">
          <w:rPr>
            <w:sz w:val="20"/>
            <w:szCs w:val="20"/>
          </w:rPr>
          <w:fldChar w:fldCharType="end"/>
        </w:r>
      </w:p>
    </w:sdtContent>
  </w:sdt>
  <w:p w14:paraId="73D63EE1" w14:textId="713E3BDB" w:rsidR="009E3180" w:rsidRDefault="009E3180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20F96" w14:textId="77777777" w:rsidR="001F4185" w:rsidRDefault="001F4185">
      <w:r>
        <w:separator/>
      </w:r>
    </w:p>
  </w:footnote>
  <w:footnote w:type="continuationSeparator" w:id="0">
    <w:p w14:paraId="7F1F6FD9" w14:textId="77777777" w:rsidR="001F4185" w:rsidRDefault="001F4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F82"/>
    <w:multiLevelType w:val="hybridMultilevel"/>
    <w:tmpl w:val="6D1C6A98"/>
    <w:lvl w:ilvl="0" w:tplc="A84285BC">
      <w:numFmt w:val="bullet"/>
      <w:lvlText w:val="-"/>
      <w:lvlJc w:val="left"/>
      <w:pPr>
        <w:ind w:left="442" w:hanging="128"/>
      </w:pPr>
      <w:rPr>
        <w:rFonts w:ascii="Microsoft Sans Serif" w:eastAsia="Microsoft Sans Serif" w:hAnsi="Microsoft Sans Serif" w:cs="Microsoft Sans Serif" w:hint="default"/>
        <w:w w:val="100"/>
        <w:sz w:val="21"/>
        <w:szCs w:val="21"/>
      </w:rPr>
    </w:lvl>
    <w:lvl w:ilvl="1" w:tplc="DC18264E">
      <w:numFmt w:val="bullet"/>
      <w:lvlText w:val=""/>
      <w:lvlJc w:val="left"/>
      <w:pPr>
        <w:ind w:left="1030" w:hanging="28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E340BC84">
      <w:numFmt w:val="bullet"/>
      <w:lvlText w:val="•"/>
      <w:lvlJc w:val="left"/>
      <w:pPr>
        <w:ind w:left="2080" w:hanging="288"/>
      </w:pPr>
      <w:rPr>
        <w:rFonts w:hint="default"/>
      </w:rPr>
    </w:lvl>
    <w:lvl w:ilvl="3" w:tplc="BCCC5728">
      <w:numFmt w:val="bullet"/>
      <w:lvlText w:val="•"/>
      <w:lvlJc w:val="left"/>
      <w:pPr>
        <w:ind w:left="3121" w:hanging="288"/>
      </w:pPr>
      <w:rPr>
        <w:rFonts w:hint="default"/>
      </w:rPr>
    </w:lvl>
    <w:lvl w:ilvl="4" w:tplc="15BABEE4">
      <w:numFmt w:val="bullet"/>
      <w:lvlText w:val="•"/>
      <w:lvlJc w:val="left"/>
      <w:pPr>
        <w:ind w:left="4162" w:hanging="288"/>
      </w:pPr>
      <w:rPr>
        <w:rFonts w:hint="default"/>
      </w:rPr>
    </w:lvl>
    <w:lvl w:ilvl="5" w:tplc="B752426A">
      <w:numFmt w:val="bullet"/>
      <w:lvlText w:val="•"/>
      <w:lvlJc w:val="left"/>
      <w:pPr>
        <w:ind w:left="5202" w:hanging="288"/>
      </w:pPr>
      <w:rPr>
        <w:rFonts w:hint="default"/>
      </w:rPr>
    </w:lvl>
    <w:lvl w:ilvl="6" w:tplc="39E45872">
      <w:numFmt w:val="bullet"/>
      <w:lvlText w:val="•"/>
      <w:lvlJc w:val="left"/>
      <w:pPr>
        <w:ind w:left="6243" w:hanging="288"/>
      </w:pPr>
      <w:rPr>
        <w:rFonts w:hint="default"/>
      </w:rPr>
    </w:lvl>
    <w:lvl w:ilvl="7" w:tplc="6EA2B784">
      <w:numFmt w:val="bullet"/>
      <w:lvlText w:val="•"/>
      <w:lvlJc w:val="left"/>
      <w:pPr>
        <w:ind w:left="7284" w:hanging="288"/>
      </w:pPr>
      <w:rPr>
        <w:rFonts w:hint="default"/>
      </w:rPr>
    </w:lvl>
    <w:lvl w:ilvl="8" w:tplc="B69AB62C">
      <w:numFmt w:val="bullet"/>
      <w:lvlText w:val="•"/>
      <w:lvlJc w:val="left"/>
      <w:pPr>
        <w:ind w:left="8324" w:hanging="288"/>
      </w:pPr>
      <w:rPr>
        <w:rFonts w:hint="default"/>
      </w:rPr>
    </w:lvl>
  </w:abstractNum>
  <w:abstractNum w:abstractNumId="1" w15:restartNumberingAfterBreak="0">
    <w:nsid w:val="13F30505"/>
    <w:multiLevelType w:val="hybridMultilevel"/>
    <w:tmpl w:val="65BC75B4"/>
    <w:lvl w:ilvl="0" w:tplc="007E33CE">
      <w:start w:val="1"/>
      <w:numFmt w:val="decimal"/>
      <w:lvlText w:val="%1)"/>
      <w:lvlJc w:val="left"/>
      <w:pPr>
        <w:ind w:left="360" w:hanging="258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1" w:tplc="F57E989A">
      <w:numFmt w:val="bullet"/>
      <w:lvlText w:val=""/>
      <w:lvlJc w:val="left"/>
      <w:pPr>
        <w:ind w:left="1052" w:hanging="66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C234E6A8">
      <w:numFmt w:val="bullet"/>
      <w:lvlText w:val="•"/>
      <w:lvlJc w:val="left"/>
      <w:pPr>
        <w:ind w:left="1343" w:hanging="666"/>
      </w:pPr>
      <w:rPr>
        <w:rFonts w:hint="default"/>
      </w:rPr>
    </w:lvl>
    <w:lvl w:ilvl="3" w:tplc="4302363C">
      <w:numFmt w:val="bullet"/>
      <w:lvlText w:val="•"/>
      <w:lvlJc w:val="left"/>
      <w:pPr>
        <w:ind w:left="1626" w:hanging="666"/>
      </w:pPr>
      <w:rPr>
        <w:rFonts w:hint="default"/>
      </w:rPr>
    </w:lvl>
    <w:lvl w:ilvl="4" w:tplc="0032DA86">
      <w:numFmt w:val="bullet"/>
      <w:lvlText w:val="•"/>
      <w:lvlJc w:val="left"/>
      <w:pPr>
        <w:ind w:left="1909" w:hanging="666"/>
      </w:pPr>
      <w:rPr>
        <w:rFonts w:hint="default"/>
      </w:rPr>
    </w:lvl>
    <w:lvl w:ilvl="5" w:tplc="D362E9F4">
      <w:numFmt w:val="bullet"/>
      <w:lvlText w:val="•"/>
      <w:lvlJc w:val="left"/>
      <w:pPr>
        <w:ind w:left="2192" w:hanging="666"/>
      </w:pPr>
      <w:rPr>
        <w:rFonts w:hint="default"/>
      </w:rPr>
    </w:lvl>
    <w:lvl w:ilvl="6" w:tplc="CE622828">
      <w:numFmt w:val="bullet"/>
      <w:lvlText w:val="•"/>
      <w:lvlJc w:val="left"/>
      <w:pPr>
        <w:ind w:left="2475" w:hanging="666"/>
      </w:pPr>
      <w:rPr>
        <w:rFonts w:hint="default"/>
      </w:rPr>
    </w:lvl>
    <w:lvl w:ilvl="7" w:tplc="00483F7A">
      <w:numFmt w:val="bullet"/>
      <w:lvlText w:val="•"/>
      <w:lvlJc w:val="left"/>
      <w:pPr>
        <w:ind w:left="2758" w:hanging="666"/>
      </w:pPr>
      <w:rPr>
        <w:rFonts w:hint="default"/>
      </w:rPr>
    </w:lvl>
    <w:lvl w:ilvl="8" w:tplc="81D0822E">
      <w:numFmt w:val="bullet"/>
      <w:lvlText w:val="•"/>
      <w:lvlJc w:val="left"/>
      <w:pPr>
        <w:ind w:left="3041" w:hanging="666"/>
      </w:pPr>
      <w:rPr>
        <w:rFonts w:hint="default"/>
      </w:rPr>
    </w:lvl>
  </w:abstractNum>
  <w:abstractNum w:abstractNumId="2" w15:restartNumberingAfterBreak="0">
    <w:nsid w:val="14B767F6"/>
    <w:multiLevelType w:val="hybridMultilevel"/>
    <w:tmpl w:val="34D06020"/>
    <w:lvl w:ilvl="0" w:tplc="1F988EF2">
      <w:numFmt w:val="bullet"/>
      <w:lvlText w:val=""/>
      <w:lvlJc w:val="left"/>
      <w:pPr>
        <w:ind w:left="334" w:hanging="36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6180E3CC">
      <w:numFmt w:val="bullet"/>
      <w:lvlText w:val="•"/>
      <w:lvlJc w:val="left"/>
      <w:pPr>
        <w:ind w:left="1350" w:hanging="360"/>
      </w:pPr>
      <w:rPr>
        <w:rFonts w:hint="default"/>
      </w:rPr>
    </w:lvl>
    <w:lvl w:ilvl="2" w:tplc="94F06A32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569858A2"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94642DC2">
      <w:numFmt w:val="bullet"/>
      <w:lvlText w:val="•"/>
      <w:lvlJc w:val="left"/>
      <w:pPr>
        <w:ind w:left="4382" w:hanging="360"/>
      </w:pPr>
      <w:rPr>
        <w:rFonts w:hint="default"/>
      </w:rPr>
    </w:lvl>
    <w:lvl w:ilvl="5" w:tplc="BB82EF64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6F5A71C4">
      <w:numFmt w:val="bullet"/>
      <w:lvlText w:val="•"/>
      <w:lvlJc w:val="left"/>
      <w:pPr>
        <w:ind w:left="6403" w:hanging="360"/>
      </w:pPr>
      <w:rPr>
        <w:rFonts w:hint="default"/>
      </w:rPr>
    </w:lvl>
    <w:lvl w:ilvl="7" w:tplc="F020AD00">
      <w:numFmt w:val="bullet"/>
      <w:lvlText w:val="•"/>
      <w:lvlJc w:val="left"/>
      <w:pPr>
        <w:ind w:left="7414" w:hanging="360"/>
      </w:pPr>
      <w:rPr>
        <w:rFonts w:hint="default"/>
      </w:rPr>
    </w:lvl>
    <w:lvl w:ilvl="8" w:tplc="4E6CDE84">
      <w:numFmt w:val="bullet"/>
      <w:lvlText w:val="•"/>
      <w:lvlJc w:val="left"/>
      <w:pPr>
        <w:ind w:left="8424" w:hanging="360"/>
      </w:pPr>
      <w:rPr>
        <w:rFonts w:hint="default"/>
      </w:rPr>
    </w:lvl>
  </w:abstractNum>
  <w:abstractNum w:abstractNumId="3" w15:restartNumberingAfterBreak="0">
    <w:nsid w:val="37921FCB"/>
    <w:multiLevelType w:val="hybridMultilevel"/>
    <w:tmpl w:val="BFAC9920"/>
    <w:lvl w:ilvl="0" w:tplc="DA125F18">
      <w:start w:val="1"/>
      <w:numFmt w:val="lowerLetter"/>
      <w:lvlText w:val="%1)"/>
      <w:lvlJc w:val="left"/>
      <w:pPr>
        <w:ind w:left="314" w:hanging="258"/>
        <w:jc w:val="left"/>
      </w:pPr>
      <w:rPr>
        <w:rFonts w:ascii="Arial" w:eastAsia="Arial" w:hAnsi="Arial" w:cs="Arial" w:hint="default"/>
        <w:b/>
        <w:bCs/>
        <w:spacing w:val="-1"/>
        <w:w w:val="100"/>
        <w:sz w:val="21"/>
        <w:szCs w:val="21"/>
      </w:rPr>
    </w:lvl>
    <w:lvl w:ilvl="1" w:tplc="BAC83A0A">
      <w:numFmt w:val="bullet"/>
      <w:lvlText w:val=""/>
      <w:lvlJc w:val="left"/>
      <w:pPr>
        <w:ind w:left="1610" w:hanging="57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1EFE733A">
      <w:numFmt w:val="bullet"/>
      <w:lvlText w:val="•"/>
      <w:lvlJc w:val="left"/>
      <w:pPr>
        <w:ind w:left="2598" w:hanging="578"/>
      </w:pPr>
      <w:rPr>
        <w:rFonts w:hint="default"/>
      </w:rPr>
    </w:lvl>
    <w:lvl w:ilvl="3" w:tplc="04A6D66C">
      <w:numFmt w:val="bullet"/>
      <w:lvlText w:val="•"/>
      <w:lvlJc w:val="left"/>
      <w:pPr>
        <w:ind w:left="3576" w:hanging="578"/>
      </w:pPr>
      <w:rPr>
        <w:rFonts w:hint="default"/>
      </w:rPr>
    </w:lvl>
    <w:lvl w:ilvl="4" w:tplc="8BB66ADE">
      <w:numFmt w:val="bullet"/>
      <w:lvlText w:val="•"/>
      <w:lvlJc w:val="left"/>
      <w:pPr>
        <w:ind w:left="4555" w:hanging="578"/>
      </w:pPr>
      <w:rPr>
        <w:rFonts w:hint="default"/>
      </w:rPr>
    </w:lvl>
    <w:lvl w:ilvl="5" w:tplc="547C9744">
      <w:numFmt w:val="bullet"/>
      <w:lvlText w:val="•"/>
      <w:lvlJc w:val="left"/>
      <w:pPr>
        <w:ind w:left="5533" w:hanging="578"/>
      </w:pPr>
      <w:rPr>
        <w:rFonts w:hint="default"/>
      </w:rPr>
    </w:lvl>
    <w:lvl w:ilvl="6" w:tplc="9CF27E38">
      <w:numFmt w:val="bullet"/>
      <w:lvlText w:val="•"/>
      <w:lvlJc w:val="left"/>
      <w:pPr>
        <w:ind w:left="6512" w:hanging="578"/>
      </w:pPr>
      <w:rPr>
        <w:rFonts w:hint="default"/>
      </w:rPr>
    </w:lvl>
    <w:lvl w:ilvl="7" w:tplc="B066D4F6">
      <w:numFmt w:val="bullet"/>
      <w:lvlText w:val="•"/>
      <w:lvlJc w:val="left"/>
      <w:pPr>
        <w:ind w:left="7490" w:hanging="578"/>
      </w:pPr>
      <w:rPr>
        <w:rFonts w:hint="default"/>
      </w:rPr>
    </w:lvl>
    <w:lvl w:ilvl="8" w:tplc="6CBE37CE">
      <w:numFmt w:val="bullet"/>
      <w:lvlText w:val="•"/>
      <w:lvlJc w:val="left"/>
      <w:pPr>
        <w:ind w:left="8469" w:hanging="578"/>
      </w:pPr>
      <w:rPr>
        <w:rFonts w:hint="default"/>
      </w:rPr>
    </w:lvl>
  </w:abstractNum>
  <w:abstractNum w:abstractNumId="4" w15:restartNumberingAfterBreak="0">
    <w:nsid w:val="3E7B3838"/>
    <w:multiLevelType w:val="hybridMultilevel"/>
    <w:tmpl w:val="FE78F2D0"/>
    <w:lvl w:ilvl="0" w:tplc="9B98C76E">
      <w:start w:val="1"/>
      <w:numFmt w:val="decimal"/>
      <w:lvlText w:val="%1)"/>
      <w:lvlJc w:val="left"/>
      <w:pPr>
        <w:ind w:left="570" w:hanging="258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1" w:tplc="6B32C536">
      <w:numFmt w:val="bullet"/>
      <w:lvlText w:val="•"/>
      <w:lvlJc w:val="left"/>
      <w:pPr>
        <w:ind w:left="1450" w:hanging="258"/>
      </w:pPr>
      <w:rPr>
        <w:rFonts w:hint="default"/>
      </w:rPr>
    </w:lvl>
    <w:lvl w:ilvl="2" w:tplc="526C8D14">
      <w:numFmt w:val="bullet"/>
      <w:lvlText w:val="•"/>
      <w:lvlJc w:val="left"/>
      <w:pPr>
        <w:ind w:left="2321" w:hanging="258"/>
      </w:pPr>
      <w:rPr>
        <w:rFonts w:hint="default"/>
      </w:rPr>
    </w:lvl>
    <w:lvl w:ilvl="3" w:tplc="9F5652BE">
      <w:numFmt w:val="bullet"/>
      <w:lvlText w:val="•"/>
      <w:lvlJc w:val="left"/>
      <w:pPr>
        <w:ind w:left="3191" w:hanging="258"/>
      </w:pPr>
      <w:rPr>
        <w:rFonts w:hint="default"/>
      </w:rPr>
    </w:lvl>
    <w:lvl w:ilvl="4" w:tplc="DBC21F4E">
      <w:numFmt w:val="bullet"/>
      <w:lvlText w:val="•"/>
      <w:lvlJc w:val="left"/>
      <w:pPr>
        <w:ind w:left="4062" w:hanging="258"/>
      </w:pPr>
      <w:rPr>
        <w:rFonts w:hint="default"/>
      </w:rPr>
    </w:lvl>
    <w:lvl w:ilvl="5" w:tplc="710A2D52">
      <w:numFmt w:val="bullet"/>
      <w:lvlText w:val="•"/>
      <w:lvlJc w:val="left"/>
      <w:pPr>
        <w:ind w:left="4933" w:hanging="258"/>
      </w:pPr>
      <w:rPr>
        <w:rFonts w:hint="default"/>
      </w:rPr>
    </w:lvl>
    <w:lvl w:ilvl="6" w:tplc="0FFA45DC">
      <w:numFmt w:val="bullet"/>
      <w:lvlText w:val="•"/>
      <w:lvlJc w:val="left"/>
      <w:pPr>
        <w:ind w:left="5803" w:hanging="258"/>
      </w:pPr>
      <w:rPr>
        <w:rFonts w:hint="default"/>
      </w:rPr>
    </w:lvl>
    <w:lvl w:ilvl="7" w:tplc="79D2C85A">
      <w:numFmt w:val="bullet"/>
      <w:lvlText w:val="•"/>
      <w:lvlJc w:val="left"/>
      <w:pPr>
        <w:ind w:left="6674" w:hanging="258"/>
      </w:pPr>
      <w:rPr>
        <w:rFonts w:hint="default"/>
      </w:rPr>
    </w:lvl>
    <w:lvl w:ilvl="8" w:tplc="DC7C2186">
      <w:numFmt w:val="bullet"/>
      <w:lvlText w:val="•"/>
      <w:lvlJc w:val="left"/>
      <w:pPr>
        <w:ind w:left="7544" w:hanging="258"/>
      </w:pPr>
      <w:rPr>
        <w:rFonts w:hint="default"/>
      </w:rPr>
    </w:lvl>
  </w:abstractNum>
  <w:abstractNum w:abstractNumId="5" w15:restartNumberingAfterBreak="0">
    <w:nsid w:val="3FCD697B"/>
    <w:multiLevelType w:val="hybridMultilevel"/>
    <w:tmpl w:val="D4E889C8"/>
    <w:lvl w:ilvl="0" w:tplc="20AE2FBA">
      <w:numFmt w:val="bullet"/>
      <w:lvlText w:val="-"/>
      <w:lvlJc w:val="left"/>
      <w:pPr>
        <w:ind w:left="488" w:hanging="17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49B87248">
      <w:numFmt w:val="bullet"/>
      <w:lvlText w:val="•"/>
      <w:lvlJc w:val="left"/>
      <w:pPr>
        <w:ind w:left="1472" w:hanging="174"/>
      </w:pPr>
      <w:rPr>
        <w:rFonts w:hint="default"/>
      </w:rPr>
    </w:lvl>
    <w:lvl w:ilvl="2" w:tplc="8D904D66">
      <w:numFmt w:val="bullet"/>
      <w:lvlText w:val="•"/>
      <w:lvlJc w:val="left"/>
      <w:pPr>
        <w:ind w:left="2465" w:hanging="174"/>
      </w:pPr>
      <w:rPr>
        <w:rFonts w:hint="default"/>
      </w:rPr>
    </w:lvl>
    <w:lvl w:ilvl="3" w:tplc="A266A4DC">
      <w:numFmt w:val="bullet"/>
      <w:lvlText w:val="•"/>
      <w:lvlJc w:val="left"/>
      <w:pPr>
        <w:ind w:left="3457" w:hanging="174"/>
      </w:pPr>
      <w:rPr>
        <w:rFonts w:hint="default"/>
      </w:rPr>
    </w:lvl>
    <w:lvl w:ilvl="4" w:tplc="3B185098">
      <w:numFmt w:val="bullet"/>
      <w:lvlText w:val="•"/>
      <w:lvlJc w:val="left"/>
      <w:pPr>
        <w:ind w:left="4450" w:hanging="174"/>
      </w:pPr>
      <w:rPr>
        <w:rFonts w:hint="default"/>
      </w:rPr>
    </w:lvl>
    <w:lvl w:ilvl="5" w:tplc="2592AE8A">
      <w:numFmt w:val="bullet"/>
      <w:lvlText w:val="•"/>
      <w:lvlJc w:val="left"/>
      <w:pPr>
        <w:ind w:left="5443" w:hanging="174"/>
      </w:pPr>
      <w:rPr>
        <w:rFonts w:hint="default"/>
      </w:rPr>
    </w:lvl>
    <w:lvl w:ilvl="6" w:tplc="5E18207E">
      <w:numFmt w:val="bullet"/>
      <w:lvlText w:val="•"/>
      <w:lvlJc w:val="left"/>
      <w:pPr>
        <w:ind w:left="6435" w:hanging="174"/>
      </w:pPr>
      <w:rPr>
        <w:rFonts w:hint="default"/>
      </w:rPr>
    </w:lvl>
    <w:lvl w:ilvl="7" w:tplc="055E2188">
      <w:numFmt w:val="bullet"/>
      <w:lvlText w:val="•"/>
      <w:lvlJc w:val="left"/>
      <w:pPr>
        <w:ind w:left="7428" w:hanging="174"/>
      </w:pPr>
      <w:rPr>
        <w:rFonts w:hint="default"/>
      </w:rPr>
    </w:lvl>
    <w:lvl w:ilvl="8" w:tplc="BA666A88">
      <w:numFmt w:val="bullet"/>
      <w:lvlText w:val="•"/>
      <w:lvlJc w:val="left"/>
      <w:pPr>
        <w:ind w:left="8420" w:hanging="174"/>
      </w:pPr>
      <w:rPr>
        <w:rFonts w:hint="default"/>
      </w:rPr>
    </w:lvl>
  </w:abstractNum>
  <w:abstractNum w:abstractNumId="6" w15:restartNumberingAfterBreak="0">
    <w:nsid w:val="455D3CF4"/>
    <w:multiLevelType w:val="hybridMultilevel"/>
    <w:tmpl w:val="28269428"/>
    <w:lvl w:ilvl="0" w:tplc="42B0EC5E">
      <w:start w:val="4"/>
      <w:numFmt w:val="decimal"/>
      <w:lvlText w:val="%1)"/>
      <w:lvlJc w:val="left"/>
      <w:pPr>
        <w:ind w:left="574" w:hanging="260"/>
        <w:jc w:val="righ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1" w:tplc="94588BC8">
      <w:start w:val="1"/>
      <w:numFmt w:val="upperLetter"/>
      <w:lvlText w:val="(%2)"/>
      <w:lvlJc w:val="left"/>
      <w:pPr>
        <w:ind w:left="832" w:hanging="426"/>
        <w:jc w:val="right"/>
      </w:pPr>
      <w:rPr>
        <w:rFonts w:ascii="Arial" w:eastAsia="Arial" w:hAnsi="Arial" w:cs="Arial" w:hint="default"/>
        <w:b/>
        <w:bCs/>
        <w:spacing w:val="-27"/>
        <w:w w:val="100"/>
        <w:sz w:val="21"/>
        <w:szCs w:val="21"/>
      </w:rPr>
    </w:lvl>
    <w:lvl w:ilvl="2" w:tplc="DD16533E">
      <w:numFmt w:val="bullet"/>
      <w:lvlText w:val="•"/>
      <w:lvlJc w:val="left"/>
      <w:pPr>
        <w:ind w:left="1902" w:hanging="426"/>
      </w:pPr>
      <w:rPr>
        <w:rFonts w:hint="default"/>
      </w:rPr>
    </w:lvl>
    <w:lvl w:ilvl="3" w:tplc="C220CFD8">
      <w:numFmt w:val="bullet"/>
      <w:lvlText w:val="•"/>
      <w:lvlJc w:val="left"/>
      <w:pPr>
        <w:ind w:left="2965" w:hanging="426"/>
      </w:pPr>
      <w:rPr>
        <w:rFonts w:hint="default"/>
      </w:rPr>
    </w:lvl>
    <w:lvl w:ilvl="4" w:tplc="45B82EFC">
      <w:numFmt w:val="bullet"/>
      <w:lvlText w:val="•"/>
      <w:lvlJc w:val="left"/>
      <w:pPr>
        <w:ind w:left="4028" w:hanging="426"/>
      </w:pPr>
      <w:rPr>
        <w:rFonts w:hint="default"/>
      </w:rPr>
    </w:lvl>
    <w:lvl w:ilvl="5" w:tplc="C6ECF54E">
      <w:numFmt w:val="bullet"/>
      <w:lvlText w:val="•"/>
      <w:lvlJc w:val="left"/>
      <w:pPr>
        <w:ind w:left="5091" w:hanging="426"/>
      </w:pPr>
      <w:rPr>
        <w:rFonts w:hint="default"/>
      </w:rPr>
    </w:lvl>
    <w:lvl w:ilvl="6" w:tplc="49442B32">
      <w:numFmt w:val="bullet"/>
      <w:lvlText w:val="•"/>
      <w:lvlJc w:val="left"/>
      <w:pPr>
        <w:ind w:left="6154" w:hanging="426"/>
      </w:pPr>
      <w:rPr>
        <w:rFonts w:hint="default"/>
      </w:rPr>
    </w:lvl>
    <w:lvl w:ilvl="7" w:tplc="A1CCAE52">
      <w:numFmt w:val="bullet"/>
      <w:lvlText w:val="•"/>
      <w:lvlJc w:val="left"/>
      <w:pPr>
        <w:ind w:left="7217" w:hanging="426"/>
      </w:pPr>
      <w:rPr>
        <w:rFonts w:hint="default"/>
      </w:rPr>
    </w:lvl>
    <w:lvl w:ilvl="8" w:tplc="22B4B95C">
      <w:numFmt w:val="bullet"/>
      <w:lvlText w:val="•"/>
      <w:lvlJc w:val="left"/>
      <w:pPr>
        <w:ind w:left="8280" w:hanging="426"/>
      </w:pPr>
      <w:rPr>
        <w:rFonts w:hint="default"/>
      </w:rPr>
    </w:lvl>
  </w:abstractNum>
  <w:abstractNum w:abstractNumId="7" w15:restartNumberingAfterBreak="0">
    <w:nsid w:val="46AF61F0"/>
    <w:multiLevelType w:val="hybridMultilevel"/>
    <w:tmpl w:val="250A60D4"/>
    <w:lvl w:ilvl="0" w:tplc="32648E2A">
      <w:start w:val="1"/>
      <w:numFmt w:val="decimal"/>
      <w:lvlText w:val="%1)"/>
      <w:lvlJc w:val="left"/>
      <w:pPr>
        <w:ind w:left="548" w:hanging="214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1"/>
        <w:szCs w:val="21"/>
      </w:rPr>
    </w:lvl>
    <w:lvl w:ilvl="1" w:tplc="8C5E9EBA">
      <w:numFmt w:val="bullet"/>
      <w:lvlText w:val="•"/>
      <w:lvlJc w:val="left"/>
      <w:pPr>
        <w:ind w:left="1530" w:hanging="214"/>
      </w:pPr>
      <w:rPr>
        <w:rFonts w:hint="default"/>
      </w:rPr>
    </w:lvl>
    <w:lvl w:ilvl="2" w:tplc="F5B4889C">
      <w:numFmt w:val="bullet"/>
      <w:lvlText w:val="•"/>
      <w:lvlJc w:val="left"/>
      <w:pPr>
        <w:ind w:left="2521" w:hanging="214"/>
      </w:pPr>
      <w:rPr>
        <w:rFonts w:hint="default"/>
      </w:rPr>
    </w:lvl>
    <w:lvl w:ilvl="3" w:tplc="5B80AF22">
      <w:numFmt w:val="bullet"/>
      <w:lvlText w:val="•"/>
      <w:lvlJc w:val="left"/>
      <w:pPr>
        <w:ind w:left="3511" w:hanging="214"/>
      </w:pPr>
      <w:rPr>
        <w:rFonts w:hint="default"/>
      </w:rPr>
    </w:lvl>
    <w:lvl w:ilvl="4" w:tplc="16062B3A">
      <w:numFmt w:val="bullet"/>
      <w:lvlText w:val="•"/>
      <w:lvlJc w:val="left"/>
      <w:pPr>
        <w:ind w:left="4502" w:hanging="214"/>
      </w:pPr>
      <w:rPr>
        <w:rFonts w:hint="default"/>
      </w:rPr>
    </w:lvl>
    <w:lvl w:ilvl="5" w:tplc="D39495EC">
      <w:numFmt w:val="bullet"/>
      <w:lvlText w:val="•"/>
      <w:lvlJc w:val="left"/>
      <w:pPr>
        <w:ind w:left="5493" w:hanging="214"/>
      </w:pPr>
      <w:rPr>
        <w:rFonts w:hint="default"/>
      </w:rPr>
    </w:lvl>
    <w:lvl w:ilvl="6" w:tplc="072A1780">
      <w:numFmt w:val="bullet"/>
      <w:lvlText w:val="•"/>
      <w:lvlJc w:val="left"/>
      <w:pPr>
        <w:ind w:left="6483" w:hanging="214"/>
      </w:pPr>
      <w:rPr>
        <w:rFonts w:hint="default"/>
      </w:rPr>
    </w:lvl>
    <w:lvl w:ilvl="7" w:tplc="D86C2328">
      <w:numFmt w:val="bullet"/>
      <w:lvlText w:val="•"/>
      <w:lvlJc w:val="left"/>
      <w:pPr>
        <w:ind w:left="7474" w:hanging="214"/>
      </w:pPr>
      <w:rPr>
        <w:rFonts w:hint="default"/>
      </w:rPr>
    </w:lvl>
    <w:lvl w:ilvl="8" w:tplc="29645AD0">
      <w:numFmt w:val="bullet"/>
      <w:lvlText w:val="•"/>
      <w:lvlJc w:val="left"/>
      <w:pPr>
        <w:ind w:left="8464" w:hanging="214"/>
      </w:pPr>
      <w:rPr>
        <w:rFonts w:hint="default"/>
      </w:rPr>
    </w:lvl>
  </w:abstractNum>
  <w:abstractNum w:abstractNumId="8" w15:restartNumberingAfterBreak="0">
    <w:nsid w:val="50102E72"/>
    <w:multiLevelType w:val="multilevel"/>
    <w:tmpl w:val="1556C414"/>
    <w:lvl w:ilvl="0">
      <w:start w:val="3"/>
      <w:numFmt w:val="decimal"/>
      <w:lvlText w:val="%1"/>
      <w:lvlJc w:val="left"/>
      <w:pPr>
        <w:ind w:left="670" w:hanging="426"/>
        <w:jc w:val="left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70" w:hanging="426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58" w:hanging="376"/>
      </w:pPr>
      <w:rPr>
        <w:rFonts w:ascii="Arial" w:eastAsia="Arial" w:hAnsi="Arial" w:cs="Arial"/>
        <w:w w:val="100"/>
        <w:sz w:val="20"/>
        <w:szCs w:val="20"/>
      </w:rPr>
    </w:lvl>
    <w:lvl w:ilvl="3">
      <w:numFmt w:val="bullet"/>
      <w:lvlText w:val="•"/>
      <w:lvlJc w:val="left"/>
      <w:pPr>
        <w:ind w:left="3296" w:hanging="376"/>
      </w:pPr>
      <w:rPr>
        <w:rFonts w:hint="default"/>
      </w:rPr>
    </w:lvl>
    <w:lvl w:ilvl="4">
      <w:numFmt w:val="bullet"/>
      <w:lvlText w:val="•"/>
      <w:lvlJc w:val="left"/>
      <w:pPr>
        <w:ind w:left="4315" w:hanging="376"/>
      </w:pPr>
      <w:rPr>
        <w:rFonts w:hint="default"/>
      </w:rPr>
    </w:lvl>
    <w:lvl w:ilvl="5">
      <w:numFmt w:val="bullet"/>
      <w:lvlText w:val="•"/>
      <w:lvlJc w:val="left"/>
      <w:pPr>
        <w:ind w:left="5333" w:hanging="376"/>
      </w:pPr>
      <w:rPr>
        <w:rFonts w:hint="default"/>
      </w:rPr>
    </w:lvl>
    <w:lvl w:ilvl="6">
      <w:numFmt w:val="bullet"/>
      <w:lvlText w:val="•"/>
      <w:lvlJc w:val="left"/>
      <w:pPr>
        <w:ind w:left="6352" w:hanging="376"/>
      </w:pPr>
      <w:rPr>
        <w:rFonts w:hint="default"/>
      </w:rPr>
    </w:lvl>
    <w:lvl w:ilvl="7">
      <w:numFmt w:val="bullet"/>
      <w:lvlText w:val="•"/>
      <w:lvlJc w:val="left"/>
      <w:pPr>
        <w:ind w:left="7370" w:hanging="376"/>
      </w:pPr>
      <w:rPr>
        <w:rFonts w:hint="default"/>
      </w:rPr>
    </w:lvl>
    <w:lvl w:ilvl="8">
      <w:numFmt w:val="bullet"/>
      <w:lvlText w:val="•"/>
      <w:lvlJc w:val="left"/>
      <w:pPr>
        <w:ind w:left="8389" w:hanging="376"/>
      </w:pPr>
      <w:rPr>
        <w:rFonts w:hint="default"/>
      </w:rPr>
    </w:lvl>
  </w:abstractNum>
  <w:abstractNum w:abstractNumId="9" w15:restartNumberingAfterBreak="0">
    <w:nsid w:val="6AD24265"/>
    <w:multiLevelType w:val="hybridMultilevel"/>
    <w:tmpl w:val="B1FA4F46"/>
    <w:lvl w:ilvl="0" w:tplc="C62AC2CC">
      <w:start w:val="1"/>
      <w:numFmt w:val="lowerLetter"/>
      <w:lvlText w:val="%1)"/>
      <w:lvlJc w:val="left"/>
      <w:pPr>
        <w:ind w:left="102" w:hanging="214"/>
        <w:jc w:val="left"/>
      </w:pPr>
      <w:rPr>
        <w:rFonts w:ascii="Arial" w:eastAsia="Arial" w:hAnsi="Arial" w:cs="Arial" w:hint="default"/>
        <w:i/>
        <w:spacing w:val="-1"/>
        <w:w w:val="100"/>
        <w:sz w:val="18"/>
        <w:szCs w:val="18"/>
      </w:rPr>
    </w:lvl>
    <w:lvl w:ilvl="1" w:tplc="94D8A534">
      <w:numFmt w:val="bullet"/>
      <w:lvlText w:val=""/>
      <w:lvlJc w:val="left"/>
      <w:pPr>
        <w:ind w:left="690" w:hanging="424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41805AAE">
      <w:numFmt w:val="bullet"/>
      <w:lvlText w:val=""/>
      <w:lvlJc w:val="left"/>
      <w:pPr>
        <w:ind w:left="1190" w:hanging="29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3" w:tplc="40B6EC66">
      <w:numFmt w:val="bullet"/>
      <w:lvlText w:val="•"/>
      <w:lvlJc w:val="left"/>
      <w:pPr>
        <w:ind w:left="1200" w:hanging="290"/>
      </w:pPr>
      <w:rPr>
        <w:rFonts w:hint="default"/>
      </w:rPr>
    </w:lvl>
    <w:lvl w:ilvl="4" w:tplc="88D6EB78">
      <w:numFmt w:val="bullet"/>
      <w:lvlText w:val="•"/>
      <w:lvlJc w:val="left"/>
      <w:pPr>
        <w:ind w:left="2518" w:hanging="290"/>
      </w:pPr>
      <w:rPr>
        <w:rFonts w:hint="default"/>
      </w:rPr>
    </w:lvl>
    <w:lvl w:ilvl="5" w:tplc="D99A6620">
      <w:numFmt w:val="bullet"/>
      <w:lvlText w:val="•"/>
      <w:lvlJc w:val="left"/>
      <w:pPr>
        <w:ind w:left="3836" w:hanging="290"/>
      </w:pPr>
      <w:rPr>
        <w:rFonts w:hint="default"/>
      </w:rPr>
    </w:lvl>
    <w:lvl w:ilvl="6" w:tplc="2E76B33C">
      <w:numFmt w:val="bullet"/>
      <w:lvlText w:val="•"/>
      <w:lvlJc w:val="left"/>
      <w:pPr>
        <w:ind w:left="5154" w:hanging="290"/>
      </w:pPr>
      <w:rPr>
        <w:rFonts w:hint="default"/>
      </w:rPr>
    </w:lvl>
    <w:lvl w:ilvl="7" w:tplc="87B8FF88">
      <w:numFmt w:val="bullet"/>
      <w:lvlText w:val="•"/>
      <w:lvlJc w:val="left"/>
      <w:pPr>
        <w:ind w:left="6472" w:hanging="290"/>
      </w:pPr>
      <w:rPr>
        <w:rFonts w:hint="default"/>
      </w:rPr>
    </w:lvl>
    <w:lvl w:ilvl="8" w:tplc="BAA6E40A">
      <w:numFmt w:val="bullet"/>
      <w:lvlText w:val="•"/>
      <w:lvlJc w:val="left"/>
      <w:pPr>
        <w:ind w:left="7790" w:hanging="290"/>
      </w:pPr>
      <w:rPr>
        <w:rFonts w:hint="default"/>
      </w:rPr>
    </w:lvl>
  </w:abstractNum>
  <w:abstractNum w:abstractNumId="10" w15:restartNumberingAfterBreak="0">
    <w:nsid w:val="73780429"/>
    <w:multiLevelType w:val="hybridMultilevel"/>
    <w:tmpl w:val="6B200EDA"/>
    <w:lvl w:ilvl="0" w:tplc="1EAAC208">
      <w:numFmt w:val="bullet"/>
      <w:lvlText w:val="□"/>
      <w:lvlJc w:val="left"/>
      <w:pPr>
        <w:ind w:left="562" w:hanging="248"/>
      </w:pPr>
      <w:rPr>
        <w:rFonts w:ascii="Segoe UI" w:eastAsia="Segoe UI" w:hAnsi="Segoe UI" w:cs="Segoe UI" w:hint="default"/>
        <w:b/>
        <w:bCs/>
        <w:w w:val="100"/>
        <w:sz w:val="28"/>
        <w:szCs w:val="28"/>
      </w:rPr>
    </w:lvl>
    <w:lvl w:ilvl="1" w:tplc="5C1E6CA2">
      <w:numFmt w:val="bullet"/>
      <w:lvlText w:val="•"/>
      <w:lvlJc w:val="left"/>
      <w:pPr>
        <w:ind w:left="1544" w:hanging="248"/>
      </w:pPr>
      <w:rPr>
        <w:rFonts w:hint="default"/>
      </w:rPr>
    </w:lvl>
    <w:lvl w:ilvl="2" w:tplc="E1C49BE0">
      <w:numFmt w:val="bullet"/>
      <w:lvlText w:val="•"/>
      <w:lvlJc w:val="left"/>
      <w:pPr>
        <w:ind w:left="2529" w:hanging="248"/>
      </w:pPr>
      <w:rPr>
        <w:rFonts w:hint="default"/>
      </w:rPr>
    </w:lvl>
    <w:lvl w:ilvl="3" w:tplc="6B7E608C">
      <w:numFmt w:val="bullet"/>
      <w:lvlText w:val="•"/>
      <w:lvlJc w:val="left"/>
      <w:pPr>
        <w:ind w:left="3513" w:hanging="248"/>
      </w:pPr>
      <w:rPr>
        <w:rFonts w:hint="default"/>
      </w:rPr>
    </w:lvl>
    <w:lvl w:ilvl="4" w:tplc="33D62658">
      <w:numFmt w:val="bullet"/>
      <w:lvlText w:val="•"/>
      <w:lvlJc w:val="left"/>
      <w:pPr>
        <w:ind w:left="4498" w:hanging="248"/>
      </w:pPr>
      <w:rPr>
        <w:rFonts w:hint="default"/>
      </w:rPr>
    </w:lvl>
    <w:lvl w:ilvl="5" w:tplc="84BA3204">
      <w:numFmt w:val="bullet"/>
      <w:lvlText w:val="•"/>
      <w:lvlJc w:val="left"/>
      <w:pPr>
        <w:ind w:left="5483" w:hanging="248"/>
      </w:pPr>
      <w:rPr>
        <w:rFonts w:hint="default"/>
      </w:rPr>
    </w:lvl>
    <w:lvl w:ilvl="6" w:tplc="2230D752">
      <w:numFmt w:val="bullet"/>
      <w:lvlText w:val="•"/>
      <w:lvlJc w:val="left"/>
      <w:pPr>
        <w:ind w:left="6467" w:hanging="248"/>
      </w:pPr>
      <w:rPr>
        <w:rFonts w:hint="default"/>
      </w:rPr>
    </w:lvl>
    <w:lvl w:ilvl="7" w:tplc="E564C252">
      <w:numFmt w:val="bullet"/>
      <w:lvlText w:val="•"/>
      <w:lvlJc w:val="left"/>
      <w:pPr>
        <w:ind w:left="7452" w:hanging="248"/>
      </w:pPr>
      <w:rPr>
        <w:rFonts w:hint="default"/>
      </w:rPr>
    </w:lvl>
    <w:lvl w:ilvl="8" w:tplc="3DF2FAB4">
      <w:numFmt w:val="bullet"/>
      <w:lvlText w:val="•"/>
      <w:lvlJc w:val="left"/>
      <w:pPr>
        <w:ind w:left="8436" w:hanging="248"/>
      </w:pPr>
      <w:rPr>
        <w:rFonts w:hint="default"/>
      </w:rPr>
    </w:lvl>
  </w:abstractNum>
  <w:abstractNum w:abstractNumId="11" w15:restartNumberingAfterBreak="0">
    <w:nsid w:val="7A252113"/>
    <w:multiLevelType w:val="hybridMultilevel"/>
    <w:tmpl w:val="F7E6B59A"/>
    <w:lvl w:ilvl="0" w:tplc="545004C8">
      <w:numFmt w:val="bullet"/>
      <w:lvlText w:val=""/>
      <w:lvlJc w:val="left"/>
      <w:pPr>
        <w:ind w:left="528" w:hanging="42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EE247344">
      <w:numFmt w:val="bullet"/>
      <w:lvlText w:val=""/>
      <w:lvlJc w:val="left"/>
      <w:pPr>
        <w:ind w:left="650" w:hanging="336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2" w:tplc="56462EA0">
      <w:numFmt w:val="bullet"/>
      <w:lvlText w:val="•"/>
      <w:lvlJc w:val="left"/>
      <w:pPr>
        <w:ind w:left="1742" w:hanging="336"/>
      </w:pPr>
      <w:rPr>
        <w:rFonts w:hint="default"/>
      </w:rPr>
    </w:lvl>
    <w:lvl w:ilvl="3" w:tplc="394A2EEE">
      <w:numFmt w:val="bullet"/>
      <w:lvlText w:val="•"/>
      <w:lvlJc w:val="left"/>
      <w:pPr>
        <w:ind w:left="2825" w:hanging="336"/>
      </w:pPr>
      <w:rPr>
        <w:rFonts w:hint="default"/>
      </w:rPr>
    </w:lvl>
    <w:lvl w:ilvl="4" w:tplc="E89C2ACE">
      <w:numFmt w:val="bullet"/>
      <w:lvlText w:val="•"/>
      <w:lvlJc w:val="left"/>
      <w:pPr>
        <w:ind w:left="3908" w:hanging="336"/>
      </w:pPr>
      <w:rPr>
        <w:rFonts w:hint="default"/>
      </w:rPr>
    </w:lvl>
    <w:lvl w:ilvl="5" w:tplc="7D441BBC">
      <w:numFmt w:val="bullet"/>
      <w:lvlText w:val="•"/>
      <w:lvlJc w:val="left"/>
      <w:pPr>
        <w:ind w:left="4991" w:hanging="336"/>
      </w:pPr>
      <w:rPr>
        <w:rFonts w:hint="default"/>
      </w:rPr>
    </w:lvl>
    <w:lvl w:ilvl="6" w:tplc="64EE64E6">
      <w:numFmt w:val="bullet"/>
      <w:lvlText w:val="•"/>
      <w:lvlJc w:val="left"/>
      <w:pPr>
        <w:ind w:left="6074" w:hanging="336"/>
      </w:pPr>
      <w:rPr>
        <w:rFonts w:hint="default"/>
      </w:rPr>
    </w:lvl>
    <w:lvl w:ilvl="7" w:tplc="56D6C62C">
      <w:numFmt w:val="bullet"/>
      <w:lvlText w:val="•"/>
      <w:lvlJc w:val="left"/>
      <w:pPr>
        <w:ind w:left="7157" w:hanging="336"/>
      </w:pPr>
      <w:rPr>
        <w:rFonts w:hint="default"/>
      </w:rPr>
    </w:lvl>
    <w:lvl w:ilvl="8" w:tplc="39CEF538">
      <w:numFmt w:val="bullet"/>
      <w:lvlText w:val="•"/>
      <w:lvlJc w:val="left"/>
      <w:pPr>
        <w:ind w:left="8240" w:hanging="336"/>
      </w:pPr>
      <w:rPr>
        <w:rFonts w:hint="default"/>
      </w:rPr>
    </w:lvl>
  </w:abstractNum>
  <w:abstractNum w:abstractNumId="12" w15:restartNumberingAfterBreak="0">
    <w:nsid w:val="7B622CF4"/>
    <w:multiLevelType w:val="hybridMultilevel"/>
    <w:tmpl w:val="948C5984"/>
    <w:lvl w:ilvl="0" w:tplc="6F00B518">
      <w:numFmt w:val="bullet"/>
      <w:lvlText w:val=""/>
      <w:lvlJc w:val="left"/>
      <w:pPr>
        <w:ind w:left="114" w:hanging="568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C86E9DEE">
      <w:numFmt w:val="bullet"/>
      <w:lvlText w:val="-"/>
      <w:lvlJc w:val="left"/>
      <w:pPr>
        <w:ind w:left="674" w:hanging="360"/>
      </w:pPr>
      <w:rPr>
        <w:rFonts w:ascii="Microsoft Sans Serif" w:eastAsia="Microsoft Sans Serif" w:hAnsi="Microsoft Sans Serif" w:cs="Microsoft Sans Serif" w:hint="default"/>
        <w:spacing w:val="-3"/>
        <w:w w:val="100"/>
        <w:sz w:val="22"/>
        <w:szCs w:val="22"/>
      </w:rPr>
    </w:lvl>
    <w:lvl w:ilvl="2" w:tplc="4B4C2AA2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10EEB8C2">
      <w:numFmt w:val="bullet"/>
      <w:lvlText w:val="•"/>
      <w:lvlJc w:val="left"/>
      <w:pPr>
        <w:ind w:left="2841" w:hanging="360"/>
      </w:pPr>
      <w:rPr>
        <w:rFonts w:hint="default"/>
      </w:rPr>
    </w:lvl>
    <w:lvl w:ilvl="4" w:tplc="5EB0E40C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270428DE">
      <w:numFmt w:val="bullet"/>
      <w:lvlText w:val="•"/>
      <w:lvlJc w:val="left"/>
      <w:pPr>
        <w:ind w:left="5002" w:hanging="360"/>
      </w:pPr>
      <w:rPr>
        <w:rFonts w:hint="default"/>
      </w:rPr>
    </w:lvl>
    <w:lvl w:ilvl="6" w:tplc="2F8469B4">
      <w:numFmt w:val="bullet"/>
      <w:lvlText w:val="•"/>
      <w:lvlJc w:val="left"/>
      <w:pPr>
        <w:ind w:left="6083" w:hanging="360"/>
      </w:pPr>
      <w:rPr>
        <w:rFonts w:hint="default"/>
      </w:rPr>
    </w:lvl>
    <w:lvl w:ilvl="7" w:tplc="7DF46DFA">
      <w:numFmt w:val="bullet"/>
      <w:lvlText w:val="•"/>
      <w:lvlJc w:val="left"/>
      <w:pPr>
        <w:ind w:left="7164" w:hanging="360"/>
      </w:pPr>
      <w:rPr>
        <w:rFonts w:hint="default"/>
      </w:rPr>
    </w:lvl>
    <w:lvl w:ilvl="8" w:tplc="9126FFAC">
      <w:numFmt w:val="bullet"/>
      <w:lvlText w:val="•"/>
      <w:lvlJc w:val="left"/>
      <w:pPr>
        <w:ind w:left="8244" w:hanging="3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12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E3180"/>
    <w:rsid w:val="001F4185"/>
    <w:rsid w:val="0026336C"/>
    <w:rsid w:val="0031501B"/>
    <w:rsid w:val="003805DA"/>
    <w:rsid w:val="004E0A66"/>
    <w:rsid w:val="00506F14"/>
    <w:rsid w:val="00590687"/>
    <w:rsid w:val="00606838"/>
    <w:rsid w:val="00614B24"/>
    <w:rsid w:val="006906B9"/>
    <w:rsid w:val="006A2477"/>
    <w:rsid w:val="006B7921"/>
    <w:rsid w:val="007708F9"/>
    <w:rsid w:val="009D7CC1"/>
    <w:rsid w:val="009E3180"/>
    <w:rsid w:val="00A0614D"/>
    <w:rsid w:val="00AA2411"/>
    <w:rsid w:val="00B02183"/>
    <w:rsid w:val="00BE5C4E"/>
    <w:rsid w:val="00CB2E78"/>
    <w:rsid w:val="00DC612A"/>
    <w:rsid w:val="00E8386B"/>
    <w:rsid w:val="00F02A45"/>
    <w:rsid w:val="00FA6118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2"/>
    <o:shapelayout v:ext="edit">
      <o:idmap v:ext="edit" data="2"/>
    </o:shapelayout>
  </w:shapeDefaults>
  <w:decimalSymbol w:val=","/>
  <w:listSeparator w:val=";"/>
  <w14:docId w14:val="0F57DF15"/>
  <w15:docId w15:val="{0BBA416D-5CAE-48E8-9D4D-6A8D68A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19"/>
      <w:ind w:left="360" w:hanging="258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129"/>
      <w:ind w:left="674" w:hanging="360"/>
      <w:outlineLvl w:val="1"/>
    </w:pPr>
  </w:style>
  <w:style w:type="paragraph" w:styleId="Titolo3">
    <w:name w:val="heading 3"/>
    <w:basedOn w:val="Normale"/>
    <w:uiPriority w:val="9"/>
    <w:unhideWhenUsed/>
    <w:qFormat/>
    <w:pPr>
      <w:spacing w:before="107"/>
      <w:ind w:left="562" w:hanging="248"/>
      <w:outlineLvl w:val="2"/>
    </w:pPr>
    <w:rPr>
      <w:sz w:val="21"/>
      <w:szCs w:val="21"/>
    </w:rPr>
  </w:style>
  <w:style w:type="paragraph" w:styleId="Titolo4">
    <w:name w:val="heading 4"/>
    <w:basedOn w:val="Normale"/>
    <w:uiPriority w:val="9"/>
    <w:unhideWhenUsed/>
    <w:qFormat/>
    <w:pPr>
      <w:ind w:left="114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88" w:hanging="174"/>
    </w:pPr>
  </w:style>
  <w:style w:type="paragraph" w:customStyle="1" w:styleId="TableParagraph">
    <w:name w:val="Table Paragraph"/>
    <w:basedOn w:val="Normale"/>
    <w:uiPriority w:val="1"/>
    <w:qFormat/>
    <w:pPr>
      <w:ind w:left="2"/>
    </w:pPr>
  </w:style>
  <w:style w:type="paragraph" w:styleId="Intestazione">
    <w:name w:val="header"/>
    <w:basedOn w:val="Normale"/>
    <w:link w:val="IntestazioneCarattere"/>
    <w:uiPriority w:val="99"/>
    <w:unhideWhenUsed/>
    <w:rsid w:val="004E0A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A6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E0A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A66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F02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80B1E-1EC7-40AC-A384-308F1909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A4B9E502.dotm</Template>
  <TotalTime>39</TotalTime>
  <Pages>11</Pages>
  <Words>1849</Words>
  <Characters>10895</Characters>
  <Application>Microsoft Office Word</Application>
  <DocSecurity>0</DocSecurity>
  <Lines>640</Lines>
  <Paragraphs>245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mmerella</dc:creator>
  <cp:lastModifiedBy>Pisanu.Giuseppina</cp:lastModifiedBy>
  <cp:revision>17</cp:revision>
  <dcterms:created xsi:type="dcterms:W3CDTF">2024-02-15T13:05:00Z</dcterms:created>
  <dcterms:modified xsi:type="dcterms:W3CDTF">2026-02-17T08:43:00Z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Writer</vt:lpwstr>
  </property>
  <property fmtid="{D5CDD505-2E9C-101B-9397-08002B2CF9AE}" pid="4" name="LastSaved">
    <vt:filetime>2024-02-15T00:00:00Z</vt:filetime>
  </property>
</Properties>
</file>